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1A141" w14:textId="1672A7A2" w:rsidR="00E107CB" w:rsidRPr="00E6158F" w:rsidRDefault="00E107CB" w:rsidP="00303B4B">
      <w:pPr>
        <w:pStyle w:val="BodyText22"/>
        <w:spacing w:after="240"/>
        <w:contextualSpacing/>
        <w:jc w:val="right"/>
        <w:rPr>
          <w:rFonts w:ascii="Verdana" w:hAnsi="Verdana" w:cs="Calibri"/>
          <w:b/>
          <w:sz w:val="20"/>
        </w:rPr>
      </w:pPr>
      <w:r w:rsidRPr="00E6158F">
        <w:rPr>
          <w:rFonts w:ascii="Verdana" w:hAnsi="Verdana" w:cs="Calibri"/>
          <w:b/>
          <w:sz w:val="20"/>
        </w:rPr>
        <w:t>Załącznik Nr 1</w:t>
      </w:r>
    </w:p>
    <w:p w14:paraId="7CA425E8" w14:textId="37BEA982" w:rsidR="003A328B" w:rsidRDefault="003A328B" w:rsidP="00E6158F">
      <w:pPr>
        <w:spacing w:after="240"/>
        <w:contextualSpacing/>
        <w:rPr>
          <w:rFonts w:ascii="Verdana" w:hAnsi="Verdana" w:cs="Calibri"/>
        </w:rPr>
      </w:pPr>
    </w:p>
    <w:p w14:paraId="7D97F1C8" w14:textId="77777777" w:rsidR="00377D8C" w:rsidRDefault="00377D8C" w:rsidP="00E6158F">
      <w:pPr>
        <w:spacing w:after="240"/>
        <w:contextualSpacing/>
        <w:rPr>
          <w:rFonts w:ascii="Verdana" w:hAnsi="Verdana" w:cs="Calibri"/>
        </w:rPr>
      </w:pPr>
    </w:p>
    <w:p w14:paraId="2879BB1E" w14:textId="77777777" w:rsidR="005827C7" w:rsidRPr="00E6158F" w:rsidRDefault="005827C7" w:rsidP="00E6158F">
      <w:pPr>
        <w:spacing w:after="240"/>
        <w:contextualSpacing/>
        <w:rPr>
          <w:rFonts w:ascii="Verdana" w:hAnsi="Verdana" w:cs="Calibri"/>
        </w:rPr>
      </w:pPr>
    </w:p>
    <w:p w14:paraId="404F39AE" w14:textId="77777777" w:rsidR="00E107CB" w:rsidRPr="00E6158F" w:rsidRDefault="00B91D56" w:rsidP="00E6158F">
      <w:pPr>
        <w:spacing w:after="240"/>
        <w:contextualSpacing/>
        <w:rPr>
          <w:rFonts w:ascii="Verdana" w:hAnsi="Verdana" w:cs="Calibri"/>
        </w:rPr>
      </w:pPr>
      <w:r>
        <w:rPr>
          <w:rFonts w:ascii="Verdana" w:hAnsi="Verdana" w:cs="Calibri"/>
        </w:rPr>
        <w:t>_____________________</w:t>
      </w:r>
    </w:p>
    <w:p w14:paraId="3A64A08D" w14:textId="03909A48" w:rsidR="00E107CB" w:rsidRPr="00A21881" w:rsidRDefault="0028409B" w:rsidP="00A26421">
      <w:pPr>
        <w:spacing w:after="240"/>
        <w:rPr>
          <w:rFonts w:ascii="Verdana" w:hAnsi="Verdana" w:cs="Arial"/>
          <w:color w:val="191919"/>
          <w:sz w:val="16"/>
          <w:szCs w:val="16"/>
        </w:rPr>
      </w:pPr>
      <w:r w:rsidRPr="008D0F0C">
        <w:rPr>
          <w:rFonts w:ascii="Verdana" w:hAnsi="Verdana" w:cs="Calibri"/>
          <w:color w:val="191919"/>
          <w:sz w:val="16"/>
          <w:szCs w:val="16"/>
        </w:rPr>
        <w:t xml:space="preserve">(pieczątka firmowa Wykonawcy, lub </w:t>
      </w:r>
      <w:r w:rsidRPr="008D0F0C">
        <w:rPr>
          <w:rFonts w:ascii="Verdana" w:hAnsi="Verdana" w:cs="Calibri"/>
          <w:color w:val="191919"/>
          <w:sz w:val="16"/>
          <w:szCs w:val="16"/>
        </w:rPr>
        <w:br/>
      </w:r>
      <w:r w:rsidRPr="008D0F0C">
        <w:rPr>
          <w:rFonts w:ascii="Verdana" w:hAnsi="Verdana" w:cs="Arial"/>
          <w:color w:val="191919"/>
          <w:sz w:val="16"/>
          <w:szCs w:val="16"/>
        </w:rPr>
        <w:t xml:space="preserve">pełna nazwa/firma, adres, </w:t>
      </w:r>
      <w:r w:rsidR="000B4817" w:rsidRPr="008D0F0C">
        <w:rPr>
          <w:rFonts w:ascii="Verdana" w:hAnsi="Verdana" w:cs="Arial"/>
          <w:color w:val="191919"/>
          <w:sz w:val="16"/>
          <w:szCs w:val="16"/>
        </w:rPr>
        <w:t>w zależności od podmiotu: NIP/PESEL, KRS/</w:t>
      </w:r>
      <w:proofErr w:type="spellStart"/>
      <w:r w:rsidR="000B4817" w:rsidRPr="008D0F0C">
        <w:rPr>
          <w:rFonts w:ascii="Verdana" w:hAnsi="Verdana" w:cs="Arial"/>
          <w:color w:val="191919"/>
          <w:sz w:val="16"/>
          <w:szCs w:val="16"/>
        </w:rPr>
        <w:t>CEiDG</w:t>
      </w:r>
      <w:proofErr w:type="spellEnd"/>
      <w:r>
        <w:rPr>
          <w:rFonts w:ascii="Verdana" w:hAnsi="Verdana" w:cs="Arial"/>
          <w:color w:val="191919"/>
          <w:sz w:val="16"/>
          <w:szCs w:val="16"/>
        </w:rPr>
        <w:t>)</w:t>
      </w:r>
    </w:p>
    <w:p w14:paraId="4098AFCF" w14:textId="67933365" w:rsidR="005827C7" w:rsidRPr="00A21881" w:rsidRDefault="005827C7" w:rsidP="00A21881">
      <w:pPr>
        <w:spacing w:after="60"/>
        <w:rPr>
          <w:rFonts w:ascii="Verdana" w:hAnsi="Verdana" w:cs="Calibri"/>
          <w:sz w:val="18"/>
          <w:szCs w:val="18"/>
        </w:rPr>
      </w:pPr>
      <w:r w:rsidRPr="00A21881">
        <w:rPr>
          <w:rFonts w:ascii="Verdana" w:hAnsi="Verdana" w:cs="Calibri"/>
          <w:sz w:val="18"/>
          <w:szCs w:val="18"/>
        </w:rPr>
        <w:t xml:space="preserve">Osoba uprawniona do kontaktów z Zamawiającym (w sprawie niniejszej oferty) </w:t>
      </w:r>
    </w:p>
    <w:p w14:paraId="1527991D" w14:textId="3DAD30EA" w:rsidR="005827C7" w:rsidRPr="00A21881" w:rsidRDefault="005827C7" w:rsidP="00A21881">
      <w:pPr>
        <w:spacing w:after="60"/>
        <w:rPr>
          <w:rFonts w:ascii="Verdana" w:hAnsi="Verdana" w:cs="Calibri"/>
          <w:sz w:val="18"/>
          <w:szCs w:val="18"/>
        </w:rPr>
      </w:pPr>
      <w:r w:rsidRPr="00A21881">
        <w:rPr>
          <w:rFonts w:ascii="Verdana" w:hAnsi="Verdana" w:cs="Calibri"/>
          <w:sz w:val="18"/>
          <w:szCs w:val="18"/>
        </w:rPr>
        <w:t>Imię i nazwisko: ……………………………..</w:t>
      </w:r>
    </w:p>
    <w:p w14:paraId="417020FB" w14:textId="13D9E584" w:rsidR="00E107CB" w:rsidRPr="00A21881" w:rsidRDefault="00E107CB" w:rsidP="00A21881">
      <w:pPr>
        <w:spacing w:after="60"/>
        <w:rPr>
          <w:rFonts w:ascii="Verdana" w:hAnsi="Verdana" w:cs="Calibri"/>
          <w:sz w:val="18"/>
          <w:szCs w:val="18"/>
        </w:rPr>
      </w:pPr>
      <w:r w:rsidRPr="00A21881">
        <w:rPr>
          <w:rFonts w:ascii="Verdana" w:hAnsi="Verdana" w:cs="Calibri"/>
          <w:sz w:val="18"/>
          <w:szCs w:val="18"/>
        </w:rPr>
        <w:t>Tel.</w:t>
      </w:r>
      <w:r w:rsidR="005827C7" w:rsidRPr="00A21881">
        <w:rPr>
          <w:rFonts w:ascii="Verdana" w:hAnsi="Verdana" w:cs="Calibri"/>
          <w:sz w:val="18"/>
          <w:szCs w:val="18"/>
        </w:rPr>
        <w:t>:</w:t>
      </w:r>
      <w:r w:rsidRPr="00A21881">
        <w:rPr>
          <w:rFonts w:ascii="Verdana" w:hAnsi="Verdana" w:cs="Calibri"/>
          <w:sz w:val="18"/>
          <w:szCs w:val="18"/>
        </w:rPr>
        <w:t xml:space="preserve"> …………………………………</w:t>
      </w:r>
      <w:r w:rsidR="005827C7" w:rsidRPr="00A21881">
        <w:rPr>
          <w:rFonts w:ascii="Verdana" w:hAnsi="Verdana" w:cs="Calibri"/>
          <w:sz w:val="18"/>
          <w:szCs w:val="18"/>
        </w:rPr>
        <w:t>………………</w:t>
      </w:r>
    </w:p>
    <w:p w14:paraId="037F49CE" w14:textId="6D3E844E" w:rsidR="00E107CB" w:rsidRPr="00A21881" w:rsidRDefault="00E107CB" w:rsidP="00A21881">
      <w:pPr>
        <w:spacing w:after="60"/>
        <w:rPr>
          <w:rFonts w:ascii="Verdana" w:hAnsi="Verdana" w:cs="Calibri"/>
          <w:sz w:val="18"/>
          <w:szCs w:val="18"/>
        </w:rPr>
      </w:pPr>
      <w:r w:rsidRPr="00A21881">
        <w:rPr>
          <w:rFonts w:ascii="Verdana" w:hAnsi="Verdana" w:cs="Calibri"/>
          <w:sz w:val="18"/>
          <w:szCs w:val="18"/>
        </w:rPr>
        <w:t>E</w:t>
      </w:r>
      <w:r w:rsidR="00561DBD" w:rsidRPr="00A21881">
        <w:rPr>
          <w:rFonts w:ascii="Verdana" w:hAnsi="Verdana" w:cs="Calibri"/>
          <w:sz w:val="18"/>
          <w:szCs w:val="18"/>
        </w:rPr>
        <w:t>-</w:t>
      </w:r>
      <w:r w:rsidRPr="00A21881">
        <w:rPr>
          <w:rFonts w:ascii="Verdana" w:hAnsi="Verdana" w:cs="Calibri"/>
          <w:sz w:val="18"/>
          <w:szCs w:val="18"/>
        </w:rPr>
        <w:t>mail</w:t>
      </w:r>
      <w:r w:rsidR="005827C7" w:rsidRPr="00A21881">
        <w:rPr>
          <w:rFonts w:ascii="Verdana" w:hAnsi="Verdana" w:cs="Calibri"/>
          <w:sz w:val="18"/>
          <w:szCs w:val="18"/>
        </w:rPr>
        <w:t>:</w:t>
      </w:r>
      <w:r w:rsidR="00561DBD" w:rsidRPr="00A21881">
        <w:rPr>
          <w:rFonts w:ascii="Verdana" w:hAnsi="Verdana" w:cs="Calibri"/>
          <w:sz w:val="18"/>
          <w:szCs w:val="18"/>
        </w:rPr>
        <w:t xml:space="preserve"> </w:t>
      </w:r>
      <w:r w:rsidRPr="00A21881">
        <w:rPr>
          <w:rFonts w:ascii="Verdana" w:hAnsi="Verdana" w:cs="Calibri"/>
          <w:sz w:val="18"/>
          <w:szCs w:val="18"/>
        </w:rPr>
        <w:t>…………………………………</w:t>
      </w:r>
      <w:r w:rsidR="005827C7" w:rsidRPr="00A21881">
        <w:rPr>
          <w:rFonts w:ascii="Verdana" w:hAnsi="Verdana" w:cs="Calibri"/>
          <w:sz w:val="18"/>
          <w:szCs w:val="18"/>
        </w:rPr>
        <w:t>………….</w:t>
      </w:r>
    </w:p>
    <w:p w14:paraId="453F02EE" w14:textId="7BDC96B0" w:rsidR="00561DBD" w:rsidRDefault="00561DBD" w:rsidP="00E6158F">
      <w:pPr>
        <w:spacing w:after="240"/>
        <w:contextualSpacing/>
        <w:rPr>
          <w:rFonts w:ascii="Verdana" w:hAnsi="Verdana" w:cs="Calibri"/>
          <w:b/>
        </w:rPr>
      </w:pPr>
    </w:p>
    <w:p w14:paraId="722666D7" w14:textId="77777777" w:rsidR="005827C7" w:rsidRPr="00E6158F" w:rsidRDefault="005827C7" w:rsidP="00E6158F">
      <w:pPr>
        <w:spacing w:after="240"/>
        <w:contextualSpacing/>
        <w:rPr>
          <w:rFonts w:ascii="Verdana" w:hAnsi="Verdana" w:cs="Calibri"/>
          <w:b/>
        </w:rPr>
      </w:pPr>
    </w:p>
    <w:p w14:paraId="1D604CEA" w14:textId="77777777" w:rsidR="00E107CB" w:rsidRPr="00E6158F" w:rsidRDefault="00E107CB" w:rsidP="00303B4B">
      <w:pPr>
        <w:spacing w:after="240"/>
        <w:jc w:val="center"/>
        <w:rPr>
          <w:rFonts w:ascii="Verdana" w:hAnsi="Verdana" w:cs="Calibri"/>
          <w:b/>
        </w:rPr>
      </w:pPr>
      <w:r w:rsidRPr="00E6158F">
        <w:rPr>
          <w:rFonts w:ascii="Verdana" w:hAnsi="Verdana" w:cs="Calibri"/>
          <w:b/>
        </w:rPr>
        <w:t>FORMULARZ OFERTOWY</w:t>
      </w:r>
    </w:p>
    <w:p w14:paraId="1273686E" w14:textId="054C98D3" w:rsidR="009F78E0" w:rsidRPr="00E6158F" w:rsidRDefault="009F78E0" w:rsidP="00F54340">
      <w:pPr>
        <w:pStyle w:val="Tekstpodstawowy"/>
        <w:numPr>
          <w:ilvl w:val="12"/>
          <w:numId w:val="3"/>
        </w:numPr>
        <w:spacing w:after="240" w:line="240" w:lineRule="auto"/>
        <w:contextualSpacing/>
        <w:jc w:val="center"/>
        <w:rPr>
          <w:rFonts w:ascii="Verdana" w:hAnsi="Verdana" w:cs="Calibri"/>
          <w:sz w:val="20"/>
        </w:rPr>
      </w:pPr>
      <w:r w:rsidRPr="00E6158F">
        <w:rPr>
          <w:rFonts w:ascii="Verdana" w:hAnsi="Verdana" w:cs="Calibri"/>
          <w:snapToGrid w:val="0"/>
          <w:sz w:val="20"/>
        </w:rPr>
        <w:t xml:space="preserve">Przystępując do postępowania zakupowego </w:t>
      </w:r>
      <w:r>
        <w:rPr>
          <w:rFonts w:ascii="Verdana" w:hAnsi="Verdana" w:cs="Calibri"/>
          <w:snapToGrid w:val="0"/>
          <w:sz w:val="20"/>
        </w:rPr>
        <w:br/>
      </w:r>
      <w:r w:rsidRPr="00E6158F">
        <w:rPr>
          <w:rFonts w:ascii="Verdana" w:hAnsi="Verdana" w:cs="Calibri"/>
          <w:snapToGrid w:val="0"/>
          <w:sz w:val="20"/>
        </w:rPr>
        <w:t xml:space="preserve">pn.: </w:t>
      </w:r>
      <w:r w:rsidRPr="00E6158F">
        <w:rPr>
          <w:rFonts w:ascii="Verdana" w:hAnsi="Verdana" w:cs="Calibri"/>
          <w:i/>
          <w:snapToGrid w:val="0"/>
          <w:sz w:val="20"/>
        </w:rPr>
        <w:t>„</w:t>
      </w:r>
      <w:r w:rsidR="009A6B70" w:rsidRPr="009A6B70">
        <w:rPr>
          <w:rFonts w:ascii="Verdana" w:hAnsi="Verdana" w:cs="Calibri"/>
          <w:i/>
          <w:sz w:val="20"/>
        </w:rPr>
        <w:t>Zakup Usług Medycznych dla Pracowników PGE Obrót S.A.</w:t>
      </w:r>
      <w:r w:rsidRPr="00E6158F">
        <w:rPr>
          <w:rFonts w:ascii="Verdana" w:hAnsi="Verdana" w:cs="Calibri"/>
          <w:sz w:val="20"/>
        </w:rPr>
        <w:t xml:space="preserve">” </w:t>
      </w:r>
      <w:r>
        <w:rPr>
          <w:rFonts w:ascii="Verdana" w:hAnsi="Verdana" w:cs="Calibri"/>
          <w:sz w:val="20"/>
        </w:rPr>
        <w:br/>
      </w:r>
      <w:r w:rsidRPr="00C027FC">
        <w:rPr>
          <w:rFonts w:ascii="Verdana" w:hAnsi="Verdana" w:cs="Calibri"/>
          <w:sz w:val="20"/>
        </w:rPr>
        <w:t xml:space="preserve">nr </w:t>
      </w:r>
      <w:r w:rsidR="00C027FC" w:rsidRPr="00C027FC">
        <w:rPr>
          <w:rFonts w:ascii="Verdana" w:hAnsi="Verdana" w:cs="Calibri"/>
          <w:sz w:val="20"/>
        </w:rPr>
        <w:t>POST/OBR/OBR/DZZ/00063/2025</w:t>
      </w:r>
    </w:p>
    <w:p w14:paraId="2390F40D" w14:textId="09CBF5A9" w:rsidR="00F04044" w:rsidRPr="00F04044" w:rsidRDefault="00F04044" w:rsidP="00A425D1">
      <w:pPr>
        <w:spacing w:after="240"/>
        <w:jc w:val="both"/>
        <w:rPr>
          <w:rFonts w:ascii="Verdana" w:hAnsi="Verdana" w:cs="Calibri"/>
          <w:b/>
          <w:bCs/>
        </w:rPr>
      </w:pPr>
      <w:r w:rsidRPr="00F04044">
        <w:rPr>
          <w:rFonts w:ascii="Verdana" w:hAnsi="Verdana" w:cs="Calibri"/>
          <w:b/>
          <w:bCs/>
        </w:rPr>
        <w:t>Zadanie 1 - Zakup Usług Medycyny Pracy dla Pracowników PGE Obrót S.A. Centrala w</w:t>
      </w:r>
      <w:r>
        <w:rPr>
          <w:rFonts w:ascii="Verdana" w:hAnsi="Verdana" w:cs="Calibri"/>
          <w:b/>
          <w:bCs/>
        </w:rPr>
        <w:t> </w:t>
      </w:r>
      <w:r w:rsidRPr="00F04044">
        <w:rPr>
          <w:rFonts w:ascii="Verdana" w:hAnsi="Verdana" w:cs="Calibri"/>
          <w:b/>
          <w:bCs/>
        </w:rPr>
        <w:t>Rzeszowie</w:t>
      </w:r>
    </w:p>
    <w:p w14:paraId="7079F902" w14:textId="25308D42" w:rsidR="00E107CB" w:rsidRPr="00A425D1" w:rsidRDefault="00E107CB" w:rsidP="65D2D4C7">
      <w:pPr>
        <w:numPr>
          <w:ilvl w:val="2"/>
          <w:numId w:val="3"/>
        </w:numPr>
        <w:tabs>
          <w:tab w:val="clear" w:pos="0"/>
        </w:tabs>
        <w:spacing w:after="240"/>
        <w:ind w:left="357" w:hanging="357"/>
        <w:contextualSpacing/>
        <w:jc w:val="both"/>
        <w:rPr>
          <w:rFonts w:ascii="Verdana" w:hAnsi="Verdana" w:cs="Calibri"/>
        </w:rPr>
      </w:pPr>
      <w:r w:rsidRPr="00A425D1">
        <w:rPr>
          <w:rFonts w:ascii="Verdana" w:hAnsi="Verdana" w:cs="Calibri"/>
        </w:rPr>
        <w:t>Oferujemy wykonanie przedmiotu za</w:t>
      </w:r>
      <w:r w:rsidR="004C7D46" w:rsidRPr="00A425D1">
        <w:rPr>
          <w:rFonts w:ascii="Verdana" w:hAnsi="Verdana" w:cs="Calibri"/>
        </w:rPr>
        <w:t>kupu</w:t>
      </w:r>
      <w:r w:rsidRPr="00A425D1">
        <w:rPr>
          <w:rFonts w:ascii="Verdana" w:hAnsi="Verdana" w:cs="Calibri"/>
        </w:rPr>
        <w:t xml:space="preserve"> zgodnie z warunkami określonymi w Specyfikacji Warunków </w:t>
      </w:r>
      <w:r w:rsidR="00C00DD9" w:rsidRPr="00A425D1">
        <w:rPr>
          <w:rFonts w:ascii="Verdana" w:hAnsi="Verdana" w:cs="Calibri"/>
        </w:rPr>
        <w:t xml:space="preserve">Zamówienia </w:t>
      </w:r>
      <w:r w:rsidRPr="00A425D1">
        <w:rPr>
          <w:rFonts w:ascii="Verdana" w:hAnsi="Verdana" w:cs="Calibri"/>
        </w:rPr>
        <w:t xml:space="preserve">za </w:t>
      </w:r>
      <w:r w:rsidR="6A965475" w:rsidRPr="65D2D4C7">
        <w:rPr>
          <w:rFonts w:ascii="Verdana" w:hAnsi="Verdana" w:cs="Calibri"/>
        </w:rPr>
        <w:t>wartość</w:t>
      </w:r>
      <w:r w:rsidRPr="00A425D1">
        <w:rPr>
          <w:rFonts w:ascii="Verdana" w:hAnsi="Verdana" w:cs="Calibri"/>
        </w:rPr>
        <w:t xml:space="preserve"> nett</w:t>
      </w:r>
      <w:r w:rsidR="00E556B7" w:rsidRPr="00A425D1">
        <w:rPr>
          <w:rFonts w:ascii="Verdana" w:hAnsi="Verdana" w:cs="Calibri"/>
        </w:rPr>
        <w:t>o</w:t>
      </w:r>
      <w:r w:rsidRPr="00A425D1">
        <w:rPr>
          <w:rFonts w:ascii="Verdana" w:hAnsi="Verdana" w:cs="Calibri"/>
        </w:rPr>
        <w:t>, która wynosi:</w:t>
      </w:r>
      <w:r w:rsidR="00701C3A" w:rsidRPr="00A425D1">
        <w:rPr>
          <w:rFonts w:ascii="Verdana" w:hAnsi="Verdana" w:cs="Calibri"/>
        </w:rPr>
        <w:t xml:space="preserve"> </w:t>
      </w:r>
      <w:r w:rsidR="00742D67" w:rsidRPr="00A425D1">
        <w:rPr>
          <w:rFonts w:ascii="Verdana" w:hAnsi="Verdana" w:cs="Calibri"/>
        </w:rPr>
        <w:t>………………………………</w:t>
      </w:r>
      <w:r w:rsidRPr="00A425D1">
        <w:rPr>
          <w:rFonts w:ascii="Verdana" w:hAnsi="Verdana" w:cs="Calibri"/>
        </w:rPr>
        <w:t xml:space="preserve"> zł, słownie: </w:t>
      </w:r>
      <w:r w:rsidR="00742D67" w:rsidRPr="00A425D1">
        <w:rPr>
          <w:rFonts w:ascii="Verdana" w:hAnsi="Verdana" w:cs="Calibri"/>
        </w:rPr>
        <w:t>………………………………………………………………………………………………………</w:t>
      </w:r>
      <w:r w:rsidR="0028409B" w:rsidRPr="00A425D1">
        <w:rPr>
          <w:rFonts w:ascii="Verdana" w:hAnsi="Verdana" w:cs="Calibri"/>
        </w:rPr>
        <w:t>…………………………………………………..</w:t>
      </w:r>
    </w:p>
    <w:p w14:paraId="1252B2A6" w14:textId="77777777" w:rsidR="00E107CB" w:rsidRPr="00A425D1" w:rsidRDefault="00E107CB" w:rsidP="00374099">
      <w:pPr>
        <w:tabs>
          <w:tab w:val="right" w:leader="dot" w:pos="9356"/>
        </w:tabs>
        <w:spacing w:after="240"/>
        <w:ind w:left="357"/>
        <w:contextualSpacing/>
        <w:jc w:val="both"/>
        <w:rPr>
          <w:rFonts w:ascii="Verdana" w:hAnsi="Verdana" w:cs="Calibri"/>
        </w:rPr>
      </w:pPr>
      <w:r w:rsidRPr="00A425D1">
        <w:rPr>
          <w:rFonts w:ascii="Verdana" w:hAnsi="Verdana" w:cs="Calibri"/>
        </w:rPr>
        <w:t xml:space="preserve">podatek VAT </w:t>
      </w:r>
      <w:r w:rsidR="00742D67" w:rsidRPr="00A425D1">
        <w:rPr>
          <w:rFonts w:ascii="Verdana" w:hAnsi="Verdana" w:cs="Calibri"/>
        </w:rPr>
        <w:t>………</w:t>
      </w:r>
      <w:r w:rsidRPr="00A425D1">
        <w:rPr>
          <w:rFonts w:ascii="Verdana" w:hAnsi="Verdana" w:cs="Calibri"/>
        </w:rPr>
        <w:t xml:space="preserve">%, kwota: </w:t>
      </w:r>
      <w:r w:rsidR="00742D67" w:rsidRPr="00A425D1">
        <w:rPr>
          <w:rFonts w:ascii="Verdana" w:hAnsi="Verdana" w:cs="Calibri"/>
        </w:rPr>
        <w:t>……………………</w:t>
      </w:r>
      <w:r w:rsidRPr="00A425D1">
        <w:rPr>
          <w:rFonts w:ascii="Verdana" w:hAnsi="Verdana" w:cs="Calibri"/>
        </w:rPr>
        <w:t xml:space="preserve">, słownie: </w:t>
      </w:r>
      <w:r w:rsidR="00742D67" w:rsidRPr="00A425D1">
        <w:rPr>
          <w:rFonts w:ascii="Verdana" w:hAnsi="Verdana" w:cs="Calibri"/>
        </w:rPr>
        <w:t>…………………………………………………………………….</w:t>
      </w:r>
    </w:p>
    <w:p w14:paraId="099C3398" w14:textId="77777777" w:rsidR="00E107CB" w:rsidRPr="00A425D1" w:rsidRDefault="00E107CB" w:rsidP="00374099">
      <w:pPr>
        <w:tabs>
          <w:tab w:val="right" w:leader="dot" w:pos="9356"/>
        </w:tabs>
        <w:spacing w:after="240"/>
        <w:ind w:left="357"/>
        <w:contextualSpacing/>
        <w:jc w:val="both"/>
        <w:rPr>
          <w:rFonts w:ascii="Verdana" w:hAnsi="Verdana" w:cs="Calibri"/>
        </w:rPr>
      </w:pPr>
      <w:r w:rsidRPr="00A425D1">
        <w:rPr>
          <w:rFonts w:ascii="Verdana" w:hAnsi="Verdana" w:cs="Calibri"/>
        </w:rPr>
        <w:t>………………………………………………………………………………………………………</w:t>
      </w:r>
      <w:r w:rsidR="00561DBD" w:rsidRPr="00A425D1">
        <w:rPr>
          <w:rFonts w:ascii="Verdana" w:hAnsi="Verdana" w:cs="Calibri"/>
        </w:rPr>
        <w:t>…</w:t>
      </w:r>
      <w:r w:rsidR="00742D67" w:rsidRPr="00A425D1">
        <w:rPr>
          <w:rFonts w:ascii="Verdana" w:hAnsi="Verdana" w:cs="Calibri"/>
        </w:rPr>
        <w:t>…………………………………………………</w:t>
      </w:r>
    </w:p>
    <w:p w14:paraId="487404EB" w14:textId="13487560" w:rsidR="00E107CB" w:rsidRPr="00A425D1" w:rsidRDefault="63631290" w:rsidP="65D2D4C7">
      <w:pPr>
        <w:tabs>
          <w:tab w:val="right" w:leader="dot" w:pos="9356"/>
        </w:tabs>
        <w:spacing w:after="240"/>
        <w:ind w:left="357"/>
        <w:contextualSpacing/>
        <w:jc w:val="both"/>
        <w:rPr>
          <w:rFonts w:ascii="Verdana" w:hAnsi="Verdana" w:cs="Calibri"/>
        </w:rPr>
      </w:pPr>
      <w:r w:rsidRPr="65D2D4C7">
        <w:rPr>
          <w:rFonts w:ascii="Verdana" w:hAnsi="Verdana" w:cs="Calibri"/>
        </w:rPr>
        <w:t>wartość</w:t>
      </w:r>
      <w:r w:rsidR="00E107CB" w:rsidRPr="00A425D1">
        <w:rPr>
          <w:rFonts w:ascii="Verdana" w:hAnsi="Verdana" w:cs="Calibri"/>
        </w:rPr>
        <w:t xml:space="preserve"> brutto: </w:t>
      </w:r>
      <w:r w:rsidR="00742D67" w:rsidRPr="00A425D1">
        <w:rPr>
          <w:rFonts w:ascii="Verdana" w:hAnsi="Verdana" w:cs="Calibri"/>
        </w:rPr>
        <w:t xml:space="preserve">……………………… </w:t>
      </w:r>
      <w:r w:rsidR="00E107CB" w:rsidRPr="00A425D1">
        <w:rPr>
          <w:rFonts w:ascii="Verdana" w:hAnsi="Verdana" w:cs="Calibri"/>
        </w:rPr>
        <w:t xml:space="preserve">zł, słownie: </w:t>
      </w:r>
      <w:r w:rsidR="00742D67" w:rsidRPr="00A425D1">
        <w:rPr>
          <w:rFonts w:ascii="Verdana" w:hAnsi="Verdana" w:cs="Calibri"/>
        </w:rPr>
        <w:t>……………………………………………………………………………………</w:t>
      </w:r>
      <w:r w:rsidR="00C12588">
        <w:rPr>
          <w:rFonts w:ascii="Verdana" w:hAnsi="Verdana" w:cs="Calibri"/>
        </w:rPr>
        <w:t>.</w:t>
      </w:r>
    </w:p>
    <w:p w14:paraId="25ED75C7" w14:textId="77777777" w:rsidR="00E107CB" w:rsidRDefault="00E107CB" w:rsidP="00374099">
      <w:pPr>
        <w:tabs>
          <w:tab w:val="right" w:leader="dot" w:pos="9356"/>
        </w:tabs>
        <w:spacing w:after="240"/>
        <w:ind w:left="357"/>
        <w:jc w:val="both"/>
        <w:rPr>
          <w:rFonts w:ascii="Verdana" w:hAnsi="Verdana" w:cs="Calibri"/>
        </w:rPr>
      </w:pPr>
      <w:r w:rsidRPr="00A425D1">
        <w:rPr>
          <w:rFonts w:ascii="Verdana" w:hAnsi="Verdana" w:cs="Calibri"/>
        </w:rPr>
        <w:t>………………………………………………………………………………………………………</w:t>
      </w:r>
      <w:r w:rsidR="00742D67" w:rsidRPr="00A425D1">
        <w:rPr>
          <w:rFonts w:ascii="Verdana" w:hAnsi="Verdana" w:cs="Calibri"/>
        </w:rPr>
        <w:t>……………………………………………………</w:t>
      </w:r>
    </w:p>
    <w:p w14:paraId="07244200" w14:textId="3981A388" w:rsidR="009B7905" w:rsidRDefault="009B7905" w:rsidP="00374099">
      <w:pPr>
        <w:tabs>
          <w:tab w:val="right" w:leader="dot" w:pos="9356"/>
        </w:tabs>
        <w:spacing w:after="240"/>
        <w:ind w:left="357"/>
        <w:jc w:val="both"/>
        <w:rPr>
          <w:rFonts w:ascii="Verdana" w:hAnsi="Verdana" w:cs="Calibri"/>
        </w:rPr>
      </w:pPr>
      <w:r w:rsidRPr="65D2D4C7">
        <w:rPr>
          <w:rFonts w:ascii="Verdana" w:hAnsi="Verdana" w:cs="Calibri"/>
        </w:rPr>
        <w:t>W tym:</w:t>
      </w: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123"/>
        <w:gridCol w:w="2026"/>
        <w:gridCol w:w="2027"/>
        <w:gridCol w:w="2027"/>
      </w:tblGrid>
      <w:tr w:rsidR="00A425D1" w14:paraId="59567700" w14:textId="77777777" w:rsidTr="00377D8C">
        <w:trPr>
          <w:trHeight w:val="225"/>
        </w:trPr>
        <w:tc>
          <w:tcPr>
            <w:tcW w:w="638" w:type="dxa"/>
            <w:shd w:val="clear" w:color="auto" w:fill="BFBFBF" w:themeFill="background1" w:themeFillShade="BF"/>
            <w:vAlign w:val="center"/>
          </w:tcPr>
          <w:p w14:paraId="2913F27B" w14:textId="23A3FFC0" w:rsidR="00A425D1" w:rsidRPr="65D2D4C7" w:rsidRDefault="00A425D1" w:rsidP="00C12588">
            <w:pPr>
              <w:spacing w:before="60" w:after="60" w:line="257" w:lineRule="auto"/>
              <w:rPr>
                <w:rFonts w:ascii="Aptos" w:eastAsia="Aptos" w:hAnsi="Aptos" w:cs="Aptos"/>
                <w:b/>
                <w:bCs/>
                <w:color w:val="000000" w:themeColor="text1"/>
                <w:sz w:val="22"/>
                <w:szCs w:val="22"/>
              </w:rPr>
            </w:pPr>
            <w:r>
              <w:rPr>
                <w:rFonts w:ascii="Aptos" w:eastAsia="Aptos" w:hAnsi="Aptos" w:cs="Aptos"/>
                <w:b/>
                <w:bCs/>
                <w:color w:val="000000" w:themeColor="text1"/>
                <w:sz w:val="22"/>
                <w:szCs w:val="22"/>
              </w:rPr>
              <w:t>Lp.</w:t>
            </w:r>
          </w:p>
        </w:tc>
        <w:tc>
          <w:tcPr>
            <w:tcW w:w="3123" w:type="dxa"/>
            <w:shd w:val="clear" w:color="auto" w:fill="BFBFBF" w:themeFill="background1" w:themeFillShade="BF"/>
            <w:vAlign w:val="center"/>
          </w:tcPr>
          <w:p w14:paraId="17343F52" w14:textId="29074330"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Rodzaj Usługi</w:t>
            </w:r>
          </w:p>
        </w:tc>
        <w:tc>
          <w:tcPr>
            <w:tcW w:w="2026" w:type="dxa"/>
            <w:shd w:val="clear" w:color="auto" w:fill="BFBFBF" w:themeFill="background1" w:themeFillShade="BF"/>
            <w:vAlign w:val="center"/>
          </w:tcPr>
          <w:p w14:paraId="03D79718" w14:textId="16A9468E"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netto PLN</w:t>
            </w:r>
          </w:p>
        </w:tc>
        <w:tc>
          <w:tcPr>
            <w:tcW w:w="2027" w:type="dxa"/>
            <w:shd w:val="clear" w:color="auto" w:fill="BFBFBF" w:themeFill="background1" w:themeFillShade="BF"/>
            <w:vAlign w:val="center"/>
          </w:tcPr>
          <w:p w14:paraId="1121D88E" w14:textId="38C1BEF1"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 xml:space="preserve">Podatek VAT </w:t>
            </w:r>
            <w:r w:rsidR="00C12588">
              <w:rPr>
                <w:rFonts w:ascii="Aptos" w:eastAsia="Aptos" w:hAnsi="Aptos" w:cs="Aptos"/>
                <w:b/>
                <w:bCs/>
                <w:color w:val="000000" w:themeColor="text1"/>
                <w:sz w:val="22"/>
                <w:szCs w:val="22"/>
              </w:rPr>
              <w:br/>
            </w:r>
            <w:r w:rsidRPr="65D2D4C7">
              <w:rPr>
                <w:rFonts w:ascii="Aptos" w:eastAsia="Aptos" w:hAnsi="Aptos" w:cs="Aptos"/>
                <w:b/>
                <w:bCs/>
                <w:color w:val="000000" w:themeColor="text1"/>
                <w:sz w:val="22"/>
                <w:szCs w:val="22"/>
              </w:rPr>
              <w:t>(%, PLN)</w:t>
            </w:r>
          </w:p>
        </w:tc>
        <w:tc>
          <w:tcPr>
            <w:tcW w:w="2027" w:type="dxa"/>
            <w:shd w:val="clear" w:color="auto" w:fill="BFBFBF" w:themeFill="background1" w:themeFillShade="BF"/>
            <w:vAlign w:val="center"/>
          </w:tcPr>
          <w:p w14:paraId="7F149231" w14:textId="02951614"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brutto PLN</w:t>
            </w:r>
          </w:p>
        </w:tc>
      </w:tr>
      <w:tr w:rsidR="00A425D1" w14:paraId="1267237C" w14:textId="77777777" w:rsidTr="00377D8C">
        <w:trPr>
          <w:trHeight w:val="225"/>
        </w:trPr>
        <w:tc>
          <w:tcPr>
            <w:tcW w:w="638" w:type="dxa"/>
          </w:tcPr>
          <w:p w14:paraId="5A376CED" w14:textId="785F2E3B" w:rsidR="00A425D1" w:rsidRPr="65D2D4C7" w:rsidRDefault="00A425D1" w:rsidP="00C12588">
            <w:pPr>
              <w:spacing w:before="60" w:after="60" w:line="257" w:lineRule="auto"/>
              <w:rPr>
                <w:rFonts w:ascii="Aptos" w:eastAsia="Aptos" w:hAnsi="Aptos" w:cs="Aptos"/>
                <w:sz w:val="22"/>
                <w:szCs w:val="22"/>
              </w:rPr>
            </w:pPr>
            <w:r>
              <w:rPr>
                <w:rFonts w:ascii="Aptos" w:eastAsia="Aptos" w:hAnsi="Aptos" w:cs="Aptos"/>
                <w:sz w:val="22"/>
                <w:szCs w:val="22"/>
              </w:rPr>
              <w:t>1</w:t>
            </w:r>
          </w:p>
        </w:tc>
        <w:tc>
          <w:tcPr>
            <w:tcW w:w="3123" w:type="dxa"/>
            <w:vAlign w:val="center"/>
          </w:tcPr>
          <w:p w14:paraId="55F72396" w14:textId="38FCEDB1" w:rsidR="00A425D1" w:rsidRDefault="00A425D1"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Medycyna pracy (rozliczenie w ramach cen jednostkowych) </w:t>
            </w:r>
          </w:p>
        </w:tc>
        <w:tc>
          <w:tcPr>
            <w:tcW w:w="2026" w:type="dxa"/>
            <w:vAlign w:val="center"/>
          </w:tcPr>
          <w:p w14:paraId="73510221" w14:textId="22BC9BC3" w:rsidR="00A425D1" w:rsidRDefault="00A425D1"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27" w:type="dxa"/>
            <w:vAlign w:val="center"/>
          </w:tcPr>
          <w:p w14:paraId="52CAF5C4" w14:textId="364DE32A" w:rsidR="00A425D1" w:rsidRDefault="00A425D1"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27" w:type="dxa"/>
            <w:vAlign w:val="center"/>
          </w:tcPr>
          <w:p w14:paraId="7FD7207F" w14:textId="01D298FE" w:rsidR="00A425D1" w:rsidRDefault="00A425D1"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A425D1" w14:paraId="68EF625B" w14:textId="77777777" w:rsidTr="00377D8C">
        <w:trPr>
          <w:trHeight w:val="675"/>
        </w:trPr>
        <w:tc>
          <w:tcPr>
            <w:tcW w:w="638" w:type="dxa"/>
          </w:tcPr>
          <w:p w14:paraId="77729004" w14:textId="6F500316" w:rsidR="00A425D1" w:rsidRPr="65D2D4C7" w:rsidRDefault="00A425D1" w:rsidP="00C12588">
            <w:pPr>
              <w:spacing w:before="60" w:after="60" w:line="257" w:lineRule="auto"/>
              <w:rPr>
                <w:rFonts w:ascii="Aptos" w:eastAsia="Aptos" w:hAnsi="Aptos" w:cs="Aptos"/>
                <w:sz w:val="22"/>
                <w:szCs w:val="22"/>
              </w:rPr>
            </w:pPr>
            <w:r>
              <w:rPr>
                <w:rFonts w:ascii="Aptos" w:eastAsia="Aptos" w:hAnsi="Aptos" w:cs="Aptos"/>
                <w:sz w:val="22"/>
                <w:szCs w:val="22"/>
              </w:rPr>
              <w:t>2</w:t>
            </w:r>
          </w:p>
        </w:tc>
        <w:tc>
          <w:tcPr>
            <w:tcW w:w="3123" w:type="dxa"/>
            <w:vAlign w:val="center"/>
          </w:tcPr>
          <w:p w14:paraId="3C076308" w14:textId="5EFBA840" w:rsidR="00A425D1" w:rsidRDefault="00A425D1"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Dodatkowe usługi BHP </w:t>
            </w:r>
          </w:p>
        </w:tc>
        <w:tc>
          <w:tcPr>
            <w:tcW w:w="2026" w:type="dxa"/>
            <w:vAlign w:val="center"/>
          </w:tcPr>
          <w:p w14:paraId="2B5104F5" w14:textId="39E26F06" w:rsidR="00A425D1" w:rsidRDefault="00A425D1"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27" w:type="dxa"/>
            <w:vAlign w:val="center"/>
          </w:tcPr>
          <w:p w14:paraId="04197C86" w14:textId="4D1B1D4B" w:rsidR="00A425D1" w:rsidRDefault="00A425D1"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27" w:type="dxa"/>
            <w:vAlign w:val="center"/>
          </w:tcPr>
          <w:p w14:paraId="5295B620" w14:textId="5C3A3F66" w:rsidR="00A425D1" w:rsidRDefault="00A425D1"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A425D1" w14:paraId="5C0893C7" w14:textId="77777777" w:rsidTr="00377D8C">
        <w:trPr>
          <w:trHeight w:val="675"/>
        </w:trPr>
        <w:tc>
          <w:tcPr>
            <w:tcW w:w="638" w:type="dxa"/>
            <w:shd w:val="clear" w:color="auto" w:fill="F2F2F2" w:themeFill="background1" w:themeFillShade="F2"/>
          </w:tcPr>
          <w:p w14:paraId="7622E5D9" w14:textId="77777777" w:rsidR="00A425D1" w:rsidRPr="65D2D4C7" w:rsidRDefault="00A425D1" w:rsidP="00C12588">
            <w:pPr>
              <w:spacing w:before="60" w:after="60" w:line="257" w:lineRule="auto"/>
              <w:rPr>
                <w:rFonts w:ascii="Aptos" w:eastAsia="Aptos" w:hAnsi="Aptos" w:cs="Aptos"/>
                <w:b/>
                <w:bCs/>
                <w:color w:val="000000" w:themeColor="text1"/>
                <w:sz w:val="22"/>
                <w:szCs w:val="22"/>
              </w:rPr>
            </w:pPr>
          </w:p>
        </w:tc>
        <w:tc>
          <w:tcPr>
            <w:tcW w:w="3123" w:type="dxa"/>
            <w:shd w:val="clear" w:color="auto" w:fill="F2F2F2" w:themeFill="background1" w:themeFillShade="F2"/>
            <w:vAlign w:val="center"/>
          </w:tcPr>
          <w:p w14:paraId="35A7904D" w14:textId="57655D2D"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SUMA</w:t>
            </w:r>
            <w:r w:rsidRPr="65D2D4C7">
              <w:rPr>
                <w:rFonts w:ascii="Aptos" w:eastAsia="Aptos" w:hAnsi="Aptos" w:cs="Aptos"/>
                <w:color w:val="000000" w:themeColor="text1"/>
                <w:sz w:val="22"/>
                <w:szCs w:val="22"/>
              </w:rPr>
              <w:t xml:space="preserve"> </w:t>
            </w:r>
            <w:r w:rsidRPr="65D2D4C7">
              <w:rPr>
                <w:rFonts w:ascii="Aptos" w:eastAsia="Aptos" w:hAnsi="Aptos" w:cs="Aptos"/>
                <w:b/>
                <w:bCs/>
                <w:color w:val="000000" w:themeColor="text1"/>
                <w:sz w:val="22"/>
                <w:szCs w:val="22"/>
              </w:rPr>
              <w:t>(</w:t>
            </w:r>
            <w:r>
              <w:rPr>
                <w:rFonts w:ascii="Aptos" w:eastAsia="Aptos" w:hAnsi="Aptos" w:cs="Aptos"/>
                <w:b/>
                <w:bCs/>
                <w:color w:val="000000" w:themeColor="text1"/>
                <w:sz w:val="22"/>
                <w:szCs w:val="22"/>
              </w:rPr>
              <w:t>wartość</w:t>
            </w:r>
            <w:r w:rsidRPr="65D2D4C7">
              <w:rPr>
                <w:rFonts w:ascii="Aptos" w:eastAsia="Aptos" w:hAnsi="Aptos" w:cs="Aptos"/>
                <w:b/>
                <w:bCs/>
                <w:color w:val="000000" w:themeColor="text1"/>
                <w:sz w:val="22"/>
                <w:szCs w:val="22"/>
              </w:rPr>
              <w:t xml:space="preserve"> oferty)</w:t>
            </w:r>
            <w:r w:rsidRPr="65D2D4C7">
              <w:rPr>
                <w:rFonts w:ascii="Aptos" w:eastAsia="Aptos" w:hAnsi="Aptos" w:cs="Aptos"/>
                <w:color w:val="000000" w:themeColor="text1"/>
                <w:sz w:val="22"/>
                <w:szCs w:val="22"/>
              </w:rPr>
              <w:t xml:space="preserve"> </w:t>
            </w:r>
            <w:r>
              <w:rPr>
                <w:rFonts w:ascii="Aptos" w:eastAsia="Aptos" w:hAnsi="Aptos" w:cs="Aptos"/>
                <w:color w:val="000000" w:themeColor="text1"/>
                <w:sz w:val="22"/>
                <w:szCs w:val="22"/>
              </w:rPr>
              <w:br/>
              <w:t>(suma pozycji 1 + 2)</w:t>
            </w:r>
          </w:p>
        </w:tc>
        <w:tc>
          <w:tcPr>
            <w:tcW w:w="2026" w:type="dxa"/>
            <w:shd w:val="clear" w:color="auto" w:fill="F2F2F2" w:themeFill="background1" w:themeFillShade="F2"/>
            <w:vAlign w:val="center"/>
          </w:tcPr>
          <w:p w14:paraId="23ADAEFC" w14:textId="5AF1EDAA"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color w:val="000000" w:themeColor="text1"/>
                <w:sz w:val="22"/>
                <w:szCs w:val="22"/>
              </w:rPr>
              <w:t xml:space="preserve"> …………………</w:t>
            </w:r>
            <w:r w:rsidR="00C12588">
              <w:rPr>
                <w:rFonts w:ascii="Aptos" w:eastAsia="Aptos" w:hAnsi="Aptos" w:cs="Aptos"/>
                <w:color w:val="000000" w:themeColor="text1"/>
                <w:sz w:val="22"/>
                <w:szCs w:val="22"/>
              </w:rPr>
              <w:t xml:space="preserve"> </w:t>
            </w:r>
            <w:r w:rsidRPr="65D2D4C7">
              <w:rPr>
                <w:rFonts w:ascii="Aptos" w:eastAsia="Aptos" w:hAnsi="Aptos" w:cs="Aptos"/>
                <w:color w:val="000000" w:themeColor="text1"/>
                <w:sz w:val="22"/>
                <w:szCs w:val="22"/>
              </w:rPr>
              <w:t>PLN</w:t>
            </w:r>
          </w:p>
        </w:tc>
        <w:tc>
          <w:tcPr>
            <w:tcW w:w="2027" w:type="dxa"/>
            <w:shd w:val="clear" w:color="auto" w:fill="F2F2F2" w:themeFill="background1" w:themeFillShade="F2"/>
            <w:vAlign w:val="center"/>
          </w:tcPr>
          <w:p w14:paraId="047742DB" w14:textId="7ADC0E5F" w:rsidR="00A425D1" w:rsidRDefault="00A425D1" w:rsidP="00C12588">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27" w:type="dxa"/>
            <w:shd w:val="clear" w:color="auto" w:fill="F2F2F2" w:themeFill="background1" w:themeFillShade="F2"/>
            <w:vAlign w:val="center"/>
          </w:tcPr>
          <w:p w14:paraId="55F3C04D" w14:textId="30CF586E" w:rsidR="00A425D1" w:rsidRDefault="00A425D1"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sz w:val="22"/>
                <w:szCs w:val="22"/>
              </w:rPr>
              <w:t xml:space="preserve"> ………………… PLN</w:t>
            </w:r>
          </w:p>
        </w:tc>
      </w:tr>
    </w:tbl>
    <w:p w14:paraId="6CCF8730" w14:textId="0CF3D551" w:rsidR="65D2D4C7" w:rsidRDefault="65D2D4C7" w:rsidP="65D2D4C7">
      <w:pPr>
        <w:tabs>
          <w:tab w:val="right" w:leader="dot" w:pos="9356"/>
        </w:tabs>
        <w:spacing w:after="240"/>
        <w:ind w:left="357"/>
        <w:jc w:val="both"/>
        <w:rPr>
          <w:rFonts w:ascii="Verdana" w:hAnsi="Verdana" w:cs="Calibri"/>
        </w:rPr>
      </w:pPr>
    </w:p>
    <w:p w14:paraId="062927C2" w14:textId="27F41993" w:rsidR="009D373C" w:rsidRPr="00E6158F" w:rsidRDefault="009D373C" w:rsidP="00374099">
      <w:pPr>
        <w:tabs>
          <w:tab w:val="right" w:leader="dot" w:pos="9356"/>
        </w:tabs>
        <w:spacing w:after="240"/>
        <w:ind w:left="357"/>
        <w:jc w:val="both"/>
        <w:rPr>
          <w:rFonts w:ascii="Verdana" w:hAnsi="Verdana" w:cs="Calibri"/>
        </w:rPr>
      </w:pPr>
      <w:r w:rsidRPr="65D2D4C7">
        <w:rPr>
          <w:rFonts w:ascii="Verdana" w:hAnsi="Verdana" w:cs="Calibri"/>
        </w:rPr>
        <w:t xml:space="preserve">Do oferty załączam Załącznik nr </w:t>
      </w:r>
      <w:r w:rsidR="1C771EED" w:rsidRPr="65D2D4C7">
        <w:rPr>
          <w:rFonts w:ascii="Verdana" w:hAnsi="Verdana" w:cs="Calibri"/>
        </w:rPr>
        <w:t>1_a</w:t>
      </w:r>
      <w:r w:rsidRPr="65D2D4C7">
        <w:rPr>
          <w:rFonts w:ascii="Verdana" w:hAnsi="Verdana" w:cs="Calibri"/>
        </w:rPr>
        <w:t xml:space="preserve"> do SWZ </w:t>
      </w:r>
      <w:r w:rsidRPr="00C12588">
        <w:rPr>
          <w:rFonts w:ascii="Verdana" w:hAnsi="Verdana" w:cs="Calibri"/>
        </w:rPr>
        <w:t xml:space="preserve">– „Szablon do wyceny wartości usług </w:t>
      </w:r>
      <w:r w:rsidR="00F76A71" w:rsidRPr="00C12588">
        <w:rPr>
          <w:rFonts w:ascii="Verdana" w:hAnsi="Verdana" w:cs="Calibri"/>
        </w:rPr>
        <w:t xml:space="preserve">Medycyny </w:t>
      </w:r>
      <w:proofErr w:type="spellStart"/>
      <w:r w:rsidR="00F76A71" w:rsidRPr="00C12588">
        <w:rPr>
          <w:rFonts w:ascii="Verdana" w:hAnsi="Verdana" w:cs="Calibri"/>
        </w:rPr>
        <w:t>Pracy</w:t>
      </w:r>
      <w:r w:rsidRPr="00C12588">
        <w:rPr>
          <w:rFonts w:ascii="Verdana" w:hAnsi="Verdana" w:cs="Calibri"/>
        </w:rPr>
        <w:t>_Rzeszów</w:t>
      </w:r>
      <w:proofErr w:type="spellEnd"/>
      <w:r w:rsidRPr="00C12588">
        <w:rPr>
          <w:rFonts w:ascii="Verdana" w:hAnsi="Verdana" w:cs="Calibri"/>
        </w:rPr>
        <w:t>” podpisany zgodnie z zasadami reprezentacji.</w:t>
      </w:r>
    </w:p>
    <w:p w14:paraId="21CC14EF" w14:textId="77777777" w:rsidR="00E107CB" w:rsidRPr="009B5D47" w:rsidRDefault="00E107CB" w:rsidP="00F54340">
      <w:pPr>
        <w:numPr>
          <w:ilvl w:val="0"/>
          <w:numId w:val="11"/>
        </w:numPr>
        <w:spacing w:after="240"/>
        <w:ind w:left="357" w:hanging="357"/>
        <w:jc w:val="both"/>
        <w:rPr>
          <w:rFonts w:ascii="Verdana" w:hAnsi="Verdana" w:cs="Calibri"/>
        </w:rPr>
      </w:pPr>
      <w:r w:rsidRPr="00E6158F">
        <w:rPr>
          <w:rFonts w:ascii="Verdana" w:hAnsi="Verdana" w:cs="Calibri"/>
        </w:rPr>
        <w:t xml:space="preserve">Oświadczamy, że cena ofertowa zawiera wszystkie koszty związane z realizacją przedmiotu </w:t>
      </w:r>
      <w:r w:rsidR="00D521B2" w:rsidRPr="00E6158F">
        <w:rPr>
          <w:rFonts w:ascii="Verdana" w:hAnsi="Verdana" w:cs="Calibri"/>
        </w:rPr>
        <w:t xml:space="preserve">Zakupu </w:t>
      </w:r>
      <w:r w:rsidRPr="009B5D47">
        <w:rPr>
          <w:rFonts w:ascii="Verdana" w:hAnsi="Verdana" w:cs="Calibri"/>
        </w:rPr>
        <w:t>i</w:t>
      </w:r>
      <w:r w:rsidR="006240D7" w:rsidRPr="009B5D47">
        <w:rPr>
          <w:rFonts w:ascii="Verdana" w:hAnsi="Verdana" w:cs="Calibri"/>
        </w:rPr>
        <w:t> </w:t>
      </w:r>
      <w:r w:rsidRPr="009B5D47">
        <w:rPr>
          <w:rFonts w:ascii="Verdana" w:hAnsi="Verdana" w:cs="Calibri"/>
        </w:rPr>
        <w:t xml:space="preserve">pozostanie niezmienna do końca realizacji </w:t>
      </w:r>
      <w:r w:rsidR="0049751D" w:rsidRPr="009B5D47">
        <w:rPr>
          <w:rFonts w:ascii="Verdana" w:hAnsi="Verdana" w:cs="Calibri"/>
        </w:rPr>
        <w:t>umowy</w:t>
      </w:r>
      <w:r w:rsidRPr="009B5D47">
        <w:rPr>
          <w:rFonts w:ascii="Verdana" w:hAnsi="Verdana" w:cs="Calibri"/>
        </w:rPr>
        <w:t>.</w:t>
      </w:r>
    </w:p>
    <w:p w14:paraId="2D4BCCCC" w14:textId="73D148E7" w:rsidR="004501E1" w:rsidRDefault="00E107CB" w:rsidP="00F54340">
      <w:pPr>
        <w:numPr>
          <w:ilvl w:val="0"/>
          <w:numId w:val="11"/>
        </w:numPr>
        <w:spacing w:after="240"/>
        <w:ind w:left="357" w:hanging="357"/>
        <w:jc w:val="both"/>
        <w:rPr>
          <w:rFonts w:ascii="Verdana" w:hAnsi="Verdana" w:cs="Calibri"/>
        </w:rPr>
      </w:pPr>
      <w:r w:rsidRPr="00E6158F">
        <w:rPr>
          <w:rFonts w:ascii="Verdana" w:hAnsi="Verdana" w:cs="Calibri"/>
        </w:rPr>
        <w:t xml:space="preserve">Oświadczamy, że </w:t>
      </w:r>
      <w:r w:rsidR="00D521B2" w:rsidRPr="00E6158F">
        <w:rPr>
          <w:rFonts w:ascii="Verdana" w:hAnsi="Verdana" w:cs="Calibri"/>
        </w:rPr>
        <w:t xml:space="preserve">Zakup </w:t>
      </w:r>
      <w:r w:rsidRPr="00E6158F">
        <w:rPr>
          <w:rFonts w:ascii="Verdana" w:hAnsi="Verdana" w:cs="Calibri"/>
        </w:rPr>
        <w:t xml:space="preserve">zrealizujemy w </w:t>
      </w:r>
      <w:r w:rsidR="001E601D" w:rsidRPr="00E6158F">
        <w:rPr>
          <w:rFonts w:ascii="Verdana" w:hAnsi="Verdana" w:cs="Calibri"/>
        </w:rPr>
        <w:t>terminie</w:t>
      </w:r>
      <w:r w:rsidR="004501E1" w:rsidRPr="00E6158F">
        <w:rPr>
          <w:rFonts w:ascii="Verdana" w:hAnsi="Verdana" w:cs="Calibri"/>
        </w:rPr>
        <w:t xml:space="preserve">: </w:t>
      </w:r>
      <w:r w:rsidR="00F04044" w:rsidRPr="00F04044">
        <w:rPr>
          <w:rFonts w:ascii="Verdana" w:hAnsi="Verdana" w:cs="Calibri"/>
        </w:rPr>
        <w:t xml:space="preserve">od dnia </w:t>
      </w:r>
      <w:r w:rsidR="0066703A">
        <w:rPr>
          <w:rFonts w:ascii="Verdana" w:hAnsi="Verdana" w:cs="Calibri"/>
        </w:rPr>
        <w:t>1</w:t>
      </w:r>
      <w:r w:rsidR="00F04044" w:rsidRPr="00F04044">
        <w:rPr>
          <w:rFonts w:ascii="Verdana" w:hAnsi="Verdana" w:cs="Calibri"/>
        </w:rPr>
        <w:t>.0</w:t>
      </w:r>
      <w:r w:rsidR="0066703A">
        <w:rPr>
          <w:rFonts w:ascii="Verdana" w:hAnsi="Verdana" w:cs="Calibri"/>
        </w:rPr>
        <w:t>3</w:t>
      </w:r>
      <w:r w:rsidR="00F04044" w:rsidRPr="00F04044">
        <w:rPr>
          <w:rFonts w:ascii="Verdana" w:hAnsi="Verdana" w:cs="Calibri"/>
        </w:rPr>
        <w:t>.2026 r. do 28.02.2027 r.</w:t>
      </w:r>
    </w:p>
    <w:p w14:paraId="1EB3FA0E" w14:textId="77777777" w:rsidR="00F04044" w:rsidRDefault="00F04044" w:rsidP="00F04044">
      <w:pPr>
        <w:spacing w:after="240"/>
        <w:ind w:left="357"/>
        <w:jc w:val="both"/>
        <w:rPr>
          <w:rFonts w:ascii="Verdana" w:hAnsi="Verdana" w:cs="Calibri"/>
        </w:rPr>
      </w:pPr>
    </w:p>
    <w:p w14:paraId="0FB50882" w14:textId="77777777" w:rsidR="00F04044" w:rsidRPr="00F04044" w:rsidRDefault="00F04044" w:rsidP="00A425D1">
      <w:pPr>
        <w:spacing w:after="240"/>
        <w:jc w:val="both"/>
        <w:rPr>
          <w:rFonts w:ascii="Verdana" w:hAnsi="Verdana" w:cs="Calibri"/>
          <w:b/>
          <w:bCs/>
        </w:rPr>
      </w:pPr>
      <w:r w:rsidRPr="00F04044">
        <w:rPr>
          <w:rFonts w:ascii="Verdana" w:hAnsi="Verdana" w:cs="Calibri"/>
          <w:b/>
          <w:bCs/>
        </w:rPr>
        <w:lastRenderedPageBreak/>
        <w:t>Zadanie 2 - Zakup Usług dodatkowej opieki medycznej dla Pracowników PGE Obrót S.A. Centrala w Rzeszowie</w:t>
      </w:r>
    </w:p>
    <w:p w14:paraId="1BCCE6C0" w14:textId="45382E85" w:rsidR="009B5D47" w:rsidRPr="00A425D1" w:rsidRDefault="009B5D47" w:rsidP="65D2D4C7">
      <w:pPr>
        <w:numPr>
          <w:ilvl w:val="2"/>
          <w:numId w:val="61"/>
        </w:numPr>
        <w:spacing w:after="240"/>
        <w:ind w:left="357" w:hanging="357"/>
        <w:contextualSpacing/>
        <w:jc w:val="both"/>
        <w:rPr>
          <w:rFonts w:ascii="Verdana" w:hAnsi="Verdana" w:cs="Calibri"/>
        </w:rPr>
      </w:pPr>
      <w:r w:rsidRPr="00A425D1">
        <w:rPr>
          <w:rFonts w:ascii="Verdana" w:hAnsi="Verdana" w:cs="Calibri"/>
        </w:rPr>
        <w:t xml:space="preserve">Oferujemy wykonanie przedmiotu zakupu zgodnie z warunkami określonymi w Specyfikacji Warunków Zamówienia za </w:t>
      </w:r>
      <w:r w:rsidR="731D9A60" w:rsidRPr="65D2D4C7">
        <w:rPr>
          <w:rFonts w:ascii="Verdana" w:hAnsi="Verdana" w:cs="Calibri"/>
        </w:rPr>
        <w:t>wartość</w:t>
      </w:r>
      <w:r w:rsidRPr="00A425D1">
        <w:rPr>
          <w:rFonts w:ascii="Verdana" w:hAnsi="Verdana" w:cs="Calibri"/>
        </w:rPr>
        <w:t xml:space="preserve"> netto, która wynosi: ……………………………… zł, słownie: …………………………………………………………………………………………………………………………………………………………..</w:t>
      </w:r>
    </w:p>
    <w:p w14:paraId="1EBD0CC6"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podatek VAT ………%, kwota: ……………………, słownie: …………………………………………………………………….</w:t>
      </w:r>
    </w:p>
    <w:p w14:paraId="559FC42C"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w:t>
      </w:r>
    </w:p>
    <w:p w14:paraId="6D35A752" w14:textId="47C8BE4D" w:rsidR="009B5D47" w:rsidRPr="00A425D1" w:rsidRDefault="168D0E9C" w:rsidP="65D2D4C7">
      <w:pPr>
        <w:tabs>
          <w:tab w:val="right" w:leader="dot" w:pos="9356"/>
        </w:tabs>
        <w:spacing w:after="240"/>
        <w:ind w:left="357"/>
        <w:contextualSpacing/>
        <w:jc w:val="both"/>
        <w:rPr>
          <w:rFonts w:ascii="Verdana" w:hAnsi="Verdana" w:cs="Calibri"/>
        </w:rPr>
      </w:pPr>
      <w:r w:rsidRPr="65D2D4C7">
        <w:rPr>
          <w:rFonts w:ascii="Verdana" w:hAnsi="Verdana" w:cs="Calibri"/>
        </w:rPr>
        <w:t>wartość</w:t>
      </w:r>
      <w:r w:rsidR="009B5D47" w:rsidRPr="00A425D1">
        <w:rPr>
          <w:rFonts w:ascii="Verdana" w:hAnsi="Verdana" w:cs="Calibri"/>
        </w:rPr>
        <w:t xml:space="preserve"> brutto: ……………………… zł, słownie: ……………………………………………………………………………………</w:t>
      </w:r>
      <w:r w:rsidR="00C12588">
        <w:rPr>
          <w:rFonts w:ascii="Verdana" w:hAnsi="Verdana" w:cs="Calibri"/>
        </w:rPr>
        <w:t>.</w:t>
      </w:r>
    </w:p>
    <w:p w14:paraId="3E60DEBD" w14:textId="77777777" w:rsidR="009B5D47" w:rsidRDefault="009B5D47" w:rsidP="009B5D47">
      <w:pPr>
        <w:tabs>
          <w:tab w:val="right" w:leader="dot" w:pos="9356"/>
        </w:tabs>
        <w:spacing w:after="240"/>
        <w:ind w:left="357"/>
        <w:jc w:val="both"/>
        <w:rPr>
          <w:rFonts w:ascii="Verdana" w:hAnsi="Verdana" w:cs="Calibri"/>
        </w:rPr>
      </w:pPr>
      <w:r w:rsidRPr="00A425D1">
        <w:rPr>
          <w:rFonts w:ascii="Verdana" w:hAnsi="Verdana" w:cs="Calibri"/>
        </w:rPr>
        <w:t>……………………………………………………………………………………………………………………………………………………………</w:t>
      </w:r>
    </w:p>
    <w:p w14:paraId="37CA6084" w14:textId="77777777" w:rsidR="009D373C" w:rsidRDefault="009D373C" w:rsidP="009D373C">
      <w:pPr>
        <w:tabs>
          <w:tab w:val="right" w:leader="dot" w:pos="9356"/>
        </w:tabs>
        <w:spacing w:after="240"/>
        <w:ind w:left="357"/>
        <w:jc w:val="both"/>
        <w:rPr>
          <w:rFonts w:ascii="Verdana" w:hAnsi="Verdana" w:cs="Calibri"/>
        </w:rPr>
      </w:pPr>
      <w:r w:rsidRPr="65D2D4C7">
        <w:rPr>
          <w:rFonts w:ascii="Verdana" w:hAnsi="Verdana" w:cs="Calibri"/>
        </w:rPr>
        <w:t>W tym:</w:t>
      </w: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126"/>
        <w:gridCol w:w="2067"/>
        <w:gridCol w:w="2067"/>
        <w:gridCol w:w="2067"/>
      </w:tblGrid>
      <w:tr w:rsidR="000B3F9E" w14:paraId="778ABA88" w14:textId="77777777" w:rsidTr="000B3F9E">
        <w:trPr>
          <w:trHeight w:val="225"/>
        </w:trPr>
        <w:tc>
          <w:tcPr>
            <w:tcW w:w="524" w:type="dxa"/>
            <w:shd w:val="clear" w:color="auto" w:fill="BFBFBF" w:themeFill="background1" w:themeFillShade="BF"/>
            <w:vAlign w:val="center"/>
          </w:tcPr>
          <w:p w14:paraId="5B927E76" w14:textId="0D948030" w:rsidR="000B3F9E" w:rsidRPr="65D2D4C7" w:rsidRDefault="000B3F9E" w:rsidP="000B3F9E">
            <w:pPr>
              <w:spacing w:before="60" w:after="60" w:line="257" w:lineRule="auto"/>
              <w:rPr>
                <w:rFonts w:ascii="Aptos" w:eastAsia="Aptos" w:hAnsi="Aptos" w:cs="Aptos"/>
                <w:b/>
                <w:bCs/>
                <w:color w:val="000000" w:themeColor="text1"/>
                <w:sz w:val="22"/>
                <w:szCs w:val="22"/>
              </w:rPr>
            </w:pPr>
            <w:r>
              <w:rPr>
                <w:rFonts w:ascii="Aptos" w:eastAsia="Aptos" w:hAnsi="Aptos" w:cs="Aptos"/>
                <w:b/>
                <w:bCs/>
                <w:color w:val="000000" w:themeColor="text1"/>
                <w:sz w:val="22"/>
                <w:szCs w:val="22"/>
              </w:rPr>
              <w:t>Lp.</w:t>
            </w:r>
          </w:p>
        </w:tc>
        <w:tc>
          <w:tcPr>
            <w:tcW w:w="3126" w:type="dxa"/>
            <w:shd w:val="clear" w:color="auto" w:fill="BFBFBF" w:themeFill="background1" w:themeFillShade="BF"/>
            <w:vAlign w:val="center"/>
          </w:tcPr>
          <w:p w14:paraId="40C9B76B" w14:textId="19689114"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Rodzaj Usługi</w:t>
            </w:r>
            <w:r w:rsidRPr="65D2D4C7">
              <w:rPr>
                <w:rFonts w:ascii="Aptos" w:eastAsia="Aptos" w:hAnsi="Aptos" w:cs="Aptos"/>
                <w:color w:val="000000" w:themeColor="text1"/>
                <w:sz w:val="22"/>
                <w:szCs w:val="22"/>
              </w:rPr>
              <w:t xml:space="preserve"> </w:t>
            </w:r>
          </w:p>
        </w:tc>
        <w:tc>
          <w:tcPr>
            <w:tcW w:w="2067" w:type="dxa"/>
            <w:shd w:val="clear" w:color="auto" w:fill="BFBFBF" w:themeFill="background1" w:themeFillShade="BF"/>
            <w:vAlign w:val="center"/>
          </w:tcPr>
          <w:p w14:paraId="5D0C7606" w14:textId="264D27DE"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netto PLN</w:t>
            </w:r>
            <w:r w:rsidRPr="65D2D4C7">
              <w:rPr>
                <w:rFonts w:ascii="Aptos" w:eastAsia="Aptos" w:hAnsi="Aptos" w:cs="Aptos"/>
                <w:color w:val="000000" w:themeColor="text1"/>
                <w:sz w:val="22"/>
                <w:szCs w:val="22"/>
              </w:rPr>
              <w:t xml:space="preserve"> </w:t>
            </w:r>
          </w:p>
        </w:tc>
        <w:tc>
          <w:tcPr>
            <w:tcW w:w="2067" w:type="dxa"/>
            <w:shd w:val="clear" w:color="auto" w:fill="BFBFBF" w:themeFill="background1" w:themeFillShade="BF"/>
            <w:vAlign w:val="center"/>
          </w:tcPr>
          <w:p w14:paraId="30115C74" w14:textId="6D6943DF"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 xml:space="preserve">Podatek VAT </w:t>
            </w:r>
            <w:r>
              <w:rPr>
                <w:rFonts w:ascii="Aptos" w:eastAsia="Aptos" w:hAnsi="Aptos" w:cs="Aptos"/>
                <w:b/>
                <w:bCs/>
                <w:color w:val="000000" w:themeColor="text1"/>
                <w:sz w:val="22"/>
                <w:szCs w:val="22"/>
              </w:rPr>
              <w:br/>
            </w:r>
            <w:r w:rsidRPr="65D2D4C7">
              <w:rPr>
                <w:rFonts w:ascii="Aptos" w:eastAsia="Aptos" w:hAnsi="Aptos" w:cs="Aptos"/>
                <w:b/>
                <w:bCs/>
                <w:color w:val="000000" w:themeColor="text1"/>
                <w:sz w:val="22"/>
                <w:szCs w:val="22"/>
              </w:rPr>
              <w:t>(%, PLN)</w:t>
            </w:r>
            <w:r w:rsidRPr="65D2D4C7">
              <w:rPr>
                <w:rFonts w:ascii="Aptos" w:eastAsia="Aptos" w:hAnsi="Aptos" w:cs="Aptos"/>
                <w:color w:val="000000" w:themeColor="text1"/>
                <w:sz w:val="22"/>
                <w:szCs w:val="22"/>
              </w:rPr>
              <w:t xml:space="preserve"> </w:t>
            </w:r>
          </w:p>
        </w:tc>
        <w:tc>
          <w:tcPr>
            <w:tcW w:w="2067" w:type="dxa"/>
            <w:shd w:val="clear" w:color="auto" w:fill="BFBFBF" w:themeFill="background1" w:themeFillShade="BF"/>
            <w:vAlign w:val="center"/>
          </w:tcPr>
          <w:p w14:paraId="22793F9D" w14:textId="040F8C98"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brutto PLN</w:t>
            </w:r>
            <w:r w:rsidRPr="65D2D4C7">
              <w:rPr>
                <w:rFonts w:ascii="Aptos" w:eastAsia="Aptos" w:hAnsi="Aptos" w:cs="Aptos"/>
                <w:color w:val="000000" w:themeColor="text1"/>
                <w:sz w:val="22"/>
                <w:szCs w:val="22"/>
              </w:rPr>
              <w:t xml:space="preserve"> </w:t>
            </w:r>
          </w:p>
        </w:tc>
      </w:tr>
      <w:tr w:rsidR="000B3F9E" w14:paraId="06E4FDEB" w14:textId="77777777" w:rsidTr="000B3F9E">
        <w:trPr>
          <w:trHeight w:val="225"/>
        </w:trPr>
        <w:tc>
          <w:tcPr>
            <w:tcW w:w="524" w:type="dxa"/>
            <w:vAlign w:val="center"/>
          </w:tcPr>
          <w:p w14:paraId="0BB2D81B" w14:textId="150662E5"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1</w:t>
            </w:r>
          </w:p>
        </w:tc>
        <w:tc>
          <w:tcPr>
            <w:tcW w:w="3126" w:type="dxa"/>
            <w:vAlign w:val="center"/>
          </w:tcPr>
          <w:p w14:paraId="25B04460" w14:textId="14A7FD73"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Dodatkowa opieka medyczna</w:t>
            </w:r>
          </w:p>
        </w:tc>
        <w:tc>
          <w:tcPr>
            <w:tcW w:w="2067" w:type="dxa"/>
            <w:vAlign w:val="center"/>
          </w:tcPr>
          <w:p w14:paraId="33B170A8" w14:textId="65C36F0C" w:rsidR="000B3F9E" w:rsidRDefault="000B3F9E" w:rsidP="000B3F9E">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PLN</w:t>
            </w:r>
          </w:p>
        </w:tc>
        <w:tc>
          <w:tcPr>
            <w:tcW w:w="2067" w:type="dxa"/>
            <w:vAlign w:val="center"/>
          </w:tcPr>
          <w:p w14:paraId="77A257B1" w14:textId="45C598DA" w:rsidR="000B3F9E" w:rsidRDefault="000B3F9E" w:rsidP="000B3F9E">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67" w:type="dxa"/>
            <w:vAlign w:val="center"/>
          </w:tcPr>
          <w:p w14:paraId="567713BC" w14:textId="1587FA1A" w:rsidR="000B3F9E" w:rsidRDefault="000B3F9E" w:rsidP="000B3F9E">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PLN</w:t>
            </w:r>
          </w:p>
        </w:tc>
      </w:tr>
      <w:tr w:rsidR="000B3F9E" w14:paraId="6B346B9A" w14:textId="77777777" w:rsidTr="000B3F9E">
        <w:trPr>
          <w:trHeight w:val="675"/>
        </w:trPr>
        <w:tc>
          <w:tcPr>
            <w:tcW w:w="524" w:type="dxa"/>
            <w:shd w:val="clear" w:color="auto" w:fill="F2F2F2" w:themeFill="background1" w:themeFillShade="F2"/>
            <w:vAlign w:val="center"/>
          </w:tcPr>
          <w:p w14:paraId="55B75406" w14:textId="77777777" w:rsidR="000B3F9E" w:rsidRPr="65D2D4C7" w:rsidRDefault="000B3F9E" w:rsidP="000B3F9E">
            <w:pPr>
              <w:spacing w:before="60" w:after="60" w:line="257" w:lineRule="auto"/>
              <w:rPr>
                <w:rFonts w:ascii="Aptos" w:eastAsia="Aptos" w:hAnsi="Aptos" w:cs="Aptos"/>
                <w:b/>
                <w:bCs/>
                <w:color w:val="000000" w:themeColor="text1"/>
                <w:sz w:val="22"/>
                <w:szCs w:val="22"/>
              </w:rPr>
            </w:pPr>
          </w:p>
        </w:tc>
        <w:tc>
          <w:tcPr>
            <w:tcW w:w="3126" w:type="dxa"/>
            <w:shd w:val="clear" w:color="auto" w:fill="F2F2F2" w:themeFill="background1" w:themeFillShade="F2"/>
            <w:vAlign w:val="center"/>
          </w:tcPr>
          <w:p w14:paraId="19E81DF8" w14:textId="0C989C78"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SUMA</w:t>
            </w:r>
            <w:r w:rsidRPr="65D2D4C7">
              <w:rPr>
                <w:rFonts w:ascii="Aptos" w:eastAsia="Aptos" w:hAnsi="Aptos" w:cs="Aptos"/>
                <w:color w:val="000000" w:themeColor="text1"/>
                <w:sz w:val="22"/>
                <w:szCs w:val="22"/>
              </w:rPr>
              <w:t xml:space="preserve"> </w:t>
            </w:r>
            <w:r w:rsidRPr="65D2D4C7">
              <w:rPr>
                <w:rFonts w:ascii="Aptos" w:eastAsia="Aptos" w:hAnsi="Aptos" w:cs="Aptos"/>
                <w:b/>
                <w:bCs/>
                <w:color w:val="000000" w:themeColor="text1"/>
                <w:sz w:val="22"/>
                <w:szCs w:val="22"/>
              </w:rPr>
              <w:t>(</w:t>
            </w:r>
            <w:r>
              <w:rPr>
                <w:rFonts w:ascii="Aptos" w:eastAsia="Aptos" w:hAnsi="Aptos" w:cs="Aptos"/>
                <w:b/>
                <w:bCs/>
                <w:color w:val="000000" w:themeColor="text1"/>
                <w:sz w:val="22"/>
                <w:szCs w:val="22"/>
              </w:rPr>
              <w:t>wartość</w:t>
            </w:r>
            <w:r w:rsidRPr="65D2D4C7">
              <w:rPr>
                <w:rFonts w:ascii="Aptos" w:eastAsia="Aptos" w:hAnsi="Aptos" w:cs="Aptos"/>
                <w:b/>
                <w:bCs/>
                <w:color w:val="000000" w:themeColor="text1"/>
                <w:sz w:val="22"/>
                <w:szCs w:val="22"/>
              </w:rPr>
              <w:t xml:space="preserve"> oferty)</w:t>
            </w:r>
            <w:r w:rsidRPr="65D2D4C7">
              <w:rPr>
                <w:rFonts w:ascii="Aptos" w:eastAsia="Aptos" w:hAnsi="Aptos" w:cs="Aptos"/>
                <w:color w:val="000000" w:themeColor="text1"/>
                <w:sz w:val="22"/>
                <w:szCs w:val="22"/>
              </w:rPr>
              <w:t xml:space="preserve"> </w:t>
            </w:r>
            <w:r>
              <w:rPr>
                <w:rFonts w:ascii="Aptos" w:eastAsia="Aptos" w:hAnsi="Aptos" w:cs="Aptos"/>
                <w:color w:val="000000" w:themeColor="text1"/>
                <w:sz w:val="22"/>
                <w:szCs w:val="22"/>
              </w:rPr>
              <w:br/>
              <w:t>(wartości pozycji 1)</w:t>
            </w:r>
          </w:p>
        </w:tc>
        <w:tc>
          <w:tcPr>
            <w:tcW w:w="2067" w:type="dxa"/>
            <w:shd w:val="clear" w:color="auto" w:fill="F2F2F2" w:themeFill="background1" w:themeFillShade="F2"/>
            <w:vAlign w:val="center"/>
          </w:tcPr>
          <w:p w14:paraId="18E5C3FE" w14:textId="1C9269A6" w:rsidR="000B3F9E" w:rsidRDefault="000B3F9E" w:rsidP="000B3F9E">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color w:val="000000" w:themeColor="text1"/>
                <w:sz w:val="22"/>
                <w:szCs w:val="22"/>
              </w:rPr>
              <w:t>………………… PLN</w:t>
            </w:r>
          </w:p>
        </w:tc>
        <w:tc>
          <w:tcPr>
            <w:tcW w:w="2067" w:type="dxa"/>
            <w:shd w:val="clear" w:color="auto" w:fill="F2F2F2" w:themeFill="background1" w:themeFillShade="F2"/>
            <w:vAlign w:val="center"/>
          </w:tcPr>
          <w:p w14:paraId="02C5E73A" w14:textId="1C96D0FC" w:rsidR="000B3F9E" w:rsidRDefault="000B3F9E" w:rsidP="000B3F9E">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67" w:type="dxa"/>
            <w:shd w:val="clear" w:color="auto" w:fill="F2F2F2" w:themeFill="background1" w:themeFillShade="F2"/>
            <w:vAlign w:val="center"/>
          </w:tcPr>
          <w:p w14:paraId="26A4EDDD" w14:textId="37EBD39B" w:rsidR="000B3F9E" w:rsidRDefault="000B3F9E" w:rsidP="000B3F9E">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sz w:val="22"/>
                <w:szCs w:val="22"/>
              </w:rPr>
              <w:t>………………… PLN</w:t>
            </w:r>
          </w:p>
        </w:tc>
      </w:tr>
    </w:tbl>
    <w:p w14:paraId="3B95E363" w14:textId="7F197428" w:rsidR="65D2D4C7" w:rsidRDefault="65D2D4C7" w:rsidP="65D2D4C7">
      <w:pPr>
        <w:tabs>
          <w:tab w:val="right" w:leader="dot" w:pos="9356"/>
        </w:tabs>
        <w:spacing w:after="240"/>
        <w:ind w:left="357"/>
        <w:jc w:val="both"/>
        <w:rPr>
          <w:rFonts w:ascii="Verdana" w:hAnsi="Verdana" w:cs="Calibri"/>
        </w:rPr>
      </w:pPr>
    </w:p>
    <w:p w14:paraId="150E3358" w14:textId="37BE9DA3" w:rsidR="009D373C" w:rsidRPr="00E6158F" w:rsidRDefault="009D373C" w:rsidP="009D373C">
      <w:pPr>
        <w:tabs>
          <w:tab w:val="right" w:leader="dot" w:pos="9356"/>
        </w:tabs>
        <w:spacing w:after="240"/>
        <w:ind w:left="357"/>
        <w:jc w:val="both"/>
        <w:rPr>
          <w:rFonts w:ascii="Verdana" w:hAnsi="Verdana" w:cs="Calibri"/>
        </w:rPr>
      </w:pPr>
      <w:r w:rsidRPr="00C12588">
        <w:rPr>
          <w:rFonts w:ascii="Verdana" w:hAnsi="Verdana" w:cs="Calibri"/>
        </w:rPr>
        <w:t xml:space="preserve">Do oferty załączam Załącznik nr </w:t>
      </w:r>
      <w:r w:rsidR="6BFEC523" w:rsidRPr="00C12588">
        <w:rPr>
          <w:rFonts w:ascii="Verdana" w:hAnsi="Verdana" w:cs="Calibri"/>
        </w:rPr>
        <w:t>2_a</w:t>
      </w:r>
      <w:r w:rsidRPr="00C12588">
        <w:rPr>
          <w:rFonts w:ascii="Verdana" w:hAnsi="Verdana" w:cs="Calibri"/>
        </w:rPr>
        <w:t xml:space="preserve"> do SWZ – „Szablon do wyceny wartości usług </w:t>
      </w:r>
      <w:r w:rsidR="00F76A71" w:rsidRPr="00C12588">
        <w:rPr>
          <w:rFonts w:ascii="Verdana" w:hAnsi="Verdana" w:cs="Calibri"/>
        </w:rPr>
        <w:t xml:space="preserve">opieki </w:t>
      </w:r>
      <w:proofErr w:type="spellStart"/>
      <w:r w:rsidR="00F76A71" w:rsidRPr="00C12588">
        <w:rPr>
          <w:rFonts w:ascii="Verdana" w:hAnsi="Verdana" w:cs="Calibri"/>
        </w:rPr>
        <w:t>dodatkowej</w:t>
      </w:r>
      <w:r w:rsidRPr="00C12588">
        <w:rPr>
          <w:rFonts w:ascii="Verdana" w:hAnsi="Verdana" w:cs="Calibri"/>
        </w:rPr>
        <w:t>_Rzeszów</w:t>
      </w:r>
      <w:proofErr w:type="spellEnd"/>
      <w:r w:rsidRPr="00C12588">
        <w:rPr>
          <w:rFonts w:ascii="Verdana" w:hAnsi="Verdana" w:cs="Calibri"/>
        </w:rPr>
        <w:t>” podpisany zgodnie z zasadami reprezentacji.</w:t>
      </w:r>
    </w:p>
    <w:p w14:paraId="254DCC82" w14:textId="77777777" w:rsidR="009B5D47" w:rsidRPr="009B5D47" w:rsidRDefault="009B5D47" w:rsidP="009B5D47">
      <w:pPr>
        <w:numPr>
          <w:ilvl w:val="0"/>
          <w:numId w:val="62"/>
        </w:numPr>
        <w:spacing w:after="240"/>
        <w:jc w:val="both"/>
        <w:rPr>
          <w:rFonts w:ascii="Verdana" w:hAnsi="Verdana" w:cs="Calibri"/>
        </w:rPr>
      </w:pPr>
      <w:r w:rsidRPr="00E6158F">
        <w:rPr>
          <w:rFonts w:ascii="Verdana" w:hAnsi="Verdana" w:cs="Calibri"/>
        </w:rPr>
        <w:t xml:space="preserve">Oświadczamy, że cena ofertowa zawiera wszystkie koszty związane z realizacją przedmiotu Zakupu </w:t>
      </w:r>
      <w:r w:rsidRPr="009B5D47">
        <w:rPr>
          <w:rFonts w:ascii="Verdana" w:hAnsi="Verdana" w:cs="Calibri"/>
        </w:rPr>
        <w:t>i pozostanie niezmienna do końca realizacji umowy.</w:t>
      </w:r>
    </w:p>
    <w:p w14:paraId="34AB5485" w14:textId="764090E8" w:rsidR="009B5D47" w:rsidRDefault="009B5D47" w:rsidP="009B5D47">
      <w:pPr>
        <w:numPr>
          <w:ilvl w:val="0"/>
          <w:numId w:val="62"/>
        </w:numPr>
        <w:spacing w:after="240"/>
        <w:ind w:left="357" w:hanging="357"/>
        <w:jc w:val="both"/>
        <w:rPr>
          <w:rFonts w:ascii="Verdana" w:hAnsi="Verdana" w:cs="Calibri"/>
        </w:rPr>
      </w:pPr>
      <w:r w:rsidRPr="00E6158F">
        <w:rPr>
          <w:rFonts w:ascii="Verdana" w:hAnsi="Verdana" w:cs="Calibri"/>
        </w:rPr>
        <w:t xml:space="preserve">Oświadczamy, że Zakup zrealizujemy w terminie: </w:t>
      </w:r>
      <w:r w:rsidRPr="00F04044">
        <w:rPr>
          <w:rFonts w:ascii="Verdana" w:hAnsi="Verdana" w:cs="Calibri"/>
        </w:rPr>
        <w:t xml:space="preserve">od dnia </w:t>
      </w:r>
      <w:r w:rsidR="0066703A">
        <w:rPr>
          <w:rFonts w:ascii="Verdana" w:hAnsi="Verdana" w:cs="Calibri"/>
        </w:rPr>
        <w:t>1</w:t>
      </w:r>
      <w:r w:rsidRPr="00F04044">
        <w:rPr>
          <w:rFonts w:ascii="Verdana" w:hAnsi="Verdana" w:cs="Calibri"/>
        </w:rPr>
        <w:t>.0</w:t>
      </w:r>
      <w:r w:rsidR="0066703A">
        <w:rPr>
          <w:rFonts w:ascii="Verdana" w:hAnsi="Verdana" w:cs="Calibri"/>
        </w:rPr>
        <w:t>3</w:t>
      </w:r>
      <w:r w:rsidRPr="00F04044">
        <w:rPr>
          <w:rFonts w:ascii="Verdana" w:hAnsi="Verdana" w:cs="Calibri"/>
        </w:rPr>
        <w:t>.2026 r. do 28.02.2027 r.</w:t>
      </w:r>
    </w:p>
    <w:p w14:paraId="237DA28C" w14:textId="77777777" w:rsidR="00F04044" w:rsidRDefault="00F04044" w:rsidP="00F04044">
      <w:pPr>
        <w:spacing w:after="240"/>
        <w:ind w:left="357"/>
        <w:jc w:val="both"/>
        <w:rPr>
          <w:rFonts w:ascii="Verdana" w:hAnsi="Verdana" w:cs="Calibri"/>
        </w:rPr>
      </w:pPr>
    </w:p>
    <w:p w14:paraId="0DE65F58" w14:textId="5CA3FCEC" w:rsidR="009B5D47" w:rsidRPr="00F04044" w:rsidRDefault="009B5D47" w:rsidP="00A425D1">
      <w:pPr>
        <w:spacing w:after="240"/>
        <w:jc w:val="both"/>
        <w:rPr>
          <w:rFonts w:ascii="Verdana" w:hAnsi="Verdana" w:cs="Calibri"/>
          <w:b/>
          <w:bCs/>
        </w:rPr>
      </w:pPr>
      <w:r w:rsidRPr="00F04044">
        <w:rPr>
          <w:rFonts w:ascii="Verdana" w:hAnsi="Verdana" w:cs="Calibri"/>
          <w:b/>
          <w:bCs/>
        </w:rPr>
        <w:t>Zadanie 3 - Zakup Usług Medycyny Pracy dla Pracowników PGE Obrót S.A. Oddział w</w:t>
      </w:r>
      <w:r>
        <w:rPr>
          <w:rFonts w:ascii="Verdana" w:hAnsi="Verdana" w:cs="Calibri"/>
          <w:b/>
          <w:bCs/>
        </w:rPr>
        <w:t> </w:t>
      </w:r>
      <w:r w:rsidRPr="00F04044">
        <w:rPr>
          <w:rFonts w:ascii="Verdana" w:hAnsi="Verdana" w:cs="Calibri"/>
          <w:b/>
          <w:bCs/>
        </w:rPr>
        <w:t>Warszawie</w:t>
      </w:r>
    </w:p>
    <w:p w14:paraId="71788A63" w14:textId="260407E6" w:rsidR="009B5D47" w:rsidRPr="00A425D1" w:rsidRDefault="009B5D47" w:rsidP="65D2D4C7">
      <w:pPr>
        <w:numPr>
          <w:ilvl w:val="2"/>
          <w:numId w:val="63"/>
        </w:numPr>
        <w:spacing w:after="240"/>
        <w:ind w:left="357" w:hanging="357"/>
        <w:contextualSpacing/>
        <w:jc w:val="both"/>
        <w:rPr>
          <w:rFonts w:ascii="Verdana" w:hAnsi="Verdana" w:cs="Calibri"/>
        </w:rPr>
      </w:pPr>
      <w:r w:rsidRPr="00A425D1">
        <w:rPr>
          <w:rFonts w:ascii="Verdana" w:hAnsi="Verdana" w:cs="Calibri"/>
        </w:rPr>
        <w:t xml:space="preserve">Oferujemy wykonanie przedmiotu zakupu zgodnie z warunkami określonymi w Specyfikacji Warunków Zamówienia za </w:t>
      </w:r>
      <w:r w:rsidR="7630963C" w:rsidRPr="65D2D4C7">
        <w:rPr>
          <w:rFonts w:ascii="Verdana" w:hAnsi="Verdana" w:cs="Calibri"/>
        </w:rPr>
        <w:t xml:space="preserve"> wartość</w:t>
      </w:r>
      <w:r w:rsidRPr="00A425D1">
        <w:rPr>
          <w:rFonts w:ascii="Verdana" w:hAnsi="Verdana" w:cs="Calibri"/>
        </w:rPr>
        <w:t xml:space="preserve"> netto, która wynosi: ……………………………… zł, słownie: …………………………………………………………………………………………………………………………………………………………..</w:t>
      </w:r>
    </w:p>
    <w:p w14:paraId="3861E80F"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podatek VAT ………%, kwota: ……………………, słownie: …………………………………………………………………….</w:t>
      </w:r>
    </w:p>
    <w:p w14:paraId="1F1064E3"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w:t>
      </w:r>
    </w:p>
    <w:p w14:paraId="52FB1F59" w14:textId="5A181F5B" w:rsidR="009B5D47" w:rsidRPr="00A425D1" w:rsidRDefault="4A93AFCC" w:rsidP="65D2D4C7">
      <w:pPr>
        <w:tabs>
          <w:tab w:val="right" w:leader="dot" w:pos="9356"/>
        </w:tabs>
        <w:spacing w:after="240"/>
        <w:ind w:left="357"/>
        <w:contextualSpacing/>
        <w:jc w:val="both"/>
        <w:rPr>
          <w:rFonts w:ascii="Verdana" w:hAnsi="Verdana" w:cs="Calibri"/>
        </w:rPr>
      </w:pPr>
      <w:r w:rsidRPr="65D2D4C7">
        <w:rPr>
          <w:rFonts w:ascii="Verdana" w:hAnsi="Verdana" w:cs="Calibri"/>
        </w:rPr>
        <w:t>wartość</w:t>
      </w:r>
      <w:r w:rsidR="009B5D47" w:rsidRPr="00A425D1">
        <w:rPr>
          <w:rFonts w:ascii="Verdana" w:hAnsi="Verdana" w:cs="Calibri"/>
        </w:rPr>
        <w:t xml:space="preserve"> brutto: ……………………… zł, słownie: ……………………………………………………………………………………</w:t>
      </w:r>
    </w:p>
    <w:p w14:paraId="06EE6CBB" w14:textId="77777777" w:rsidR="009B5D47" w:rsidRDefault="009B5D47" w:rsidP="009B5D47">
      <w:pPr>
        <w:tabs>
          <w:tab w:val="right" w:leader="dot" w:pos="9356"/>
        </w:tabs>
        <w:spacing w:after="240"/>
        <w:ind w:left="357"/>
        <w:jc w:val="both"/>
        <w:rPr>
          <w:rFonts w:ascii="Verdana" w:hAnsi="Verdana" w:cs="Calibri"/>
        </w:rPr>
      </w:pPr>
      <w:r w:rsidRPr="00A425D1">
        <w:rPr>
          <w:rFonts w:ascii="Verdana" w:hAnsi="Verdana" w:cs="Calibri"/>
        </w:rPr>
        <w:t>……………………………………………………………………………………………………………………………………………………………</w:t>
      </w:r>
    </w:p>
    <w:p w14:paraId="13D15D1D" w14:textId="77777777" w:rsidR="00F76A71" w:rsidRDefault="00F76A71" w:rsidP="00F76A71">
      <w:pPr>
        <w:tabs>
          <w:tab w:val="right" w:leader="dot" w:pos="9356"/>
        </w:tabs>
        <w:spacing w:after="240"/>
        <w:ind w:left="357"/>
        <w:jc w:val="both"/>
        <w:rPr>
          <w:rFonts w:ascii="Verdana" w:hAnsi="Verdana" w:cs="Calibri"/>
        </w:rPr>
      </w:pPr>
      <w:r w:rsidRPr="65D2D4C7">
        <w:rPr>
          <w:rFonts w:ascii="Verdana" w:hAnsi="Verdana" w:cs="Calibri"/>
        </w:rPr>
        <w:t>W tym:</w:t>
      </w: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118"/>
        <w:gridCol w:w="2030"/>
        <w:gridCol w:w="2030"/>
        <w:gridCol w:w="2030"/>
      </w:tblGrid>
      <w:tr w:rsidR="000B3F9E" w14:paraId="79D2A315" w14:textId="77777777" w:rsidTr="000B3F9E">
        <w:trPr>
          <w:trHeight w:val="225"/>
        </w:trPr>
        <w:tc>
          <w:tcPr>
            <w:tcW w:w="643" w:type="dxa"/>
            <w:shd w:val="clear" w:color="auto" w:fill="BFBFBF" w:themeFill="background1" w:themeFillShade="BF"/>
            <w:vAlign w:val="center"/>
          </w:tcPr>
          <w:p w14:paraId="078E298A" w14:textId="6053D4B1" w:rsidR="000B3F9E" w:rsidRPr="65D2D4C7" w:rsidRDefault="000B3F9E" w:rsidP="000B3F9E">
            <w:pPr>
              <w:spacing w:before="60" w:after="60" w:line="257" w:lineRule="auto"/>
              <w:rPr>
                <w:rFonts w:ascii="Aptos" w:eastAsia="Aptos" w:hAnsi="Aptos" w:cs="Aptos"/>
                <w:b/>
                <w:bCs/>
                <w:color w:val="000000" w:themeColor="text1"/>
                <w:sz w:val="22"/>
                <w:szCs w:val="22"/>
              </w:rPr>
            </w:pPr>
            <w:r>
              <w:rPr>
                <w:rFonts w:ascii="Aptos" w:eastAsia="Aptos" w:hAnsi="Aptos" w:cs="Aptos"/>
                <w:b/>
                <w:bCs/>
                <w:color w:val="000000" w:themeColor="text1"/>
                <w:sz w:val="22"/>
                <w:szCs w:val="22"/>
              </w:rPr>
              <w:t>Lp.</w:t>
            </w:r>
          </w:p>
        </w:tc>
        <w:tc>
          <w:tcPr>
            <w:tcW w:w="3118" w:type="dxa"/>
            <w:shd w:val="clear" w:color="auto" w:fill="BFBFBF" w:themeFill="background1" w:themeFillShade="BF"/>
            <w:vAlign w:val="center"/>
          </w:tcPr>
          <w:p w14:paraId="699644D7" w14:textId="75EFB20A"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Rodzaj Usługi</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777349DC" w14:textId="13074766"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netto PLN</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7BE2F356" w14:textId="7A6AC735"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 xml:space="preserve">Podatek VAT </w:t>
            </w:r>
            <w:r>
              <w:rPr>
                <w:rFonts w:ascii="Aptos" w:eastAsia="Aptos" w:hAnsi="Aptos" w:cs="Aptos"/>
                <w:b/>
                <w:bCs/>
                <w:color w:val="000000" w:themeColor="text1"/>
                <w:sz w:val="22"/>
                <w:szCs w:val="22"/>
              </w:rPr>
              <w:br/>
            </w:r>
            <w:r w:rsidRPr="65D2D4C7">
              <w:rPr>
                <w:rFonts w:ascii="Aptos" w:eastAsia="Aptos" w:hAnsi="Aptos" w:cs="Aptos"/>
                <w:b/>
                <w:bCs/>
                <w:color w:val="000000" w:themeColor="text1"/>
                <w:sz w:val="22"/>
                <w:szCs w:val="22"/>
              </w:rPr>
              <w:t>(%, PLN)</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305BCEA8" w14:textId="7D57ECB8"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brutto PLN</w:t>
            </w:r>
            <w:r w:rsidRPr="65D2D4C7">
              <w:rPr>
                <w:rFonts w:ascii="Aptos" w:eastAsia="Aptos" w:hAnsi="Aptos" w:cs="Aptos"/>
                <w:color w:val="000000" w:themeColor="text1"/>
                <w:sz w:val="22"/>
                <w:szCs w:val="22"/>
              </w:rPr>
              <w:t xml:space="preserve"> </w:t>
            </w:r>
          </w:p>
        </w:tc>
      </w:tr>
      <w:tr w:rsidR="000B3F9E" w14:paraId="59CF0276" w14:textId="77777777" w:rsidTr="000B3F9E">
        <w:trPr>
          <w:trHeight w:val="225"/>
        </w:trPr>
        <w:tc>
          <w:tcPr>
            <w:tcW w:w="643" w:type="dxa"/>
            <w:vAlign w:val="center"/>
          </w:tcPr>
          <w:p w14:paraId="1CC842E1" w14:textId="0B137E71"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1</w:t>
            </w:r>
          </w:p>
        </w:tc>
        <w:tc>
          <w:tcPr>
            <w:tcW w:w="3118" w:type="dxa"/>
            <w:vAlign w:val="center"/>
          </w:tcPr>
          <w:p w14:paraId="7DD04DA9" w14:textId="711A6602"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Medycyna pracy (rozliczenie w ramach cen jednostkowych) </w:t>
            </w:r>
          </w:p>
        </w:tc>
        <w:tc>
          <w:tcPr>
            <w:tcW w:w="2030" w:type="dxa"/>
            <w:vAlign w:val="center"/>
          </w:tcPr>
          <w:p w14:paraId="3A4896D7" w14:textId="548AB670"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46B51AB7" w14:textId="364DE32A"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7508CA6B" w14:textId="1D6464B6"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63F98B18" w14:textId="77777777" w:rsidTr="000B3F9E">
        <w:trPr>
          <w:trHeight w:val="675"/>
        </w:trPr>
        <w:tc>
          <w:tcPr>
            <w:tcW w:w="643" w:type="dxa"/>
            <w:vAlign w:val="center"/>
          </w:tcPr>
          <w:p w14:paraId="1826DFF7" w14:textId="05E67D5C"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2</w:t>
            </w:r>
          </w:p>
        </w:tc>
        <w:tc>
          <w:tcPr>
            <w:tcW w:w="3118" w:type="dxa"/>
            <w:vAlign w:val="center"/>
          </w:tcPr>
          <w:p w14:paraId="37908B19" w14:textId="412734F1"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Dodatkowe usługi BHP </w:t>
            </w:r>
          </w:p>
        </w:tc>
        <w:tc>
          <w:tcPr>
            <w:tcW w:w="2030" w:type="dxa"/>
            <w:vAlign w:val="center"/>
          </w:tcPr>
          <w:p w14:paraId="30DF56E3" w14:textId="24CC9AB2"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40B70092" w14:textId="4D1B1D4B"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40BDD381" w14:textId="2F784D4B"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1EC5F5D1" w14:textId="77777777" w:rsidTr="000B3F9E">
        <w:trPr>
          <w:trHeight w:val="675"/>
        </w:trPr>
        <w:tc>
          <w:tcPr>
            <w:tcW w:w="643" w:type="dxa"/>
            <w:shd w:val="clear" w:color="auto" w:fill="F2F2F2" w:themeFill="background1" w:themeFillShade="F2"/>
            <w:vAlign w:val="center"/>
          </w:tcPr>
          <w:p w14:paraId="0D25F8DA" w14:textId="77777777" w:rsidR="000B3F9E" w:rsidRPr="65D2D4C7" w:rsidRDefault="000B3F9E" w:rsidP="000B3F9E">
            <w:pPr>
              <w:spacing w:before="60" w:after="60" w:line="257" w:lineRule="auto"/>
              <w:rPr>
                <w:rFonts w:ascii="Aptos" w:eastAsia="Aptos" w:hAnsi="Aptos" w:cs="Aptos"/>
                <w:b/>
                <w:bCs/>
                <w:color w:val="000000" w:themeColor="text1"/>
                <w:sz w:val="22"/>
                <w:szCs w:val="22"/>
              </w:rPr>
            </w:pPr>
          </w:p>
        </w:tc>
        <w:tc>
          <w:tcPr>
            <w:tcW w:w="3118" w:type="dxa"/>
            <w:shd w:val="clear" w:color="auto" w:fill="F2F2F2" w:themeFill="background1" w:themeFillShade="F2"/>
            <w:vAlign w:val="center"/>
          </w:tcPr>
          <w:p w14:paraId="61241CEE" w14:textId="341A3CDB"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SUMA</w:t>
            </w:r>
            <w:r w:rsidRPr="65D2D4C7">
              <w:rPr>
                <w:rFonts w:ascii="Aptos" w:eastAsia="Aptos" w:hAnsi="Aptos" w:cs="Aptos"/>
                <w:color w:val="000000" w:themeColor="text1"/>
                <w:sz w:val="22"/>
                <w:szCs w:val="22"/>
              </w:rPr>
              <w:t xml:space="preserve"> </w:t>
            </w:r>
            <w:r w:rsidRPr="65D2D4C7">
              <w:rPr>
                <w:rFonts w:ascii="Aptos" w:eastAsia="Aptos" w:hAnsi="Aptos" w:cs="Aptos"/>
                <w:b/>
                <w:bCs/>
                <w:color w:val="000000" w:themeColor="text1"/>
                <w:sz w:val="22"/>
                <w:szCs w:val="22"/>
              </w:rPr>
              <w:t>(</w:t>
            </w:r>
            <w:r>
              <w:rPr>
                <w:rFonts w:ascii="Aptos" w:eastAsia="Aptos" w:hAnsi="Aptos" w:cs="Aptos"/>
                <w:b/>
                <w:bCs/>
                <w:color w:val="000000" w:themeColor="text1"/>
                <w:sz w:val="22"/>
                <w:szCs w:val="22"/>
              </w:rPr>
              <w:t>wartość</w:t>
            </w:r>
            <w:r w:rsidRPr="65D2D4C7">
              <w:rPr>
                <w:rFonts w:ascii="Aptos" w:eastAsia="Aptos" w:hAnsi="Aptos" w:cs="Aptos"/>
                <w:b/>
                <w:bCs/>
                <w:color w:val="000000" w:themeColor="text1"/>
                <w:sz w:val="22"/>
                <w:szCs w:val="22"/>
              </w:rPr>
              <w:t xml:space="preserve"> oferty)</w:t>
            </w:r>
            <w:r w:rsidRPr="65D2D4C7">
              <w:rPr>
                <w:rFonts w:ascii="Aptos" w:eastAsia="Aptos" w:hAnsi="Aptos" w:cs="Aptos"/>
                <w:color w:val="000000" w:themeColor="text1"/>
                <w:sz w:val="22"/>
                <w:szCs w:val="22"/>
              </w:rPr>
              <w:t xml:space="preserve"> </w:t>
            </w:r>
            <w:r>
              <w:rPr>
                <w:rFonts w:ascii="Aptos" w:eastAsia="Aptos" w:hAnsi="Aptos" w:cs="Aptos"/>
                <w:color w:val="000000" w:themeColor="text1"/>
                <w:sz w:val="22"/>
                <w:szCs w:val="22"/>
              </w:rPr>
              <w:br/>
              <w:t>(suma pozycji 1 + 2)</w:t>
            </w:r>
          </w:p>
        </w:tc>
        <w:tc>
          <w:tcPr>
            <w:tcW w:w="2030" w:type="dxa"/>
            <w:shd w:val="clear" w:color="auto" w:fill="F2F2F2" w:themeFill="background1" w:themeFillShade="F2"/>
            <w:vAlign w:val="center"/>
          </w:tcPr>
          <w:p w14:paraId="79303854" w14:textId="585751D7"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color w:val="000000" w:themeColor="text1"/>
                <w:sz w:val="22"/>
                <w:szCs w:val="22"/>
              </w:rPr>
              <w:t xml:space="preserve"> ………………… PLN</w:t>
            </w:r>
          </w:p>
        </w:tc>
        <w:tc>
          <w:tcPr>
            <w:tcW w:w="2030" w:type="dxa"/>
            <w:shd w:val="clear" w:color="auto" w:fill="F2F2F2" w:themeFill="background1" w:themeFillShade="F2"/>
            <w:vAlign w:val="center"/>
          </w:tcPr>
          <w:p w14:paraId="0FEAD11A" w14:textId="3FE0ABB1" w:rsidR="000B3F9E" w:rsidRDefault="000B3F9E" w:rsidP="00C12588">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shd w:val="clear" w:color="auto" w:fill="F2F2F2" w:themeFill="background1" w:themeFillShade="F2"/>
            <w:vAlign w:val="center"/>
          </w:tcPr>
          <w:p w14:paraId="6372D992" w14:textId="353A1269"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sz w:val="22"/>
                <w:szCs w:val="22"/>
              </w:rPr>
              <w:t xml:space="preserve"> ………………… PLN</w:t>
            </w:r>
          </w:p>
        </w:tc>
      </w:tr>
    </w:tbl>
    <w:p w14:paraId="425D6AEA" w14:textId="77777777" w:rsidR="00F76A71" w:rsidRDefault="00F76A71" w:rsidP="00F76A71">
      <w:pPr>
        <w:tabs>
          <w:tab w:val="right" w:leader="dot" w:pos="9356"/>
        </w:tabs>
        <w:spacing w:after="240"/>
        <w:ind w:left="357"/>
        <w:jc w:val="both"/>
        <w:rPr>
          <w:rFonts w:ascii="Verdana" w:hAnsi="Verdana" w:cs="Calibri"/>
        </w:rPr>
      </w:pPr>
    </w:p>
    <w:p w14:paraId="14DB7A7D" w14:textId="015FDCAF" w:rsidR="00F76A71" w:rsidRPr="00E6158F" w:rsidRDefault="00F76A71" w:rsidP="00F76A71">
      <w:pPr>
        <w:tabs>
          <w:tab w:val="right" w:leader="dot" w:pos="9356"/>
        </w:tabs>
        <w:spacing w:after="240"/>
        <w:ind w:left="357"/>
        <w:jc w:val="both"/>
        <w:rPr>
          <w:rFonts w:ascii="Verdana" w:hAnsi="Verdana" w:cs="Calibri"/>
        </w:rPr>
      </w:pPr>
      <w:r w:rsidRPr="65D2D4C7">
        <w:rPr>
          <w:rFonts w:ascii="Verdana" w:hAnsi="Verdana" w:cs="Calibri"/>
        </w:rPr>
        <w:t xml:space="preserve">Do oferty załączam Załącznik nr </w:t>
      </w:r>
      <w:r w:rsidR="22CD9019" w:rsidRPr="65D2D4C7">
        <w:rPr>
          <w:rFonts w:ascii="Verdana" w:hAnsi="Verdana" w:cs="Calibri"/>
        </w:rPr>
        <w:t>3</w:t>
      </w:r>
      <w:r w:rsidR="22CD9019" w:rsidRPr="00C12588">
        <w:rPr>
          <w:rFonts w:ascii="Verdana" w:hAnsi="Verdana" w:cs="Calibri"/>
        </w:rPr>
        <w:t>_a</w:t>
      </w:r>
      <w:r w:rsidRPr="00C12588">
        <w:rPr>
          <w:rFonts w:ascii="Verdana" w:hAnsi="Verdana" w:cs="Calibri"/>
        </w:rPr>
        <w:t xml:space="preserve"> do SWZ – „Szablon do wyceny wartości usług Medycyny </w:t>
      </w:r>
      <w:proofErr w:type="spellStart"/>
      <w:r w:rsidRPr="00C12588">
        <w:rPr>
          <w:rFonts w:ascii="Verdana" w:hAnsi="Verdana" w:cs="Calibri"/>
        </w:rPr>
        <w:t>Pracy_Warszawa</w:t>
      </w:r>
      <w:proofErr w:type="spellEnd"/>
      <w:r w:rsidRPr="00C12588">
        <w:rPr>
          <w:rFonts w:ascii="Verdana" w:hAnsi="Verdana" w:cs="Calibri"/>
        </w:rPr>
        <w:t>” podpisany zgodnie z zasadami reprezentacji.</w:t>
      </w:r>
    </w:p>
    <w:p w14:paraId="03CDFBC8" w14:textId="77777777" w:rsidR="009B5D47" w:rsidRPr="009B5D47" w:rsidRDefault="009B5D47" w:rsidP="009B5D47">
      <w:pPr>
        <w:numPr>
          <w:ilvl w:val="0"/>
          <w:numId w:val="64"/>
        </w:numPr>
        <w:spacing w:after="240"/>
        <w:jc w:val="both"/>
        <w:rPr>
          <w:rFonts w:ascii="Verdana" w:hAnsi="Verdana" w:cs="Calibri"/>
        </w:rPr>
      </w:pPr>
      <w:r w:rsidRPr="00E6158F">
        <w:rPr>
          <w:rFonts w:ascii="Verdana" w:hAnsi="Verdana" w:cs="Calibri"/>
        </w:rPr>
        <w:t xml:space="preserve">Oświadczamy, że cena ofertowa zawiera wszystkie koszty związane z realizacją przedmiotu Zakupu </w:t>
      </w:r>
      <w:r w:rsidRPr="009B5D47">
        <w:rPr>
          <w:rFonts w:ascii="Verdana" w:hAnsi="Verdana" w:cs="Calibri"/>
        </w:rPr>
        <w:t>i pozostanie niezmienna do końca realizacji umowy.</w:t>
      </w:r>
    </w:p>
    <w:p w14:paraId="1040E3D4" w14:textId="3C401D7F" w:rsidR="009B5D47" w:rsidRDefault="009B5D47" w:rsidP="009B5D47">
      <w:pPr>
        <w:numPr>
          <w:ilvl w:val="0"/>
          <w:numId w:val="64"/>
        </w:numPr>
        <w:spacing w:after="240"/>
        <w:ind w:left="357" w:hanging="357"/>
        <w:jc w:val="both"/>
        <w:rPr>
          <w:rFonts w:ascii="Verdana" w:hAnsi="Verdana" w:cs="Calibri"/>
        </w:rPr>
      </w:pPr>
      <w:r w:rsidRPr="00E6158F">
        <w:rPr>
          <w:rFonts w:ascii="Verdana" w:hAnsi="Verdana" w:cs="Calibri"/>
        </w:rPr>
        <w:t xml:space="preserve">Oświadczamy, że Zakup zrealizujemy w terminie: </w:t>
      </w:r>
      <w:r w:rsidRPr="00F04044">
        <w:rPr>
          <w:rFonts w:ascii="Verdana" w:hAnsi="Verdana" w:cs="Calibri"/>
        </w:rPr>
        <w:t xml:space="preserve">od dnia </w:t>
      </w:r>
      <w:r w:rsidR="0066703A">
        <w:rPr>
          <w:rFonts w:ascii="Verdana" w:hAnsi="Verdana" w:cs="Calibri"/>
        </w:rPr>
        <w:t>1</w:t>
      </w:r>
      <w:r w:rsidRPr="00F04044">
        <w:rPr>
          <w:rFonts w:ascii="Verdana" w:hAnsi="Verdana" w:cs="Calibri"/>
        </w:rPr>
        <w:t>.0</w:t>
      </w:r>
      <w:r w:rsidR="0066703A">
        <w:rPr>
          <w:rFonts w:ascii="Verdana" w:hAnsi="Verdana" w:cs="Calibri"/>
        </w:rPr>
        <w:t>3</w:t>
      </w:r>
      <w:r w:rsidRPr="00F04044">
        <w:rPr>
          <w:rFonts w:ascii="Verdana" w:hAnsi="Verdana" w:cs="Calibri"/>
        </w:rPr>
        <w:t>.2026 r. do 28.02.2027 r.</w:t>
      </w:r>
    </w:p>
    <w:p w14:paraId="0008ECFE" w14:textId="77777777" w:rsidR="009B5D47" w:rsidRDefault="009B5D47" w:rsidP="00F04044">
      <w:pPr>
        <w:spacing w:after="240"/>
        <w:ind w:left="357"/>
        <w:jc w:val="both"/>
        <w:rPr>
          <w:rFonts w:ascii="Verdana" w:hAnsi="Verdana" w:cs="Calibri"/>
        </w:rPr>
      </w:pPr>
    </w:p>
    <w:p w14:paraId="77BA17C2" w14:textId="77777777" w:rsidR="009B5D47" w:rsidRPr="00F04044" w:rsidRDefault="009B5D47" w:rsidP="00A425D1">
      <w:pPr>
        <w:spacing w:after="240"/>
        <w:jc w:val="both"/>
        <w:rPr>
          <w:rFonts w:ascii="Verdana" w:hAnsi="Verdana" w:cs="Calibri"/>
          <w:b/>
          <w:bCs/>
        </w:rPr>
      </w:pPr>
      <w:r w:rsidRPr="00F04044">
        <w:rPr>
          <w:rFonts w:ascii="Verdana" w:hAnsi="Verdana" w:cs="Calibri"/>
          <w:b/>
          <w:bCs/>
        </w:rPr>
        <w:t>Zadanie 4 - Zakup Usług dodatkowej opieki medycznej dla Pracowników PGE Obrót S.A. Oddział w Warszawie</w:t>
      </w:r>
    </w:p>
    <w:p w14:paraId="6BC61CA0" w14:textId="02B85699" w:rsidR="009B5D47" w:rsidRPr="00A425D1" w:rsidRDefault="009B5D47" w:rsidP="65D2D4C7">
      <w:pPr>
        <w:numPr>
          <w:ilvl w:val="2"/>
          <w:numId w:val="65"/>
        </w:numPr>
        <w:spacing w:after="240"/>
        <w:ind w:left="357" w:hanging="357"/>
        <w:contextualSpacing/>
        <w:jc w:val="both"/>
        <w:rPr>
          <w:rFonts w:ascii="Verdana" w:hAnsi="Verdana" w:cs="Calibri"/>
        </w:rPr>
      </w:pPr>
      <w:r w:rsidRPr="00A425D1">
        <w:rPr>
          <w:rFonts w:ascii="Verdana" w:hAnsi="Verdana" w:cs="Calibri"/>
        </w:rPr>
        <w:t xml:space="preserve">Oferujemy wykonanie przedmiotu zakupu zgodnie z warunkami określonymi w Specyfikacji Warunków Zamówienia za </w:t>
      </w:r>
      <w:r w:rsidR="356E841A" w:rsidRPr="65D2D4C7">
        <w:rPr>
          <w:rFonts w:ascii="Verdana" w:hAnsi="Verdana" w:cs="Calibri"/>
        </w:rPr>
        <w:t xml:space="preserve"> wartość</w:t>
      </w:r>
      <w:r w:rsidRPr="00A425D1">
        <w:rPr>
          <w:rFonts w:ascii="Verdana" w:hAnsi="Verdana" w:cs="Calibri"/>
        </w:rPr>
        <w:t xml:space="preserve"> netto, która wynosi: ……………………………… zł, słownie: …………………………………………………………………………………………………………………………………………………………..</w:t>
      </w:r>
    </w:p>
    <w:p w14:paraId="2A45207C"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podatek VAT ………%, kwota: ……………………, słownie: …………………………………………………………………….</w:t>
      </w:r>
    </w:p>
    <w:p w14:paraId="38FC005A"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w:t>
      </w:r>
    </w:p>
    <w:p w14:paraId="36A6453A" w14:textId="44E33FD3" w:rsidR="009B5D47" w:rsidRPr="00A425D1" w:rsidRDefault="0C8F77E5" w:rsidP="65D2D4C7">
      <w:pPr>
        <w:tabs>
          <w:tab w:val="right" w:leader="dot" w:pos="9356"/>
        </w:tabs>
        <w:spacing w:after="240"/>
        <w:ind w:left="357"/>
        <w:contextualSpacing/>
        <w:jc w:val="both"/>
        <w:rPr>
          <w:rFonts w:ascii="Verdana" w:hAnsi="Verdana" w:cs="Calibri"/>
        </w:rPr>
      </w:pPr>
      <w:r w:rsidRPr="65D2D4C7">
        <w:rPr>
          <w:rFonts w:ascii="Verdana" w:hAnsi="Verdana" w:cs="Calibri"/>
        </w:rPr>
        <w:t>wartość</w:t>
      </w:r>
      <w:r w:rsidR="009B5D47" w:rsidRPr="00A425D1">
        <w:rPr>
          <w:rFonts w:ascii="Verdana" w:hAnsi="Verdana" w:cs="Calibri"/>
        </w:rPr>
        <w:t xml:space="preserve"> brutto: ……………………… zł, słownie: ……………………………………………………………………………………</w:t>
      </w:r>
      <w:r w:rsidR="00C12588">
        <w:rPr>
          <w:rFonts w:ascii="Verdana" w:hAnsi="Verdana" w:cs="Calibri"/>
        </w:rPr>
        <w:t>.</w:t>
      </w:r>
    </w:p>
    <w:p w14:paraId="23BA9551" w14:textId="77777777" w:rsidR="009B5D47" w:rsidRDefault="009B5D47" w:rsidP="009B5D47">
      <w:pPr>
        <w:tabs>
          <w:tab w:val="right" w:leader="dot" w:pos="9356"/>
        </w:tabs>
        <w:spacing w:after="240"/>
        <w:ind w:left="357"/>
        <w:jc w:val="both"/>
        <w:rPr>
          <w:rFonts w:ascii="Verdana" w:hAnsi="Verdana" w:cs="Calibri"/>
        </w:rPr>
      </w:pPr>
      <w:r w:rsidRPr="00A425D1">
        <w:rPr>
          <w:rFonts w:ascii="Verdana" w:hAnsi="Verdana" w:cs="Calibri"/>
        </w:rPr>
        <w:t>……………………………………………………………………………………………………………………………………………………………</w:t>
      </w:r>
    </w:p>
    <w:p w14:paraId="216BB77E" w14:textId="77777777" w:rsidR="00F76A71" w:rsidRDefault="00F76A71" w:rsidP="00F76A71">
      <w:pPr>
        <w:tabs>
          <w:tab w:val="right" w:leader="dot" w:pos="9356"/>
        </w:tabs>
        <w:spacing w:after="240"/>
        <w:ind w:left="357"/>
        <w:jc w:val="both"/>
        <w:rPr>
          <w:rFonts w:ascii="Verdana" w:hAnsi="Verdana" w:cs="Calibri"/>
        </w:rPr>
      </w:pPr>
      <w:r w:rsidRPr="65D2D4C7">
        <w:rPr>
          <w:rFonts w:ascii="Verdana" w:hAnsi="Verdana" w:cs="Calibri"/>
        </w:rPr>
        <w:t>W tym:</w:t>
      </w: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126"/>
        <w:gridCol w:w="2067"/>
        <w:gridCol w:w="2067"/>
        <w:gridCol w:w="2067"/>
      </w:tblGrid>
      <w:tr w:rsidR="000B3F9E" w14:paraId="0640C6C4" w14:textId="77777777" w:rsidTr="000B3F9E">
        <w:trPr>
          <w:trHeight w:val="225"/>
        </w:trPr>
        <w:tc>
          <w:tcPr>
            <w:tcW w:w="524" w:type="dxa"/>
            <w:shd w:val="clear" w:color="auto" w:fill="BFBFBF" w:themeFill="background1" w:themeFillShade="BF"/>
            <w:vAlign w:val="center"/>
          </w:tcPr>
          <w:p w14:paraId="3E5D1554" w14:textId="696B0C44" w:rsidR="000B3F9E" w:rsidRPr="65D2D4C7" w:rsidRDefault="000B3F9E" w:rsidP="000B3F9E">
            <w:pPr>
              <w:spacing w:before="60" w:after="60" w:line="257" w:lineRule="auto"/>
              <w:rPr>
                <w:rFonts w:ascii="Aptos" w:eastAsia="Aptos" w:hAnsi="Aptos" w:cs="Aptos"/>
                <w:b/>
                <w:bCs/>
                <w:color w:val="000000" w:themeColor="text1"/>
                <w:sz w:val="22"/>
                <w:szCs w:val="22"/>
              </w:rPr>
            </w:pPr>
            <w:r>
              <w:rPr>
                <w:rFonts w:ascii="Aptos" w:eastAsia="Aptos" w:hAnsi="Aptos" w:cs="Aptos"/>
                <w:b/>
                <w:bCs/>
                <w:color w:val="000000" w:themeColor="text1"/>
                <w:sz w:val="22"/>
                <w:szCs w:val="22"/>
              </w:rPr>
              <w:t>Lp.</w:t>
            </w:r>
          </w:p>
        </w:tc>
        <w:tc>
          <w:tcPr>
            <w:tcW w:w="3126" w:type="dxa"/>
            <w:shd w:val="clear" w:color="auto" w:fill="BFBFBF" w:themeFill="background1" w:themeFillShade="BF"/>
            <w:vAlign w:val="center"/>
          </w:tcPr>
          <w:p w14:paraId="6391C397" w14:textId="0242239E"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Rodzaj Usługi</w:t>
            </w:r>
            <w:r w:rsidRPr="65D2D4C7">
              <w:rPr>
                <w:rFonts w:ascii="Aptos" w:eastAsia="Aptos" w:hAnsi="Aptos" w:cs="Aptos"/>
                <w:color w:val="000000" w:themeColor="text1"/>
                <w:sz w:val="22"/>
                <w:szCs w:val="22"/>
              </w:rPr>
              <w:t xml:space="preserve"> </w:t>
            </w:r>
          </w:p>
        </w:tc>
        <w:tc>
          <w:tcPr>
            <w:tcW w:w="2067" w:type="dxa"/>
            <w:shd w:val="clear" w:color="auto" w:fill="BFBFBF" w:themeFill="background1" w:themeFillShade="BF"/>
            <w:vAlign w:val="center"/>
          </w:tcPr>
          <w:p w14:paraId="0253E9D1" w14:textId="264D27DE"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netto PLN</w:t>
            </w:r>
            <w:r w:rsidRPr="65D2D4C7">
              <w:rPr>
                <w:rFonts w:ascii="Aptos" w:eastAsia="Aptos" w:hAnsi="Aptos" w:cs="Aptos"/>
                <w:color w:val="000000" w:themeColor="text1"/>
                <w:sz w:val="22"/>
                <w:szCs w:val="22"/>
              </w:rPr>
              <w:t xml:space="preserve"> </w:t>
            </w:r>
          </w:p>
        </w:tc>
        <w:tc>
          <w:tcPr>
            <w:tcW w:w="2067" w:type="dxa"/>
            <w:shd w:val="clear" w:color="auto" w:fill="BFBFBF" w:themeFill="background1" w:themeFillShade="BF"/>
            <w:vAlign w:val="center"/>
          </w:tcPr>
          <w:p w14:paraId="65F8B48D" w14:textId="54BF19BC"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 xml:space="preserve">Podatek VAT </w:t>
            </w:r>
            <w:r>
              <w:rPr>
                <w:rFonts w:ascii="Aptos" w:eastAsia="Aptos" w:hAnsi="Aptos" w:cs="Aptos"/>
                <w:b/>
                <w:bCs/>
                <w:color w:val="000000" w:themeColor="text1"/>
                <w:sz w:val="22"/>
                <w:szCs w:val="22"/>
              </w:rPr>
              <w:br/>
            </w:r>
            <w:r w:rsidRPr="65D2D4C7">
              <w:rPr>
                <w:rFonts w:ascii="Aptos" w:eastAsia="Aptos" w:hAnsi="Aptos" w:cs="Aptos"/>
                <w:b/>
                <w:bCs/>
                <w:color w:val="000000" w:themeColor="text1"/>
                <w:sz w:val="22"/>
                <w:szCs w:val="22"/>
              </w:rPr>
              <w:t>(%, PLN)</w:t>
            </w:r>
            <w:r w:rsidRPr="65D2D4C7">
              <w:rPr>
                <w:rFonts w:ascii="Aptos" w:eastAsia="Aptos" w:hAnsi="Aptos" w:cs="Aptos"/>
                <w:color w:val="000000" w:themeColor="text1"/>
                <w:sz w:val="22"/>
                <w:szCs w:val="22"/>
              </w:rPr>
              <w:t xml:space="preserve"> </w:t>
            </w:r>
          </w:p>
        </w:tc>
        <w:tc>
          <w:tcPr>
            <w:tcW w:w="2067" w:type="dxa"/>
            <w:shd w:val="clear" w:color="auto" w:fill="BFBFBF" w:themeFill="background1" w:themeFillShade="BF"/>
            <w:vAlign w:val="center"/>
          </w:tcPr>
          <w:p w14:paraId="2DE5D3D1" w14:textId="040F8C98"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brutto PLN</w:t>
            </w:r>
            <w:r w:rsidRPr="65D2D4C7">
              <w:rPr>
                <w:rFonts w:ascii="Aptos" w:eastAsia="Aptos" w:hAnsi="Aptos" w:cs="Aptos"/>
                <w:color w:val="000000" w:themeColor="text1"/>
                <w:sz w:val="22"/>
                <w:szCs w:val="22"/>
              </w:rPr>
              <w:t xml:space="preserve"> </w:t>
            </w:r>
          </w:p>
        </w:tc>
      </w:tr>
      <w:tr w:rsidR="000B3F9E" w14:paraId="16321914" w14:textId="77777777" w:rsidTr="000B3F9E">
        <w:trPr>
          <w:trHeight w:val="225"/>
        </w:trPr>
        <w:tc>
          <w:tcPr>
            <w:tcW w:w="524" w:type="dxa"/>
            <w:vAlign w:val="center"/>
          </w:tcPr>
          <w:p w14:paraId="48044E76" w14:textId="4AC28244"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1</w:t>
            </w:r>
          </w:p>
        </w:tc>
        <w:tc>
          <w:tcPr>
            <w:tcW w:w="3126" w:type="dxa"/>
            <w:vAlign w:val="center"/>
          </w:tcPr>
          <w:p w14:paraId="371DA42C" w14:textId="09958462"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Dodatkowa opieka medyczna</w:t>
            </w:r>
          </w:p>
        </w:tc>
        <w:tc>
          <w:tcPr>
            <w:tcW w:w="2067" w:type="dxa"/>
            <w:vAlign w:val="center"/>
          </w:tcPr>
          <w:p w14:paraId="32295626" w14:textId="230C4452"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67" w:type="dxa"/>
            <w:vAlign w:val="center"/>
          </w:tcPr>
          <w:p w14:paraId="7B7BF26A" w14:textId="45C598DA"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67" w:type="dxa"/>
            <w:vAlign w:val="center"/>
          </w:tcPr>
          <w:p w14:paraId="5FC48000" w14:textId="78F2BF56"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7C7CA6D8" w14:textId="77777777" w:rsidTr="000B3F9E">
        <w:trPr>
          <w:trHeight w:val="675"/>
        </w:trPr>
        <w:tc>
          <w:tcPr>
            <w:tcW w:w="524" w:type="dxa"/>
            <w:shd w:val="clear" w:color="auto" w:fill="F2F2F2" w:themeFill="background1" w:themeFillShade="F2"/>
            <w:vAlign w:val="center"/>
          </w:tcPr>
          <w:p w14:paraId="7D27B297" w14:textId="77777777" w:rsidR="000B3F9E" w:rsidRPr="65D2D4C7" w:rsidRDefault="000B3F9E" w:rsidP="000B3F9E">
            <w:pPr>
              <w:spacing w:before="60" w:after="60" w:line="257" w:lineRule="auto"/>
              <w:rPr>
                <w:rFonts w:ascii="Aptos" w:eastAsia="Aptos" w:hAnsi="Aptos" w:cs="Aptos"/>
                <w:b/>
                <w:bCs/>
                <w:color w:val="000000" w:themeColor="text1"/>
                <w:sz w:val="22"/>
                <w:szCs w:val="22"/>
              </w:rPr>
            </w:pPr>
          </w:p>
        </w:tc>
        <w:tc>
          <w:tcPr>
            <w:tcW w:w="3126" w:type="dxa"/>
            <w:shd w:val="clear" w:color="auto" w:fill="F2F2F2" w:themeFill="background1" w:themeFillShade="F2"/>
            <w:vAlign w:val="center"/>
          </w:tcPr>
          <w:p w14:paraId="2C124597" w14:textId="77E9AB25"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SUMA</w:t>
            </w:r>
            <w:r w:rsidRPr="65D2D4C7">
              <w:rPr>
                <w:rFonts w:ascii="Aptos" w:eastAsia="Aptos" w:hAnsi="Aptos" w:cs="Aptos"/>
                <w:color w:val="000000" w:themeColor="text1"/>
                <w:sz w:val="22"/>
                <w:szCs w:val="22"/>
              </w:rPr>
              <w:t xml:space="preserve"> </w:t>
            </w:r>
            <w:r w:rsidRPr="65D2D4C7">
              <w:rPr>
                <w:rFonts w:ascii="Aptos" w:eastAsia="Aptos" w:hAnsi="Aptos" w:cs="Aptos"/>
                <w:b/>
                <w:bCs/>
                <w:color w:val="000000" w:themeColor="text1"/>
                <w:sz w:val="22"/>
                <w:szCs w:val="22"/>
              </w:rPr>
              <w:t>(</w:t>
            </w:r>
            <w:r>
              <w:rPr>
                <w:rFonts w:ascii="Aptos" w:eastAsia="Aptos" w:hAnsi="Aptos" w:cs="Aptos"/>
                <w:b/>
                <w:bCs/>
                <w:color w:val="000000" w:themeColor="text1"/>
                <w:sz w:val="22"/>
                <w:szCs w:val="22"/>
              </w:rPr>
              <w:t>wartość</w:t>
            </w:r>
            <w:r w:rsidRPr="65D2D4C7">
              <w:rPr>
                <w:rFonts w:ascii="Aptos" w:eastAsia="Aptos" w:hAnsi="Aptos" w:cs="Aptos"/>
                <w:b/>
                <w:bCs/>
                <w:color w:val="000000" w:themeColor="text1"/>
                <w:sz w:val="22"/>
                <w:szCs w:val="22"/>
              </w:rPr>
              <w:t xml:space="preserve"> oferty)</w:t>
            </w:r>
            <w:r w:rsidRPr="65D2D4C7">
              <w:rPr>
                <w:rFonts w:ascii="Aptos" w:eastAsia="Aptos" w:hAnsi="Aptos" w:cs="Aptos"/>
                <w:color w:val="000000" w:themeColor="text1"/>
                <w:sz w:val="22"/>
                <w:szCs w:val="22"/>
              </w:rPr>
              <w:t xml:space="preserve"> </w:t>
            </w:r>
            <w:r>
              <w:rPr>
                <w:rFonts w:ascii="Aptos" w:eastAsia="Aptos" w:hAnsi="Aptos" w:cs="Aptos"/>
                <w:color w:val="000000" w:themeColor="text1"/>
                <w:sz w:val="22"/>
                <w:szCs w:val="22"/>
              </w:rPr>
              <w:br/>
              <w:t>(wartości pozycji 1)</w:t>
            </w:r>
          </w:p>
        </w:tc>
        <w:tc>
          <w:tcPr>
            <w:tcW w:w="2067" w:type="dxa"/>
            <w:shd w:val="clear" w:color="auto" w:fill="F2F2F2" w:themeFill="background1" w:themeFillShade="F2"/>
            <w:vAlign w:val="center"/>
          </w:tcPr>
          <w:p w14:paraId="71CBA452" w14:textId="28A5BA8F"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color w:val="000000" w:themeColor="text1"/>
                <w:sz w:val="22"/>
                <w:szCs w:val="22"/>
              </w:rPr>
              <w:t xml:space="preserve"> ………………… PLN</w:t>
            </w:r>
          </w:p>
        </w:tc>
        <w:tc>
          <w:tcPr>
            <w:tcW w:w="2067" w:type="dxa"/>
            <w:shd w:val="clear" w:color="auto" w:fill="F2F2F2" w:themeFill="background1" w:themeFillShade="F2"/>
            <w:vAlign w:val="center"/>
          </w:tcPr>
          <w:p w14:paraId="14EBD35D" w14:textId="3626079E" w:rsidR="000B3F9E" w:rsidRDefault="000B3F9E" w:rsidP="000B3F9E">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67" w:type="dxa"/>
            <w:shd w:val="clear" w:color="auto" w:fill="F2F2F2" w:themeFill="background1" w:themeFillShade="F2"/>
            <w:vAlign w:val="center"/>
          </w:tcPr>
          <w:p w14:paraId="1B93E50E" w14:textId="13A339B6"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sz w:val="22"/>
                <w:szCs w:val="22"/>
              </w:rPr>
              <w:t xml:space="preserve"> ………………… PLN</w:t>
            </w:r>
          </w:p>
        </w:tc>
      </w:tr>
    </w:tbl>
    <w:p w14:paraId="2B094E32" w14:textId="588AA023" w:rsidR="65D2D4C7" w:rsidRDefault="65D2D4C7" w:rsidP="65D2D4C7">
      <w:pPr>
        <w:tabs>
          <w:tab w:val="right" w:leader="dot" w:pos="9356"/>
        </w:tabs>
        <w:spacing w:after="240"/>
        <w:ind w:left="357"/>
        <w:jc w:val="both"/>
        <w:rPr>
          <w:rFonts w:ascii="Verdana" w:hAnsi="Verdana" w:cs="Calibri"/>
        </w:rPr>
      </w:pPr>
    </w:p>
    <w:p w14:paraId="31059868" w14:textId="25F0A3F3" w:rsidR="00F76A71" w:rsidRPr="00E6158F" w:rsidRDefault="00F76A71" w:rsidP="00F76A71">
      <w:pPr>
        <w:tabs>
          <w:tab w:val="right" w:leader="dot" w:pos="9356"/>
        </w:tabs>
        <w:spacing w:after="240"/>
        <w:ind w:left="357"/>
        <w:jc w:val="both"/>
        <w:rPr>
          <w:rFonts w:ascii="Verdana" w:hAnsi="Verdana" w:cs="Calibri"/>
        </w:rPr>
      </w:pPr>
      <w:r w:rsidRPr="65D2D4C7">
        <w:rPr>
          <w:rFonts w:ascii="Verdana" w:hAnsi="Verdana" w:cs="Calibri"/>
        </w:rPr>
        <w:t xml:space="preserve">Do oferty </w:t>
      </w:r>
      <w:r w:rsidRPr="00C12588">
        <w:rPr>
          <w:rFonts w:ascii="Verdana" w:hAnsi="Verdana" w:cs="Calibri"/>
        </w:rPr>
        <w:t xml:space="preserve">załączam Załącznik nr </w:t>
      </w:r>
      <w:r w:rsidR="6057595C" w:rsidRPr="00C12588">
        <w:rPr>
          <w:rFonts w:ascii="Verdana" w:hAnsi="Verdana" w:cs="Calibri"/>
        </w:rPr>
        <w:t>4_a</w:t>
      </w:r>
      <w:r w:rsidRPr="00C12588">
        <w:rPr>
          <w:rFonts w:ascii="Verdana" w:hAnsi="Verdana" w:cs="Calibri"/>
        </w:rPr>
        <w:t xml:space="preserve"> do SWZ – „Szablon do wyceny wartości usług opieki </w:t>
      </w:r>
      <w:proofErr w:type="spellStart"/>
      <w:r w:rsidRPr="00C12588">
        <w:rPr>
          <w:rFonts w:ascii="Verdana" w:hAnsi="Verdana" w:cs="Calibri"/>
        </w:rPr>
        <w:t>dodatkowej_Warszawa</w:t>
      </w:r>
      <w:proofErr w:type="spellEnd"/>
      <w:r w:rsidRPr="00C12588">
        <w:rPr>
          <w:rFonts w:ascii="Verdana" w:hAnsi="Verdana" w:cs="Calibri"/>
        </w:rPr>
        <w:t>” podpisany zgodnie z zasadami reprezentacji.</w:t>
      </w:r>
    </w:p>
    <w:p w14:paraId="47FF16B2" w14:textId="77777777" w:rsidR="009B5D47" w:rsidRPr="009B5D47" w:rsidRDefault="009B5D47" w:rsidP="009B5D47">
      <w:pPr>
        <w:numPr>
          <w:ilvl w:val="0"/>
          <w:numId w:val="66"/>
        </w:numPr>
        <w:spacing w:after="240"/>
        <w:jc w:val="both"/>
        <w:rPr>
          <w:rFonts w:ascii="Verdana" w:hAnsi="Verdana" w:cs="Calibri"/>
        </w:rPr>
      </w:pPr>
      <w:r w:rsidRPr="00E6158F">
        <w:rPr>
          <w:rFonts w:ascii="Verdana" w:hAnsi="Verdana" w:cs="Calibri"/>
        </w:rPr>
        <w:t xml:space="preserve">Oświadczamy, że cena ofertowa zawiera wszystkie koszty związane z realizacją przedmiotu Zakupu </w:t>
      </w:r>
      <w:r w:rsidRPr="009B5D47">
        <w:rPr>
          <w:rFonts w:ascii="Verdana" w:hAnsi="Verdana" w:cs="Calibri"/>
        </w:rPr>
        <w:t>i pozostanie niezmienna do końca realizacji umowy.</w:t>
      </w:r>
    </w:p>
    <w:p w14:paraId="20169570" w14:textId="78071750" w:rsidR="009B5D47" w:rsidRDefault="009B5D47" w:rsidP="009B5D47">
      <w:pPr>
        <w:numPr>
          <w:ilvl w:val="0"/>
          <w:numId w:val="66"/>
        </w:numPr>
        <w:spacing w:after="240"/>
        <w:ind w:left="357" w:hanging="357"/>
        <w:jc w:val="both"/>
        <w:rPr>
          <w:rFonts w:ascii="Verdana" w:hAnsi="Verdana" w:cs="Calibri"/>
        </w:rPr>
      </w:pPr>
      <w:r w:rsidRPr="00E6158F">
        <w:rPr>
          <w:rFonts w:ascii="Verdana" w:hAnsi="Verdana" w:cs="Calibri"/>
        </w:rPr>
        <w:t xml:space="preserve">Oświadczamy, że Zakup zrealizujemy w terminie: </w:t>
      </w:r>
      <w:r w:rsidRPr="00F04044">
        <w:rPr>
          <w:rFonts w:ascii="Verdana" w:hAnsi="Verdana" w:cs="Calibri"/>
        </w:rPr>
        <w:t xml:space="preserve">od dnia </w:t>
      </w:r>
      <w:r w:rsidR="0066703A">
        <w:rPr>
          <w:rFonts w:ascii="Verdana" w:hAnsi="Verdana" w:cs="Calibri"/>
        </w:rPr>
        <w:t>1</w:t>
      </w:r>
      <w:r w:rsidRPr="00F04044">
        <w:rPr>
          <w:rFonts w:ascii="Verdana" w:hAnsi="Verdana" w:cs="Calibri"/>
        </w:rPr>
        <w:t>.0</w:t>
      </w:r>
      <w:r w:rsidR="0066703A">
        <w:rPr>
          <w:rFonts w:ascii="Verdana" w:hAnsi="Verdana" w:cs="Calibri"/>
        </w:rPr>
        <w:t>3</w:t>
      </w:r>
      <w:r w:rsidRPr="00F04044">
        <w:rPr>
          <w:rFonts w:ascii="Verdana" w:hAnsi="Verdana" w:cs="Calibri"/>
        </w:rPr>
        <w:t>.2026 r. do 28.02.2027 r.</w:t>
      </w:r>
    </w:p>
    <w:p w14:paraId="23937A43" w14:textId="77777777" w:rsidR="009B5D47" w:rsidRDefault="009B5D47" w:rsidP="00F04044">
      <w:pPr>
        <w:spacing w:after="240"/>
        <w:ind w:left="357"/>
        <w:jc w:val="both"/>
        <w:rPr>
          <w:rFonts w:ascii="Verdana" w:hAnsi="Verdana" w:cs="Calibri"/>
        </w:rPr>
      </w:pPr>
    </w:p>
    <w:p w14:paraId="4C278036" w14:textId="77777777" w:rsidR="009B5D47" w:rsidRPr="00F04044" w:rsidRDefault="009B5D47" w:rsidP="00A425D1">
      <w:pPr>
        <w:spacing w:after="240"/>
        <w:jc w:val="both"/>
        <w:rPr>
          <w:rFonts w:ascii="Verdana" w:hAnsi="Verdana" w:cs="Calibri"/>
          <w:b/>
          <w:bCs/>
        </w:rPr>
      </w:pPr>
      <w:r w:rsidRPr="00F04044">
        <w:rPr>
          <w:rFonts w:ascii="Verdana" w:hAnsi="Verdana" w:cs="Calibri"/>
          <w:b/>
          <w:bCs/>
        </w:rPr>
        <w:t>Zadanie 5 - Zakup Usług Medycyny Pracy z dodatkową opieką medyczną dla Pracowników PGE Obrót S.A. Oddział w Lublinie</w:t>
      </w:r>
    </w:p>
    <w:p w14:paraId="56786D49" w14:textId="431642C3" w:rsidR="009B5D47" w:rsidRPr="00A425D1" w:rsidRDefault="009B5D47" w:rsidP="65D2D4C7">
      <w:pPr>
        <w:numPr>
          <w:ilvl w:val="2"/>
          <w:numId w:val="67"/>
        </w:numPr>
        <w:spacing w:after="240"/>
        <w:ind w:left="357" w:hanging="357"/>
        <w:contextualSpacing/>
        <w:jc w:val="both"/>
        <w:rPr>
          <w:rFonts w:ascii="Verdana" w:hAnsi="Verdana" w:cs="Calibri"/>
        </w:rPr>
      </w:pPr>
      <w:r w:rsidRPr="00A425D1">
        <w:rPr>
          <w:rFonts w:ascii="Verdana" w:hAnsi="Verdana" w:cs="Calibri"/>
        </w:rPr>
        <w:t xml:space="preserve">Oferujemy wykonanie przedmiotu zakupu zgodnie z warunkami określonymi w Specyfikacji Warunków Zamówienia za </w:t>
      </w:r>
      <w:r w:rsidR="0E18A870" w:rsidRPr="65D2D4C7">
        <w:rPr>
          <w:rFonts w:ascii="Verdana" w:hAnsi="Verdana" w:cs="Calibri"/>
        </w:rPr>
        <w:t xml:space="preserve"> wartość</w:t>
      </w:r>
      <w:r w:rsidRPr="00A425D1">
        <w:rPr>
          <w:rFonts w:ascii="Verdana" w:hAnsi="Verdana" w:cs="Calibri"/>
        </w:rPr>
        <w:t xml:space="preserve"> netto, która wynosi: ……………………………… zł, słownie: …………………………………………………………………………………………………………………………………………………………..</w:t>
      </w:r>
    </w:p>
    <w:p w14:paraId="65056BC0"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podatek VAT ………%, kwota: ……………………, słownie: …………………………………………………………………….</w:t>
      </w:r>
    </w:p>
    <w:p w14:paraId="1C03839D" w14:textId="77777777" w:rsidR="009B5D47" w:rsidRPr="00A425D1" w:rsidRDefault="009B5D47" w:rsidP="009B5D47">
      <w:pPr>
        <w:tabs>
          <w:tab w:val="right" w:leader="dot" w:pos="9356"/>
        </w:tabs>
        <w:spacing w:after="240"/>
        <w:ind w:left="357"/>
        <w:contextualSpacing/>
        <w:jc w:val="both"/>
        <w:rPr>
          <w:rFonts w:ascii="Verdana" w:hAnsi="Verdana" w:cs="Calibri"/>
        </w:rPr>
      </w:pPr>
      <w:r w:rsidRPr="00A425D1">
        <w:rPr>
          <w:rFonts w:ascii="Verdana" w:hAnsi="Verdana" w:cs="Calibri"/>
        </w:rPr>
        <w:t>……………………………………………………………………………………………………………………………………………………………</w:t>
      </w:r>
    </w:p>
    <w:p w14:paraId="4DDCCFDD" w14:textId="4FDEEB54" w:rsidR="009B5D47" w:rsidRPr="00A425D1" w:rsidRDefault="131DFDE7" w:rsidP="65D2D4C7">
      <w:pPr>
        <w:tabs>
          <w:tab w:val="right" w:leader="dot" w:pos="9356"/>
        </w:tabs>
        <w:spacing w:after="240"/>
        <w:ind w:left="357"/>
        <w:contextualSpacing/>
        <w:jc w:val="both"/>
        <w:rPr>
          <w:rFonts w:ascii="Verdana" w:hAnsi="Verdana" w:cs="Calibri"/>
        </w:rPr>
      </w:pPr>
      <w:r w:rsidRPr="65D2D4C7">
        <w:rPr>
          <w:rFonts w:ascii="Verdana" w:hAnsi="Verdana" w:cs="Calibri"/>
        </w:rPr>
        <w:t>wartość</w:t>
      </w:r>
      <w:r w:rsidR="009B5D47" w:rsidRPr="00A425D1">
        <w:rPr>
          <w:rFonts w:ascii="Verdana" w:hAnsi="Verdana" w:cs="Calibri"/>
        </w:rPr>
        <w:t xml:space="preserve"> brutto: ……………………… zł, słownie: ……………………………………………………………………………………</w:t>
      </w:r>
      <w:r w:rsidR="00C12588">
        <w:rPr>
          <w:rFonts w:ascii="Verdana" w:hAnsi="Verdana" w:cs="Calibri"/>
        </w:rPr>
        <w:t>.</w:t>
      </w:r>
    </w:p>
    <w:p w14:paraId="2B1F231C" w14:textId="77777777" w:rsidR="009B5D47" w:rsidRDefault="009B5D47" w:rsidP="009B5D47">
      <w:pPr>
        <w:tabs>
          <w:tab w:val="right" w:leader="dot" w:pos="9356"/>
        </w:tabs>
        <w:spacing w:after="240"/>
        <w:ind w:left="357"/>
        <w:jc w:val="both"/>
        <w:rPr>
          <w:rFonts w:ascii="Verdana" w:hAnsi="Verdana" w:cs="Calibri"/>
        </w:rPr>
      </w:pPr>
      <w:r w:rsidRPr="00A425D1">
        <w:rPr>
          <w:rFonts w:ascii="Verdana" w:hAnsi="Verdana" w:cs="Calibri"/>
        </w:rPr>
        <w:t>……………………………………………………………………………………………………………………………………………………………</w:t>
      </w:r>
    </w:p>
    <w:p w14:paraId="57B57685" w14:textId="77777777" w:rsidR="00F76A71" w:rsidRDefault="00F76A71" w:rsidP="00F76A71">
      <w:pPr>
        <w:tabs>
          <w:tab w:val="right" w:leader="dot" w:pos="9356"/>
        </w:tabs>
        <w:spacing w:after="240"/>
        <w:ind w:left="357"/>
        <w:jc w:val="both"/>
        <w:rPr>
          <w:rFonts w:ascii="Verdana" w:hAnsi="Verdana" w:cs="Calibri"/>
        </w:rPr>
      </w:pPr>
      <w:r w:rsidRPr="65D2D4C7">
        <w:rPr>
          <w:rFonts w:ascii="Verdana" w:hAnsi="Verdana" w:cs="Calibri"/>
        </w:rPr>
        <w:t>W tym:</w:t>
      </w: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118"/>
        <w:gridCol w:w="2030"/>
        <w:gridCol w:w="2030"/>
        <w:gridCol w:w="2030"/>
      </w:tblGrid>
      <w:tr w:rsidR="000B3F9E" w14:paraId="4906542F" w14:textId="77777777" w:rsidTr="00377D8C">
        <w:trPr>
          <w:trHeight w:val="225"/>
        </w:trPr>
        <w:tc>
          <w:tcPr>
            <w:tcW w:w="643" w:type="dxa"/>
            <w:shd w:val="clear" w:color="auto" w:fill="BFBFBF" w:themeFill="background1" w:themeFillShade="BF"/>
            <w:vAlign w:val="center"/>
          </w:tcPr>
          <w:p w14:paraId="4635D470" w14:textId="5E88F7C4" w:rsidR="000B3F9E" w:rsidRPr="65D2D4C7" w:rsidRDefault="000B3F9E" w:rsidP="000B3F9E">
            <w:pPr>
              <w:spacing w:before="60" w:after="60" w:line="257" w:lineRule="auto"/>
              <w:rPr>
                <w:rFonts w:ascii="Aptos" w:eastAsia="Aptos" w:hAnsi="Aptos" w:cs="Aptos"/>
                <w:b/>
                <w:bCs/>
                <w:color w:val="000000" w:themeColor="text1"/>
                <w:sz w:val="22"/>
                <w:szCs w:val="22"/>
              </w:rPr>
            </w:pPr>
            <w:r>
              <w:rPr>
                <w:rFonts w:ascii="Aptos" w:eastAsia="Aptos" w:hAnsi="Aptos" w:cs="Aptos"/>
                <w:b/>
                <w:bCs/>
                <w:color w:val="000000" w:themeColor="text1"/>
                <w:sz w:val="22"/>
                <w:szCs w:val="22"/>
              </w:rPr>
              <w:lastRenderedPageBreak/>
              <w:t>Lp.</w:t>
            </w:r>
          </w:p>
        </w:tc>
        <w:tc>
          <w:tcPr>
            <w:tcW w:w="3118" w:type="dxa"/>
            <w:shd w:val="clear" w:color="auto" w:fill="BFBFBF" w:themeFill="background1" w:themeFillShade="BF"/>
            <w:vAlign w:val="center"/>
          </w:tcPr>
          <w:p w14:paraId="1390E005" w14:textId="3AED8C8D"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Rodzaj Usługi</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288ACE2D" w14:textId="21282BEA"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netto PLN</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45EB68A5" w14:textId="25875B1C"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 xml:space="preserve">Podatek VAT </w:t>
            </w:r>
            <w:r>
              <w:rPr>
                <w:rFonts w:ascii="Aptos" w:eastAsia="Aptos" w:hAnsi="Aptos" w:cs="Aptos"/>
                <w:b/>
                <w:bCs/>
                <w:color w:val="000000" w:themeColor="text1"/>
                <w:sz w:val="22"/>
                <w:szCs w:val="22"/>
              </w:rPr>
              <w:br/>
            </w:r>
            <w:r w:rsidRPr="65D2D4C7">
              <w:rPr>
                <w:rFonts w:ascii="Aptos" w:eastAsia="Aptos" w:hAnsi="Aptos" w:cs="Aptos"/>
                <w:b/>
                <w:bCs/>
                <w:color w:val="000000" w:themeColor="text1"/>
                <w:sz w:val="22"/>
                <w:szCs w:val="22"/>
              </w:rPr>
              <w:t>(%, PLN)</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27CA45D8" w14:textId="014CDA39"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brutto PLN</w:t>
            </w:r>
            <w:r w:rsidRPr="65D2D4C7">
              <w:rPr>
                <w:rFonts w:ascii="Aptos" w:eastAsia="Aptos" w:hAnsi="Aptos" w:cs="Aptos"/>
                <w:color w:val="000000" w:themeColor="text1"/>
                <w:sz w:val="22"/>
                <w:szCs w:val="22"/>
              </w:rPr>
              <w:t xml:space="preserve"> </w:t>
            </w:r>
          </w:p>
        </w:tc>
      </w:tr>
      <w:tr w:rsidR="000B3F9E" w14:paraId="6DE62D3B" w14:textId="77777777" w:rsidTr="00377D8C">
        <w:trPr>
          <w:trHeight w:val="225"/>
        </w:trPr>
        <w:tc>
          <w:tcPr>
            <w:tcW w:w="643" w:type="dxa"/>
            <w:vAlign w:val="center"/>
          </w:tcPr>
          <w:p w14:paraId="1DD2E0D9" w14:textId="479610F7"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1</w:t>
            </w:r>
          </w:p>
        </w:tc>
        <w:tc>
          <w:tcPr>
            <w:tcW w:w="3118" w:type="dxa"/>
            <w:vAlign w:val="center"/>
          </w:tcPr>
          <w:p w14:paraId="4F6852EE" w14:textId="53FFF7D1"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Medycyna pracy (rozliczenie ryczałtowe) </w:t>
            </w:r>
          </w:p>
        </w:tc>
        <w:tc>
          <w:tcPr>
            <w:tcW w:w="2030" w:type="dxa"/>
            <w:vAlign w:val="center"/>
          </w:tcPr>
          <w:p w14:paraId="08814F2A" w14:textId="346055A2"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45CD28F6" w14:textId="5B980FD0"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56BE4364" w14:textId="71527800"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45AF3FC3" w14:textId="77777777" w:rsidTr="00377D8C">
        <w:trPr>
          <w:trHeight w:val="225"/>
        </w:trPr>
        <w:tc>
          <w:tcPr>
            <w:tcW w:w="643" w:type="dxa"/>
            <w:vAlign w:val="center"/>
          </w:tcPr>
          <w:p w14:paraId="63391AA3" w14:textId="6315A9BF"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2</w:t>
            </w:r>
          </w:p>
        </w:tc>
        <w:tc>
          <w:tcPr>
            <w:tcW w:w="3118" w:type="dxa"/>
            <w:vAlign w:val="center"/>
          </w:tcPr>
          <w:p w14:paraId="436FEBDC" w14:textId="0E941D6A"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Dodatkowa opieka medyczna (rozliczenie ryczałtowe) </w:t>
            </w:r>
          </w:p>
        </w:tc>
        <w:tc>
          <w:tcPr>
            <w:tcW w:w="2030" w:type="dxa"/>
            <w:vAlign w:val="center"/>
          </w:tcPr>
          <w:p w14:paraId="768692C1" w14:textId="6EC1E896"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0D705ADB" w14:textId="28533C9D"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2F216A26" w14:textId="03D27CA2"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3F9E1A30" w14:textId="77777777" w:rsidTr="00377D8C">
        <w:trPr>
          <w:trHeight w:val="675"/>
        </w:trPr>
        <w:tc>
          <w:tcPr>
            <w:tcW w:w="643" w:type="dxa"/>
            <w:vAlign w:val="center"/>
          </w:tcPr>
          <w:p w14:paraId="1A7D332F" w14:textId="511DF24E"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3</w:t>
            </w:r>
          </w:p>
        </w:tc>
        <w:tc>
          <w:tcPr>
            <w:tcW w:w="3118" w:type="dxa"/>
            <w:vAlign w:val="center"/>
          </w:tcPr>
          <w:p w14:paraId="44CB58F9" w14:textId="00E98AC4"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Dodatkowe usługi BHP </w:t>
            </w:r>
          </w:p>
        </w:tc>
        <w:tc>
          <w:tcPr>
            <w:tcW w:w="2030" w:type="dxa"/>
            <w:vAlign w:val="center"/>
          </w:tcPr>
          <w:p w14:paraId="192BD55C" w14:textId="2004C04D"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22EEADE1" w14:textId="218EDA24"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745AB745" w14:textId="3D04043B"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415D0D77" w14:textId="77777777" w:rsidTr="00377D8C">
        <w:trPr>
          <w:trHeight w:val="675"/>
        </w:trPr>
        <w:tc>
          <w:tcPr>
            <w:tcW w:w="643" w:type="dxa"/>
            <w:shd w:val="clear" w:color="auto" w:fill="F2F2F2" w:themeFill="background1" w:themeFillShade="F2"/>
            <w:vAlign w:val="center"/>
          </w:tcPr>
          <w:p w14:paraId="78276D86" w14:textId="77777777" w:rsidR="000B3F9E" w:rsidRPr="65D2D4C7" w:rsidRDefault="000B3F9E" w:rsidP="000B3F9E">
            <w:pPr>
              <w:spacing w:before="60" w:after="60" w:line="257" w:lineRule="auto"/>
              <w:rPr>
                <w:rFonts w:ascii="Aptos" w:eastAsia="Aptos" w:hAnsi="Aptos" w:cs="Aptos"/>
                <w:b/>
                <w:bCs/>
                <w:color w:val="000000" w:themeColor="text1"/>
                <w:sz w:val="22"/>
                <w:szCs w:val="22"/>
              </w:rPr>
            </w:pPr>
          </w:p>
        </w:tc>
        <w:tc>
          <w:tcPr>
            <w:tcW w:w="3118" w:type="dxa"/>
            <w:shd w:val="clear" w:color="auto" w:fill="F2F2F2" w:themeFill="background1" w:themeFillShade="F2"/>
            <w:vAlign w:val="center"/>
          </w:tcPr>
          <w:p w14:paraId="3E67A362" w14:textId="07A79B1C"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SUMA</w:t>
            </w:r>
            <w:r w:rsidRPr="65D2D4C7">
              <w:rPr>
                <w:rFonts w:ascii="Aptos" w:eastAsia="Aptos" w:hAnsi="Aptos" w:cs="Aptos"/>
                <w:color w:val="000000" w:themeColor="text1"/>
                <w:sz w:val="22"/>
                <w:szCs w:val="22"/>
              </w:rPr>
              <w:t xml:space="preserve"> </w:t>
            </w:r>
            <w:r w:rsidRPr="65D2D4C7">
              <w:rPr>
                <w:rFonts w:ascii="Aptos" w:eastAsia="Aptos" w:hAnsi="Aptos" w:cs="Aptos"/>
                <w:b/>
                <w:bCs/>
                <w:color w:val="000000" w:themeColor="text1"/>
                <w:sz w:val="22"/>
                <w:szCs w:val="22"/>
              </w:rPr>
              <w:t>(</w:t>
            </w:r>
            <w:r>
              <w:rPr>
                <w:rFonts w:ascii="Aptos" w:eastAsia="Aptos" w:hAnsi="Aptos" w:cs="Aptos"/>
                <w:b/>
                <w:bCs/>
                <w:color w:val="000000" w:themeColor="text1"/>
                <w:sz w:val="22"/>
                <w:szCs w:val="22"/>
              </w:rPr>
              <w:t>wartość</w:t>
            </w:r>
            <w:r w:rsidRPr="65D2D4C7">
              <w:rPr>
                <w:rFonts w:ascii="Aptos" w:eastAsia="Aptos" w:hAnsi="Aptos" w:cs="Aptos"/>
                <w:b/>
                <w:bCs/>
                <w:color w:val="000000" w:themeColor="text1"/>
                <w:sz w:val="22"/>
                <w:szCs w:val="22"/>
              </w:rPr>
              <w:t xml:space="preserve"> oferty)</w:t>
            </w:r>
            <w:r w:rsidRPr="65D2D4C7">
              <w:rPr>
                <w:rFonts w:ascii="Aptos" w:eastAsia="Aptos" w:hAnsi="Aptos" w:cs="Aptos"/>
                <w:color w:val="000000" w:themeColor="text1"/>
                <w:sz w:val="22"/>
                <w:szCs w:val="22"/>
              </w:rPr>
              <w:t xml:space="preserve"> </w:t>
            </w:r>
            <w:r>
              <w:rPr>
                <w:rFonts w:ascii="Aptos" w:eastAsia="Aptos" w:hAnsi="Aptos" w:cs="Aptos"/>
                <w:color w:val="000000" w:themeColor="text1"/>
                <w:sz w:val="22"/>
                <w:szCs w:val="22"/>
              </w:rPr>
              <w:br/>
              <w:t>(suma pozycji 1 + 2 + 3)</w:t>
            </w:r>
          </w:p>
        </w:tc>
        <w:tc>
          <w:tcPr>
            <w:tcW w:w="2030" w:type="dxa"/>
            <w:shd w:val="clear" w:color="auto" w:fill="F2F2F2" w:themeFill="background1" w:themeFillShade="F2"/>
            <w:vAlign w:val="center"/>
          </w:tcPr>
          <w:p w14:paraId="202BEFFA" w14:textId="7151FC8C"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color w:val="000000" w:themeColor="text1"/>
                <w:sz w:val="22"/>
                <w:szCs w:val="22"/>
              </w:rPr>
              <w:t xml:space="preserve"> ………………… PLN</w:t>
            </w:r>
          </w:p>
        </w:tc>
        <w:tc>
          <w:tcPr>
            <w:tcW w:w="2030" w:type="dxa"/>
            <w:shd w:val="clear" w:color="auto" w:fill="F2F2F2" w:themeFill="background1" w:themeFillShade="F2"/>
            <w:vAlign w:val="center"/>
          </w:tcPr>
          <w:p w14:paraId="33E621E6" w14:textId="6DBDB35C" w:rsidR="000B3F9E" w:rsidRDefault="000B3F9E" w:rsidP="000B3F9E">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shd w:val="clear" w:color="auto" w:fill="F2F2F2" w:themeFill="background1" w:themeFillShade="F2"/>
            <w:vAlign w:val="center"/>
          </w:tcPr>
          <w:p w14:paraId="450F6783" w14:textId="5E2319CF" w:rsidR="000B3F9E" w:rsidRDefault="000B3F9E" w:rsidP="000B3F9E">
            <w:pPr>
              <w:spacing w:before="60" w:after="60" w:line="257" w:lineRule="auto"/>
              <w:rPr>
                <w:rFonts w:ascii="Aptos" w:eastAsia="Aptos" w:hAnsi="Aptos" w:cs="Aptos"/>
                <w:color w:val="000000" w:themeColor="text1"/>
                <w:sz w:val="22"/>
                <w:szCs w:val="22"/>
              </w:rPr>
            </w:pPr>
            <w:r w:rsidRPr="65D2D4C7">
              <w:rPr>
                <w:rFonts w:ascii="Aptos" w:eastAsia="Aptos" w:hAnsi="Aptos" w:cs="Aptos"/>
                <w:sz w:val="22"/>
                <w:szCs w:val="22"/>
              </w:rPr>
              <w:t xml:space="preserve"> ………………… PLN</w:t>
            </w:r>
          </w:p>
        </w:tc>
      </w:tr>
    </w:tbl>
    <w:p w14:paraId="43878AD8" w14:textId="2046DA6D" w:rsidR="65D2D4C7" w:rsidRDefault="65D2D4C7" w:rsidP="65D2D4C7">
      <w:pPr>
        <w:tabs>
          <w:tab w:val="right" w:leader="dot" w:pos="9356"/>
        </w:tabs>
        <w:spacing w:after="240"/>
        <w:ind w:left="357"/>
        <w:jc w:val="both"/>
        <w:rPr>
          <w:rFonts w:ascii="Verdana" w:hAnsi="Verdana" w:cs="Calibri"/>
        </w:rPr>
      </w:pPr>
    </w:p>
    <w:p w14:paraId="4CD548DA" w14:textId="170A09D7" w:rsidR="00F76A71" w:rsidRPr="00E6158F" w:rsidRDefault="00F76A71" w:rsidP="00F76A71">
      <w:pPr>
        <w:tabs>
          <w:tab w:val="right" w:leader="dot" w:pos="9356"/>
        </w:tabs>
        <w:spacing w:after="240"/>
        <w:ind w:left="357"/>
        <w:jc w:val="both"/>
        <w:rPr>
          <w:rFonts w:ascii="Verdana" w:hAnsi="Verdana" w:cs="Calibri"/>
        </w:rPr>
      </w:pPr>
      <w:r w:rsidRPr="65D2D4C7">
        <w:rPr>
          <w:rFonts w:ascii="Verdana" w:hAnsi="Verdana" w:cs="Calibri"/>
        </w:rPr>
        <w:t xml:space="preserve">Do oferty załączam Załącznik </w:t>
      </w:r>
      <w:r w:rsidRPr="00C12588">
        <w:rPr>
          <w:rFonts w:ascii="Verdana" w:hAnsi="Verdana" w:cs="Calibri"/>
        </w:rPr>
        <w:t xml:space="preserve">nr </w:t>
      </w:r>
      <w:r w:rsidR="4C3C0774" w:rsidRPr="00C12588">
        <w:rPr>
          <w:rFonts w:ascii="Verdana" w:hAnsi="Verdana" w:cs="Calibri"/>
        </w:rPr>
        <w:t>5_a</w:t>
      </w:r>
      <w:r w:rsidRPr="00C12588">
        <w:rPr>
          <w:rFonts w:ascii="Verdana" w:hAnsi="Verdana" w:cs="Calibri"/>
        </w:rPr>
        <w:t xml:space="preserve"> do SWZ – „Szablon do wyceny wartości usług </w:t>
      </w:r>
      <w:proofErr w:type="spellStart"/>
      <w:r w:rsidRPr="00C12588">
        <w:rPr>
          <w:rFonts w:ascii="Verdana" w:hAnsi="Verdana" w:cs="Calibri"/>
        </w:rPr>
        <w:t>medycznych_Lublin</w:t>
      </w:r>
      <w:proofErr w:type="spellEnd"/>
      <w:r w:rsidRPr="00C12588">
        <w:rPr>
          <w:rFonts w:ascii="Verdana" w:hAnsi="Verdana" w:cs="Calibri"/>
        </w:rPr>
        <w:t>” podpisany zgodnie z zasadami reprezentacji.</w:t>
      </w:r>
    </w:p>
    <w:p w14:paraId="6492AA22" w14:textId="77777777" w:rsidR="009B5D47" w:rsidRPr="009B5D47" w:rsidRDefault="009B5D47" w:rsidP="009B5D47">
      <w:pPr>
        <w:numPr>
          <w:ilvl w:val="0"/>
          <w:numId w:val="68"/>
        </w:numPr>
        <w:spacing w:after="240"/>
        <w:jc w:val="both"/>
        <w:rPr>
          <w:rFonts w:ascii="Verdana" w:hAnsi="Verdana" w:cs="Calibri"/>
        </w:rPr>
      </w:pPr>
      <w:r w:rsidRPr="00E6158F">
        <w:rPr>
          <w:rFonts w:ascii="Verdana" w:hAnsi="Verdana" w:cs="Calibri"/>
        </w:rPr>
        <w:t xml:space="preserve">Oświadczamy, że cena ofertowa zawiera wszystkie koszty związane z realizacją przedmiotu Zakupu </w:t>
      </w:r>
      <w:r w:rsidRPr="009B5D47">
        <w:rPr>
          <w:rFonts w:ascii="Verdana" w:hAnsi="Verdana" w:cs="Calibri"/>
        </w:rPr>
        <w:t>i pozostanie niezmienna do końca realizacji umowy.</w:t>
      </w:r>
    </w:p>
    <w:p w14:paraId="6995C6B2" w14:textId="1465BE86" w:rsidR="009B5D47" w:rsidRDefault="009B5D47" w:rsidP="009B5D47">
      <w:pPr>
        <w:numPr>
          <w:ilvl w:val="0"/>
          <w:numId w:val="68"/>
        </w:numPr>
        <w:spacing w:after="240"/>
        <w:ind w:left="357" w:hanging="357"/>
        <w:jc w:val="both"/>
        <w:rPr>
          <w:rFonts w:ascii="Verdana" w:hAnsi="Verdana" w:cs="Calibri"/>
        </w:rPr>
      </w:pPr>
      <w:r w:rsidRPr="00E6158F">
        <w:rPr>
          <w:rFonts w:ascii="Verdana" w:hAnsi="Verdana" w:cs="Calibri"/>
        </w:rPr>
        <w:t xml:space="preserve">Oświadczamy, że Zakup zrealizujemy w terminie: </w:t>
      </w:r>
      <w:r w:rsidRPr="00F04044">
        <w:rPr>
          <w:rFonts w:ascii="Verdana" w:hAnsi="Verdana" w:cs="Calibri"/>
        </w:rPr>
        <w:t xml:space="preserve">od dnia </w:t>
      </w:r>
      <w:r w:rsidRPr="009B5D47">
        <w:rPr>
          <w:rFonts w:ascii="Verdana" w:hAnsi="Verdana" w:cs="Calibri"/>
        </w:rPr>
        <w:t>1.0</w:t>
      </w:r>
      <w:r w:rsidR="0066703A">
        <w:rPr>
          <w:rFonts w:ascii="Verdana" w:hAnsi="Verdana" w:cs="Calibri"/>
        </w:rPr>
        <w:t>4</w:t>
      </w:r>
      <w:r w:rsidRPr="009B5D47">
        <w:rPr>
          <w:rFonts w:ascii="Verdana" w:hAnsi="Verdana" w:cs="Calibri"/>
        </w:rPr>
        <w:t>.2026 r. do 31.03.2027 r.</w:t>
      </w:r>
    </w:p>
    <w:p w14:paraId="24A48469" w14:textId="77777777" w:rsidR="009B5D47" w:rsidRDefault="009B5D47" w:rsidP="00F04044">
      <w:pPr>
        <w:spacing w:after="240"/>
        <w:ind w:left="357"/>
        <w:jc w:val="both"/>
        <w:rPr>
          <w:rFonts w:ascii="Verdana" w:hAnsi="Verdana" w:cs="Calibri"/>
        </w:rPr>
      </w:pPr>
    </w:p>
    <w:p w14:paraId="420B3F92" w14:textId="77777777" w:rsidR="009B5D47" w:rsidRPr="00F04044" w:rsidRDefault="009B5D47" w:rsidP="65D2D4C7">
      <w:pPr>
        <w:spacing w:after="240"/>
        <w:jc w:val="both"/>
        <w:rPr>
          <w:rFonts w:ascii="Verdana" w:hAnsi="Verdana" w:cs="Calibri"/>
          <w:b/>
          <w:bCs/>
        </w:rPr>
      </w:pPr>
      <w:r w:rsidRPr="65D2D4C7">
        <w:rPr>
          <w:rFonts w:ascii="Verdana" w:hAnsi="Verdana" w:cs="Calibri"/>
          <w:b/>
          <w:bCs/>
        </w:rPr>
        <w:t>Zadanie 6 - Zakup Usług Medycyny Pracy z dodatkową opieką medyczną dla Pracowników PGE Obrót S.A. Oddział w Łodzi.</w:t>
      </w:r>
    </w:p>
    <w:p w14:paraId="0C4EB740" w14:textId="5F87A277" w:rsidR="009B5D47" w:rsidRPr="00F76A71" w:rsidRDefault="009B5D47" w:rsidP="65D2D4C7">
      <w:pPr>
        <w:numPr>
          <w:ilvl w:val="2"/>
          <w:numId w:val="69"/>
        </w:numPr>
        <w:spacing w:after="240"/>
        <w:ind w:left="357" w:hanging="357"/>
        <w:contextualSpacing/>
        <w:jc w:val="both"/>
        <w:rPr>
          <w:rFonts w:ascii="Verdana" w:hAnsi="Verdana" w:cs="Calibri"/>
        </w:rPr>
      </w:pPr>
      <w:r w:rsidRPr="65D2D4C7">
        <w:rPr>
          <w:rFonts w:ascii="Verdana" w:hAnsi="Verdana" w:cs="Calibri"/>
        </w:rPr>
        <w:t xml:space="preserve">Oferujemy wykonanie przedmiotu zakupu zgodnie z warunkami określonymi w Specyfikacji Warunków Zamówienia za  </w:t>
      </w:r>
      <w:r w:rsidR="2F7481F7" w:rsidRPr="65D2D4C7">
        <w:rPr>
          <w:rFonts w:ascii="Verdana" w:hAnsi="Verdana" w:cs="Calibri"/>
        </w:rPr>
        <w:t xml:space="preserve">wartość </w:t>
      </w:r>
      <w:r w:rsidRPr="65D2D4C7">
        <w:rPr>
          <w:rFonts w:ascii="Verdana" w:hAnsi="Verdana" w:cs="Calibri"/>
        </w:rPr>
        <w:t>netto, która wynosi: ……………………………… zł, słownie: …………………………………………………………………………………………………………………………………………………………..</w:t>
      </w:r>
    </w:p>
    <w:p w14:paraId="42D8BA56" w14:textId="77777777" w:rsidR="009B5D47" w:rsidRPr="00F76A71" w:rsidRDefault="009B5D47" w:rsidP="65D2D4C7">
      <w:pPr>
        <w:tabs>
          <w:tab w:val="right" w:leader="dot" w:pos="9356"/>
        </w:tabs>
        <w:spacing w:after="240"/>
        <w:ind w:left="357"/>
        <w:contextualSpacing/>
        <w:jc w:val="both"/>
        <w:rPr>
          <w:rFonts w:ascii="Verdana" w:hAnsi="Verdana" w:cs="Calibri"/>
        </w:rPr>
      </w:pPr>
      <w:r w:rsidRPr="65D2D4C7">
        <w:rPr>
          <w:rFonts w:ascii="Verdana" w:hAnsi="Verdana" w:cs="Calibri"/>
        </w:rPr>
        <w:t>podatek VAT ………%, kwota: ……………………, słownie: …………………………………………………………………….</w:t>
      </w:r>
    </w:p>
    <w:p w14:paraId="0F7155E7" w14:textId="77777777" w:rsidR="009B5D47" w:rsidRPr="00F76A71" w:rsidRDefault="009B5D47" w:rsidP="65D2D4C7">
      <w:pPr>
        <w:tabs>
          <w:tab w:val="right" w:leader="dot" w:pos="9356"/>
        </w:tabs>
        <w:spacing w:after="240"/>
        <w:ind w:left="357"/>
        <w:contextualSpacing/>
        <w:jc w:val="both"/>
        <w:rPr>
          <w:rFonts w:ascii="Verdana" w:hAnsi="Verdana" w:cs="Calibri"/>
        </w:rPr>
      </w:pPr>
      <w:r w:rsidRPr="65D2D4C7">
        <w:rPr>
          <w:rFonts w:ascii="Verdana" w:hAnsi="Verdana" w:cs="Calibri"/>
        </w:rPr>
        <w:t>……………………………………………………………………………………………………………………………………………………………</w:t>
      </w:r>
    </w:p>
    <w:p w14:paraId="09F93E89" w14:textId="2ACC8B6D" w:rsidR="009B5D47" w:rsidRPr="00F76A71" w:rsidRDefault="13F73CE8" w:rsidP="65D2D4C7">
      <w:pPr>
        <w:tabs>
          <w:tab w:val="right" w:leader="dot" w:pos="9356"/>
        </w:tabs>
        <w:spacing w:after="240"/>
        <w:ind w:left="357"/>
        <w:contextualSpacing/>
        <w:jc w:val="both"/>
        <w:rPr>
          <w:rFonts w:ascii="Verdana" w:hAnsi="Verdana" w:cs="Calibri"/>
        </w:rPr>
      </w:pPr>
      <w:r w:rsidRPr="65D2D4C7">
        <w:rPr>
          <w:rFonts w:ascii="Verdana" w:hAnsi="Verdana" w:cs="Calibri"/>
        </w:rPr>
        <w:t>wartość</w:t>
      </w:r>
      <w:r w:rsidR="009B5D47" w:rsidRPr="65D2D4C7">
        <w:rPr>
          <w:rFonts w:ascii="Verdana" w:hAnsi="Verdana" w:cs="Calibri"/>
        </w:rPr>
        <w:t xml:space="preserve"> brutto: ……………………… zł, słownie: ……………………………………………………………………………………</w:t>
      </w:r>
      <w:r w:rsidR="00C12588">
        <w:rPr>
          <w:rFonts w:ascii="Verdana" w:hAnsi="Verdana" w:cs="Calibri"/>
        </w:rPr>
        <w:t>.</w:t>
      </w:r>
    </w:p>
    <w:p w14:paraId="39E0C96A" w14:textId="77777777" w:rsidR="009B5D47" w:rsidRDefault="009B5D47" w:rsidP="009B5D47">
      <w:pPr>
        <w:tabs>
          <w:tab w:val="right" w:leader="dot" w:pos="9356"/>
        </w:tabs>
        <w:spacing w:after="240"/>
        <w:ind w:left="357"/>
        <w:jc w:val="both"/>
        <w:rPr>
          <w:rFonts w:ascii="Verdana" w:hAnsi="Verdana" w:cs="Calibri"/>
        </w:rPr>
      </w:pPr>
      <w:r w:rsidRPr="65D2D4C7">
        <w:rPr>
          <w:rFonts w:ascii="Verdana" w:hAnsi="Verdana" w:cs="Calibri"/>
        </w:rPr>
        <w:t>……………………………………………………………………………………………………………………………………………………………</w:t>
      </w:r>
    </w:p>
    <w:p w14:paraId="4388F7B4" w14:textId="77777777" w:rsidR="00F76A71" w:rsidRDefault="00F76A71" w:rsidP="00F76A71">
      <w:pPr>
        <w:tabs>
          <w:tab w:val="right" w:leader="dot" w:pos="9356"/>
        </w:tabs>
        <w:spacing w:after="240"/>
        <w:ind w:left="357"/>
        <w:jc w:val="both"/>
        <w:rPr>
          <w:rFonts w:ascii="Verdana" w:hAnsi="Verdana" w:cs="Calibri"/>
        </w:rPr>
      </w:pPr>
      <w:r w:rsidRPr="65D2D4C7">
        <w:rPr>
          <w:rFonts w:ascii="Verdana" w:hAnsi="Verdana" w:cs="Calibri"/>
        </w:rPr>
        <w:t>W tym:</w:t>
      </w:r>
    </w:p>
    <w:tbl>
      <w:tblPr>
        <w:tblW w:w="0" w:type="auto"/>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118"/>
        <w:gridCol w:w="2030"/>
        <w:gridCol w:w="2030"/>
        <w:gridCol w:w="2030"/>
      </w:tblGrid>
      <w:tr w:rsidR="000B3F9E" w14:paraId="08A5D6E7" w14:textId="77777777" w:rsidTr="00377D8C">
        <w:trPr>
          <w:trHeight w:val="225"/>
        </w:trPr>
        <w:tc>
          <w:tcPr>
            <w:tcW w:w="643" w:type="dxa"/>
            <w:shd w:val="clear" w:color="auto" w:fill="BFBFBF" w:themeFill="background1" w:themeFillShade="BF"/>
            <w:vAlign w:val="center"/>
          </w:tcPr>
          <w:p w14:paraId="57FB4510" w14:textId="7EB04633" w:rsidR="000B3F9E" w:rsidRPr="65D2D4C7" w:rsidRDefault="000B3F9E" w:rsidP="000B3F9E">
            <w:pPr>
              <w:spacing w:before="60" w:after="60" w:line="257" w:lineRule="auto"/>
              <w:rPr>
                <w:rFonts w:ascii="Aptos" w:eastAsia="Aptos" w:hAnsi="Aptos" w:cs="Aptos"/>
                <w:b/>
                <w:bCs/>
                <w:color w:val="000000" w:themeColor="text1"/>
                <w:sz w:val="22"/>
                <w:szCs w:val="22"/>
              </w:rPr>
            </w:pPr>
            <w:r>
              <w:rPr>
                <w:rFonts w:ascii="Aptos" w:eastAsia="Aptos" w:hAnsi="Aptos" w:cs="Aptos"/>
                <w:b/>
                <w:bCs/>
                <w:color w:val="000000" w:themeColor="text1"/>
                <w:sz w:val="22"/>
                <w:szCs w:val="22"/>
              </w:rPr>
              <w:t>Lp.</w:t>
            </w:r>
          </w:p>
        </w:tc>
        <w:tc>
          <w:tcPr>
            <w:tcW w:w="3118" w:type="dxa"/>
            <w:shd w:val="clear" w:color="auto" w:fill="BFBFBF" w:themeFill="background1" w:themeFillShade="BF"/>
            <w:vAlign w:val="center"/>
          </w:tcPr>
          <w:p w14:paraId="2C96568E" w14:textId="07941BCD"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Rodzaj Usługi</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79C30607" w14:textId="31AE7CB8"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netto PLN</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0E61B46A" w14:textId="2906D403"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 xml:space="preserve">Podatek VAT </w:t>
            </w:r>
            <w:r>
              <w:rPr>
                <w:rFonts w:ascii="Aptos" w:eastAsia="Aptos" w:hAnsi="Aptos" w:cs="Aptos"/>
                <w:b/>
                <w:bCs/>
                <w:color w:val="000000" w:themeColor="text1"/>
                <w:sz w:val="22"/>
                <w:szCs w:val="22"/>
              </w:rPr>
              <w:br/>
            </w:r>
            <w:r w:rsidRPr="65D2D4C7">
              <w:rPr>
                <w:rFonts w:ascii="Aptos" w:eastAsia="Aptos" w:hAnsi="Aptos" w:cs="Aptos"/>
                <w:b/>
                <w:bCs/>
                <w:color w:val="000000" w:themeColor="text1"/>
                <w:sz w:val="22"/>
                <w:szCs w:val="22"/>
              </w:rPr>
              <w:t>(%, PLN)</w:t>
            </w:r>
            <w:r w:rsidRPr="65D2D4C7">
              <w:rPr>
                <w:rFonts w:ascii="Aptos" w:eastAsia="Aptos" w:hAnsi="Aptos" w:cs="Aptos"/>
                <w:color w:val="000000" w:themeColor="text1"/>
                <w:sz w:val="22"/>
                <w:szCs w:val="22"/>
              </w:rPr>
              <w:t xml:space="preserve"> </w:t>
            </w:r>
          </w:p>
        </w:tc>
        <w:tc>
          <w:tcPr>
            <w:tcW w:w="2030" w:type="dxa"/>
            <w:shd w:val="clear" w:color="auto" w:fill="BFBFBF" w:themeFill="background1" w:themeFillShade="BF"/>
            <w:vAlign w:val="center"/>
          </w:tcPr>
          <w:p w14:paraId="7315C9AB" w14:textId="57D5A734"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Wartość brutto PLN</w:t>
            </w:r>
            <w:r w:rsidRPr="65D2D4C7">
              <w:rPr>
                <w:rFonts w:ascii="Aptos" w:eastAsia="Aptos" w:hAnsi="Aptos" w:cs="Aptos"/>
                <w:color w:val="000000" w:themeColor="text1"/>
                <w:sz w:val="22"/>
                <w:szCs w:val="22"/>
              </w:rPr>
              <w:t xml:space="preserve"> </w:t>
            </w:r>
          </w:p>
        </w:tc>
      </w:tr>
      <w:tr w:rsidR="000B3F9E" w14:paraId="06967474" w14:textId="77777777" w:rsidTr="00377D8C">
        <w:trPr>
          <w:trHeight w:val="225"/>
        </w:trPr>
        <w:tc>
          <w:tcPr>
            <w:tcW w:w="643" w:type="dxa"/>
            <w:vAlign w:val="center"/>
          </w:tcPr>
          <w:p w14:paraId="27D8C6E7" w14:textId="4B8206E4"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1</w:t>
            </w:r>
          </w:p>
        </w:tc>
        <w:tc>
          <w:tcPr>
            <w:tcW w:w="3118" w:type="dxa"/>
            <w:vAlign w:val="center"/>
          </w:tcPr>
          <w:p w14:paraId="3DA32B88" w14:textId="0BAA85B9"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Medycyna pracy (rozliczenie ryczałtowe) </w:t>
            </w:r>
          </w:p>
        </w:tc>
        <w:tc>
          <w:tcPr>
            <w:tcW w:w="2030" w:type="dxa"/>
            <w:vAlign w:val="center"/>
          </w:tcPr>
          <w:p w14:paraId="35AD8C64" w14:textId="14632CE6"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267CEE8D" w14:textId="0242F638"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783DAFD5" w14:textId="733B43A8"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02770219" w14:textId="77777777" w:rsidTr="00377D8C">
        <w:trPr>
          <w:trHeight w:val="225"/>
        </w:trPr>
        <w:tc>
          <w:tcPr>
            <w:tcW w:w="643" w:type="dxa"/>
            <w:vAlign w:val="center"/>
          </w:tcPr>
          <w:p w14:paraId="01400DF6" w14:textId="564F361D"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2</w:t>
            </w:r>
          </w:p>
        </w:tc>
        <w:tc>
          <w:tcPr>
            <w:tcW w:w="3118" w:type="dxa"/>
            <w:vAlign w:val="center"/>
          </w:tcPr>
          <w:p w14:paraId="48593D02" w14:textId="128130F6"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Dodatkowa opieka medyczna (rozliczenie ryczałtowe) </w:t>
            </w:r>
          </w:p>
        </w:tc>
        <w:tc>
          <w:tcPr>
            <w:tcW w:w="2030" w:type="dxa"/>
            <w:vAlign w:val="center"/>
          </w:tcPr>
          <w:p w14:paraId="033AE4DA" w14:textId="3BBE34AB"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0FF5C5EF" w14:textId="5136271E"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6986F629" w14:textId="439F8163"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167D1C26" w14:textId="77777777" w:rsidTr="00377D8C">
        <w:trPr>
          <w:trHeight w:val="675"/>
        </w:trPr>
        <w:tc>
          <w:tcPr>
            <w:tcW w:w="643" w:type="dxa"/>
            <w:vAlign w:val="center"/>
          </w:tcPr>
          <w:p w14:paraId="36985CCD" w14:textId="37DBD5D8" w:rsidR="000B3F9E" w:rsidRPr="65D2D4C7" w:rsidRDefault="000B3F9E" w:rsidP="000B3F9E">
            <w:pPr>
              <w:spacing w:before="60" w:after="60" w:line="257" w:lineRule="auto"/>
              <w:rPr>
                <w:rFonts w:ascii="Aptos" w:eastAsia="Aptos" w:hAnsi="Aptos" w:cs="Aptos"/>
                <w:sz w:val="22"/>
                <w:szCs w:val="22"/>
              </w:rPr>
            </w:pPr>
            <w:r>
              <w:rPr>
                <w:rFonts w:ascii="Aptos" w:eastAsia="Aptos" w:hAnsi="Aptos" w:cs="Aptos"/>
                <w:sz w:val="22"/>
                <w:szCs w:val="22"/>
              </w:rPr>
              <w:t>3</w:t>
            </w:r>
          </w:p>
        </w:tc>
        <w:tc>
          <w:tcPr>
            <w:tcW w:w="3118" w:type="dxa"/>
            <w:vAlign w:val="center"/>
          </w:tcPr>
          <w:p w14:paraId="0BC41FA4" w14:textId="7048DECD"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Dodatkowe usługi BHP </w:t>
            </w:r>
          </w:p>
        </w:tc>
        <w:tc>
          <w:tcPr>
            <w:tcW w:w="2030" w:type="dxa"/>
            <w:vAlign w:val="center"/>
          </w:tcPr>
          <w:p w14:paraId="22B60285" w14:textId="0AF7580B"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c>
          <w:tcPr>
            <w:tcW w:w="2030" w:type="dxa"/>
            <w:vAlign w:val="center"/>
          </w:tcPr>
          <w:p w14:paraId="07CE23C1" w14:textId="600D2B12" w:rsidR="000B3F9E" w:rsidRDefault="000B3F9E" w:rsidP="00C12588">
            <w:pPr>
              <w:spacing w:before="60" w:after="60" w:line="257" w:lineRule="auto"/>
              <w:jc w:val="center"/>
              <w:rPr>
                <w:rFonts w:ascii="Aptos" w:eastAsia="Aptos" w:hAnsi="Aptos" w:cs="Aptos"/>
                <w:sz w:val="22"/>
                <w:szCs w:val="22"/>
              </w:rPr>
            </w:pPr>
            <w:r w:rsidRPr="65D2D4C7">
              <w:rPr>
                <w:rFonts w:ascii="Aptos" w:eastAsia="Aptos" w:hAnsi="Aptos" w:cs="Aptos"/>
                <w:sz w:val="22"/>
                <w:szCs w:val="22"/>
              </w:rPr>
              <w:t xml:space="preserve">……%,  </w:t>
            </w:r>
            <w:r>
              <w:br/>
            </w:r>
            <w:r w:rsidRPr="65D2D4C7">
              <w:rPr>
                <w:rFonts w:ascii="Aptos" w:eastAsia="Aptos" w:hAnsi="Aptos" w:cs="Aptos"/>
                <w:sz w:val="22"/>
                <w:szCs w:val="22"/>
              </w:rPr>
              <w:t xml:space="preserve"> ……. PLN</w:t>
            </w:r>
          </w:p>
        </w:tc>
        <w:tc>
          <w:tcPr>
            <w:tcW w:w="2030" w:type="dxa"/>
            <w:vAlign w:val="center"/>
          </w:tcPr>
          <w:p w14:paraId="4BEFA552" w14:textId="59338875" w:rsidR="000B3F9E" w:rsidRDefault="000B3F9E" w:rsidP="00C12588">
            <w:pPr>
              <w:spacing w:before="60" w:after="60" w:line="257" w:lineRule="auto"/>
              <w:rPr>
                <w:rFonts w:ascii="Aptos" w:eastAsia="Aptos" w:hAnsi="Aptos" w:cs="Aptos"/>
                <w:sz w:val="22"/>
                <w:szCs w:val="22"/>
              </w:rPr>
            </w:pPr>
            <w:r w:rsidRPr="65D2D4C7">
              <w:rPr>
                <w:rFonts w:ascii="Aptos" w:eastAsia="Aptos" w:hAnsi="Aptos" w:cs="Aptos"/>
                <w:sz w:val="22"/>
                <w:szCs w:val="22"/>
              </w:rPr>
              <w:t xml:space="preserve"> ………………… PLN</w:t>
            </w:r>
          </w:p>
        </w:tc>
      </w:tr>
      <w:tr w:rsidR="000B3F9E" w14:paraId="39E9175C" w14:textId="77777777" w:rsidTr="00377D8C">
        <w:trPr>
          <w:trHeight w:val="675"/>
        </w:trPr>
        <w:tc>
          <w:tcPr>
            <w:tcW w:w="643" w:type="dxa"/>
            <w:shd w:val="clear" w:color="auto" w:fill="F2F2F2" w:themeFill="background1" w:themeFillShade="F2"/>
            <w:vAlign w:val="center"/>
          </w:tcPr>
          <w:p w14:paraId="45D4CD31" w14:textId="77777777" w:rsidR="000B3F9E" w:rsidRPr="65D2D4C7" w:rsidRDefault="000B3F9E" w:rsidP="000B3F9E">
            <w:pPr>
              <w:spacing w:before="60" w:after="60" w:line="257" w:lineRule="auto"/>
              <w:rPr>
                <w:rFonts w:ascii="Aptos" w:eastAsia="Aptos" w:hAnsi="Aptos" w:cs="Aptos"/>
                <w:b/>
                <w:bCs/>
                <w:color w:val="000000" w:themeColor="text1"/>
                <w:sz w:val="22"/>
                <w:szCs w:val="22"/>
              </w:rPr>
            </w:pPr>
          </w:p>
        </w:tc>
        <w:tc>
          <w:tcPr>
            <w:tcW w:w="3118" w:type="dxa"/>
            <w:shd w:val="clear" w:color="auto" w:fill="F2F2F2" w:themeFill="background1" w:themeFillShade="F2"/>
            <w:vAlign w:val="center"/>
          </w:tcPr>
          <w:p w14:paraId="1501D95D" w14:textId="274B720D"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b/>
                <w:bCs/>
                <w:color w:val="000000" w:themeColor="text1"/>
                <w:sz w:val="22"/>
                <w:szCs w:val="22"/>
              </w:rPr>
              <w:t>SUMA</w:t>
            </w:r>
            <w:r w:rsidRPr="65D2D4C7">
              <w:rPr>
                <w:rFonts w:ascii="Aptos" w:eastAsia="Aptos" w:hAnsi="Aptos" w:cs="Aptos"/>
                <w:color w:val="000000" w:themeColor="text1"/>
                <w:sz w:val="22"/>
                <w:szCs w:val="22"/>
              </w:rPr>
              <w:t xml:space="preserve"> </w:t>
            </w:r>
            <w:r w:rsidRPr="65D2D4C7">
              <w:rPr>
                <w:rFonts w:ascii="Aptos" w:eastAsia="Aptos" w:hAnsi="Aptos" w:cs="Aptos"/>
                <w:b/>
                <w:bCs/>
                <w:color w:val="000000" w:themeColor="text1"/>
                <w:sz w:val="22"/>
                <w:szCs w:val="22"/>
              </w:rPr>
              <w:t>(</w:t>
            </w:r>
            <w:r>
              <w:rPr>
                <w:rFonts w:ascii="Aptos" w:eastAsia="Aptos" w:hAnsi="Aptos" w:cs="Aptos"/>
                <w:b/>
                <w:bCs/>
                <w:color w:val="000000" w:themeColor="text1"/>
                <w:sz w:val="22"/>
                <w:szCs w:val="22"/>
              </w:rPr>
              <w:t>wartość</w:t>
            </w:r>
            <w:r w:rsidRPr="65D2D4C7">
              <w:rPr>
                <w:rFonts w:ascii="Aptos" w:eastAsia="Aptos" w:hAnsi="Aptos" w:cs="Aptos"/>
                <w:b/>
                <w:bCs/>
                <w:color w:val="000000" w:themeColor="text1"/>
                <w:sz w:val="22"/>
                <w:szCs w:val="22"/>
              </w:rPr>
              <w:t xml:space="preserve"> oferty)</w:t>
            </w:r>
            <w:r w:rsidRPr="65D2D4C7">
              <w:rPr>
                <w:rFonts w:ascii="Aptos" w:eastAsia="Aptos" w:hAnsi="Aptos" w:cs="Aptos"/>
                <w:color w:val="000000" w:themeColor="text1"/>
                <w:sz w:val="22"/>
                <w:szCs w:val="22"/>
              </w:rPr>
              <w:t xml:space="preserve"> </w:t>
            </w:r>
            <w:r>
              <w:rPr>
                <w:rFonts w:ascii="Aptos" w:eastAsia="Aptos" w:hAnsi="Aptos" w:cs="Aptos"/>
                <w:color w:val="000000" w:themeColor="text1"/>
                <w:sz w:val="22"/>
                <w:szCs w:val="22"/>
              </w:rPr>
              <w:br/>
              <w:t>(suma pozycji 1 + 2 + 3)</w:t>
            </w:r>
          </w:p>
        </w:tc>
        <w:tc>
          <w:tcPr>
            <w:tcW w:w="2030" w:type="dxa"/>
            <w:shd w:val="clear" w:color="auto" w:fill="F2F2F2" w:themeFill="background1" w:themeFillShade="F2"/>
            <w:vAlign w:val="center"/>
          </w:tcPr>
          <w:p w14:paraId="45A6DA73" w14:textId="4DF96241" w:rsidR="000B3F9E" w:rsidRDefault="000B3F9E" w:rsidP="00C12588">
            <w:pPr>
              <w:spacing w:before="60" w:after="60" w:line="257" w:lineRule="auto"/>
              <w:rPr>
                <w:rFonts w:ascii="Aptos" w:eastAsia="Aptos" w:hAnsi="Aptos" w:cs="Aptos"/>
                <w:color w:val="000000" w:themeColor="text1"/>
                <w:sz w:val="22"/>
                <w:szCs w:val="22"/>
              </w:rPr>
            </w:pPr>
            <w:r w:rsidRPr="65D2D4C7">
              <w:rPr>
                <w:rFonts w:ascii="Aptos" w:eastAsia="Aptos" w:hAnsi="Aptos" w:cs="Aptos"/>
                <w:color w:val="000000" w:themeColor="text1"/>
                <w:sz w:val="22"/>
                <w:szCs w:val="22"/>
              </w:rPr>
              <w:t xml:space="preserve"> ………………… PLN</w:t>
            </w:r>
          </w:p>
        </w:tc>
        <w:tc>
          <w:tcPr>
            <w:tcW w:w="2030" w:type="dxa"/>
            <w:shd w:val="clear" w:color="auto" w:fill="F2F2F2" w:themeFill="background1" w:themeFillShade="F2"/>
            <w:vAlign w:val="center"/>
          </w:tcPr>
          <w:p w14:paraId="5E74E64A" w14:textId="3591A0D3" w:rsidR="000B3F9E" w:rsidRDefault="000B3F9E" w:rsidP="00C12588">
            <w:pPr>
              <w:spacing w:before="60" w:after="60" w:line="257" w:lineRule="auto"/>
              <w:jc w:val="center"/>
              <w:rPr>
                <w:rFonts w:ascii="Aptos" w:eastAsia="Aptos" w:hAnsi="Aptos" w:cs="Aptos"/>
                <w:color w:val="000000" w:themeColor="text1"/>
                <w:sz w:val="22"/>
                <w:szCs w:val="22"/>
              </w:rPr>
            </w:pPr>
            <w:r w:rsidRPr="65D2D4C7">
              <w:rPr>
                <w:rFonts w:ascii="Aptos" w:eastAsia="Aptos" w:hAnsi="Aptos" w:cs="Aptos"/>
                <w:color w:val="000000" w:themeColor="text1"/>
                <w:sz w:val="22"/>
                <w:szCs w:val="22"/>
              </w:rPr>
              <w:t>…….. PLN</w:t>
            </w:r>
          </w:p>
        </w:tc>
        <w:tc>
          <w:tcPr>
            <w:tcW w:w="2030" w:type="dxa"/>
            <w:shd w:val="clear" w:color="auto" w:fill="F2F2F2" w:themeFill="background1" w:themeFillShade="F2"/>
            <w:vAlign w:val="center"/>
          </w:tcPr>
          <w:p w14:paraId="1004E2F2" w14:textId="5CB1C11D" w:rsidR="000B3F9E" w:rsidRDefault="000B3F9E" w:rsidP="00C12588">
            <w:pPr>
              <w:spacing w:before="60" w:after="60" w:line="257" w:lineRule="auto"/>
              <w:rPr>
                <w:rFonts w:ascii="Aptos" w:eastAsia="Aptos" w:hAnsi="Aptos" w:cs="Aptos"/>
                <w:color w:val="000000" w:themeColor="text1"/>
                <w:sz w:val="22"/>
                <w:szCs w:val="22"/>
              </w:rPr>
            </w:pPr>
          </w:p>
        </w:tc>
      </w:tr>
    </w:tbl>
    <w:p w14:paraId="78045506" w14:textId="77777777" w:rsidR="00F76A71" w:rsidRDefault="00F76A71" w:rsidP="00F76A71">
      <w:pPr>
        <w:tabs>
          <w:tab w:val="right" w:leader="dot" w:pos="9356"/>
        </w:tabs>
        <w:spacing w:after="240"/>
        <w:ind w:left="357"/>
        <w:jc w:val="both"/>
        <w:rPr>
          <w:rFonts w:ascii="Verdana" w:hAnsi="Verdana" w:cs="Calibri"/>
        </w:rPr>
      </w:pPr>
    </w:p>
    <w:p w14:paraId="593EB9AB" w14:textId="0AB549BE" w:rsidR="00F76A71" w:rsidRPr="00E6158F" w:rsidRDefault="00F76A71" w:rsidP="00F76A71">
      <w:pPr>
        <w:tabs>
          <w:tab w:val="right" w:leader="dot" w:pos="9356"/>
        </w:tabs>
        <w:spacing w:after="240"/>
        <w:ind w:left="357"/>
        <w:jc w:val="both"/>
        <w:rPr>
          <w:rFonts w:ascii="Verdana" w:hAnsi="Verdana" w:cs="Calibri"/>
        </w:rPr>
      </w:pPr>
      <w:r w:rsidRPr="65D2D4C7">
        <w:rPr>
          <w:rFonts w:ascii="Verdana" w:hAnsi="Verdana" w:cs="Calibri"/>
        </w:rPr>
        <w:t xml:space="preserve">Do oferty załączam Załącznik nr </w:t>
      </w:r>
      <w:r w:rsidR="491A800F" w:rsidRPr="65D2D4C7">
        <w:rPr>
          <w:rFonts w:ascii="Verdana" w:hAnsi="Verdana" w:cs="Calibri"/>
        </w:rPr>
        <w:t>6_a</w:t>
      </w:r>
      <w:r w:rsidRPr="65D2D4C7">
        <w:rPr>
          <w:rFonts w:ascii="Verdana" w:hAnsi="Verdana" w:cs="Calibri"/>
        </w:rPr>
        <w:t xml:space="preserve"> do </w:t>
      </w:r>
      <w:r w:rsidRPr="00C12588">
        <w:rPr>
          <w:rFonts w:ascii="Verdana" w:hAnsi="Verdana" w:cs="Calibri"/>
        </w:rPr>
        <w:t xml:space="preserve">SWZ – „Szablon do wyceny wartości usług </w:t>
      </w:r>
      <w:proofErr w:type="spellStart"/>
      <w:r w:rsidRPr="00C12588">
        <w:rPr>
          <w:rFonts w:ascii="Verdana" w:hAnsi="Verdana" w:cs="Calibri"/>
        </w:rPr>
        <w:t>medycznych_Łódź</w:t>
      </w:r>
      <w:proofErr w:type="spellEnd"/>
      <w:r w:rsidRPr="00C12588">
        <w:rPr>
          <w:rFonts w:ascii="Verdana" w:hAnsi="Verdana" w:cs="Calibri"/>
        </w:rPr>
        <w:t>” podpisany zgodnie z zasadami reprezentacji.</w:t>
      </w:r>
    </w:p>
    <w:p w14:paraId="7F9BB175" w14:textId="77777777" w:rsidR="009B5D47" w:rsidRPr="009B5D47" w:rsidRDefault="009B5D47" w:rsidP="009B5D47">
      <w:pPr>
        <w:numPr>
          <w:ilvl w:val="0"/>
          <w:numId w:val="70"/>
        </w:numPr>
        <w:spacing w:after="240"/>
        <w:jc w:val="both"/>
        <w:rPr>
          <w:rFonts w:ascii="Verdana" w:hAnsi="Verdana" w:cs="Calibri"/>
        </w:rPr>
      </w:pPr>
      <w:r w:rsidRPr="00E6158F">
        <w:rPr>
          <w:rFonts w:ascii="Verdana" w:hAnsi="Verdana" w:cs="Calibri"/>
        </w:rPr>
        <w:lastRenderedPageBreak/>
        <w:t xml:space="preserve">Oświadczamy, że cena ofertowa zawiera wszystkie koszty związane z realizacją przedmiotu Zakupu </w:t>
      </w:r>
      <w:r w:rsidRPr="009B5D47">
        <w:rPr>
          <w:rFonts w:ascii="Verdana" w:hAnsi="Verdana" w:cs="Calibri"/>
        </w:rPr>
        <w:t>i pozostanie niezmienna do końca realizacji umowy.</w:t>
      </w:r>
    </w:p>
    <w:p w14:paraId="12F3E06D" w14:textId="5BEF067C" w:rsidR="009B5D47" w:rsidRDefault="009B5D47" w:rsidP="009B5D47">
      <w:pPr>
        <w:numPr>
          <w:ilvl w:val="0"/>
          <w:numId w:val="70"/>
        </w:numPr>
        <w:spacing w:after="240"/>
        <w:ind w:left="357" w:hanging="357"/>
        <w:jc w:val="both"/>
        <w:rPr>
          <w:rFonts w:ascii="Verdana" w:hAnsi="Verdana" w:cs="Calibri"/>
        </w:rPr>
      </w:pPr>
      <w:r w:rsidRPr="00E6158F">
        <w:rPr>
          <w:rFonts w:ascii="Verdana" w:hAnsi="Verdana" w:cs="Calibri"/>
        </w:rPr>
        <w:t xml:space="preserve">Oświadczamy, że Zakup zrealizujemy w terminie: </w:t>
      </w:r>
      <w:r w:rsidRPr="00F04044">
        <w:rPr>
          <w:rFonts w:ascii="Verdana" w:hAnsi="Verdana" w:cs="Calibri"/>
        </w:rPr>
        <w:t xml:space="preserve">od dnia </w:t>
      </w:r>
      <w:r w:rsidRPr="009B5D47">
        <w:rPr>
          <w:rFonts w:ascii="Verdana" w:hAnsi="Verdana" w:cs="Calibri"/>
        </w:rPr>
        <w:t>1.0</w:t>
      </w:r>
      <w:r w:rsidR="0066703A">
        <w:rPr>
          <w:rFonts w:ascii="Verdana" w:hAnsi="Verdana" w:cs="Calibri"/>
        </w:rPr>
        <w:t>4</w:t>
      </w:r>
      <w:r w:rsidRPr="009B5D47">
        <w:rPr>
          <w:rFonts w:ascii="Verdana" w:hAnsi="Verdana" w:cs="Calibri"/>
        </w:rPr>
        <w:t>.2026 r. do 31.03.2027 r.</w:t>
      </w:r>
    </w:p>
    <w:p w14:paraId="73429315" w14:textId="65C415E1" w:rsidR="00F04044" w:rsidRPr="00E6158F" w:rsidRDefault="00F04044" w:rsidP="009B5D47">
      <w:pPr>
        <w:spacing w:after="360"/>
        <w:jc w:val="both"/>
        <w:rPr>
          <w:rFonts w:ascii="Verdana" w:hAnsi="Verdana" w:cs="Calibri"/>
        </w:rPr>
      </w:pPr>
      <w:r>
        <w:rPr>
          <w:rFonts w:ascii="Verdana" w:hAnsi="Verdana" w:cs="Calibri"/>
        </w:rPr>
        <w:t>_____________________________________________________________________________</w:t>
      </w:r>
      <w:r w:rsidR="009B5D47">
        <w:rPr>
          <w:rFonts w:ascii="Verdana" w:hAnsi="Verdana" w:cs="Calibri"/>
        </w:rPr>
        <w:t>___</w:t>
      </w:r>
    </w:p>
    <w:p w14:paraId="4FFC7BE2" w14:textId="77777777" w:rsidR="00E107CB" w:rsidRPr="00E6158F" w:rsidRDefault="00B46016" w:rsidP="009B5D47">
      <w:pPr>
        <w:numPr>
          <w:ilvl w:val="0"/>
          <w:numId w:val="70"/>
        </w:numPr>
        <w:spacing w:after="240"/>
        <w:ind w:left="357" w:hanging="357"/>
        <w:jc w:val="both"/>
        <w:rPr>
          <w:rFonts w:ascii="Verdana" w:hAnsi="Verdana" w:cs="Calibri"/>
        </w:rPr>
      </w:pPr>
      <w:r w:rsidRPr="00E6158F">
        <w:rPr>
          <w:rFonts w:ascii="Verdana" w:hAnsi="Verdana" w:cs="Calibri"/>
        </w:rPr>
        <w:t>Oświadczamy, że zawarty</w:t>
      </w:r>
      <w:r w:rsidR="00E107CB" w:rsidRPr="00E6158F">
        <w:rPr>
          <w:rFonts w:ascii="Verdana" w:hAnsi="Verdana" w:cs="Calibri"/>
        </w:rPr>
        <w:t xml:space="preserve"> w </w:t>
      </w:r>
      <w:r w:rsidR="002F70FF" w:rsidRPr="00E6158F">
        <w:rPr>
          <w:rFonts w:ascii="Verdana" w:hAnsi="Verdana" w:cs="Calibri"/>
        </w:rPr>
        <w:t>SWZ</w:t>
      </w:r>
      <w:r w:rsidR="00E107CB" w:rsidRPr="00E6158F">
        <w:rPr>
          <w:rFonts w:ascii="Verdana" w:hAnsi="Verdana" w:cs="Calibri"/>
        </w:rPr>
        <w:t xml:space="preserve"> </w:t>
      </w:r>
      <w:r w:rsidRPr="00E6158F">
        <w:rPr>
          <w:rFonts w:ascii="Verdana" w:hAnsi="Verdana" w:cs="Calibri"/>
        </w:rPr>
        <w:t>wzór</w:t>
      </w:r>
      <w:r w:rsidR="00E107CB" w:rsidRPr="00E6158F">
        <w:rPr>
          <w:rFonts w:ascii="Verdana" w:hAnsi="Verdana" w:cs="Calibri"/>
        </w:rPr>
        <w:t xml:space="preserve"> umowy</w:t>
      </w:r>
      <w:r w:rsidR="00701C3A" w:rsidRPr="00E6158F">
        <w:rPr>
          <w:rFonts w:ascii="Verdana" w:hAnsi="Verdana" w:cs="Calibri"/>
        </w:rPr>
        <w:t xml:space="preserve"> (IPU)</w:t>
      </w:r>
      <w:r w:rsidR="00E107CB" w:rsidRPr="00E6158F">
        <w:rPr>
          <w:rFonts w:ascii="Verdana" w:hAnsi="Verdana" w:cs="Calibri"/>
        </w:rPr>
        <w:t xml:space="preserve"> akceptujemy i zobow</w:t>
      </w:r>
      <w:r w:rsidR="00742D67">
        <w:rPr>
          <w:rFonts w:ascii="Verdana" w:hAnsi="Verdana" w:cs="Calibri"/>
        </w:rPr>
        <w:t>iązujemy się – w </w:t>
      </w:r>
      <w:r w:rsidR="00E107CB" w:rsidRPr="00E6158F">
        <w:rPr>
          <w:rFonts w:ascii="Verdana" w:hAnsi="Verdana" w:cs="Calibri"/>
        </w:rPr>
        <w:t xml:space="preserve">przypadku wybrania naszej oferty do zawarcia umowy </w:t>
      </w:r>
      <w:r w:rsidR="00742D67">
        <w:rPr>
          <w:rFonts w:ascii="Verdana" w:hAnsi="Verdana" w:cs="Calibri"/>
        </w:rPr>
        <w:t>na warunkach nich określonych i </w:t>
      </w:r>
      <w:r w:rsidR="00E107CB" w:rsidRPr="00E6158F">
        <w:rPr>
          <w:rFonts w:ascii="Verdana" w:hAnsi="Verdana" w:cs="Calibri"/>
        </w:rPr>
        <w:t>terminie wskaza</w:t>
      </w:r>
      <w:r w:rsidR="00F65255" w:rsidRPr="00E6158F">
        <w:rPr>
          <w:rFonts w:ascii="Verdana" w:hAnsi="Verdana" w:cs="Calibri"/>
        </w:rPr>
        <w:t>nym przez Zamawiającego</w:t>
      </w:r>
      <w:r w:rsidR="00561DBD" w:rsidRPr="00E6158F">
        <w:rPr>
          <w:rFonts w:ascii="Verdana" w:hAnsi="Verdana" w:cs="Calibri"/>
        </w:rPr>
        <w:t>.</w:t>
      </w:r>
    </w:p>
    <w:p w14:paraId="24297BC6" w14:textId="77777777" w:rsidR="008425F0" w:rsidRPr="00E6158F" w:rsidRDefault="00AB27D5" w:rsidP="009B5D47">
      <w:pPr>
        <w:numPr>
          <w:ilvl w:val="0"/>
          <w:numId w:val="70"/>
        </w:numPr>
        <w:spacing w:after="240"/>
        <w:ind w:left="357" w:hanging="357"/>
        <w:jc w:val="both"/>
        <w:rPr>
          <w:rFonts w:ascii="Verdana" w:hAnsi="Verdana" w:cs="Calibri"/>
        </w:rPr>
      </w:pPr>
      <w:r w:rsidRPr="00E6158F">
        <w:rPr>
          <w:rFonts w:ascii="Verdana" w:hAnsi="Verdana" w:cs="Calibri"/>
        </w:rPr>
        <w:t xml:space="preserve">Oświadczamy, że zapoznaliśmy się z zasadami określonymi w Kodeksie Postępowania dla Partnerów Biznesowych Spółek GK PGE oraz w Dobrych praktykach zakupowych. W przypadku wyboru naszej Oferty ostatecznej zapewniamy, że </w:t>
      </w:r>
      <w:r w:rsidR="0099382C" w:rsidRPr="00E6158F">
        <w:rPr>
          <w:rFonts w:ascii="Verdana" w:hAnsi="Verdana" w:cs="Calibri"/>
        </w:rPr>
        <w:t xml:space="preserve">w swojej działalności </w:t>
      </w:r>
      <w:r w:rsidR="009F58B6" w:rsidRPr="00E6158F">
        <w:rPr>
          <w:rFonts w:ascii="Verdana" w:hAnsi="Verdana" w:cs="Calibri"/>
        </w:rPr>
        <w:t xml:space="preserve">będziemy przestrzegać wszystkich obowiązujących przepisów prawa oraz postanowień wyżej wymienionych dokumentów. Oświadczamy że dołożymy należytej staranności, aby </w:t>
      </w:r>
      <w:r w:rsidRPr="00E6158F">
        <w:rPr>
          <w:rFonts w:ascii="Verdana" w:hAnsi="Verdana" w:cs="Calibri"/>
        </w:rPr>
        <w:t xml:space="preserve">nasi pracownicy, współpracownicy, </w:t>
      </w:r>
      <w:r w:rsidR="009F58B6" w:rsidRPr="00E6158F">
        <w:rPr>
          <w:rFonts w:ascii="Verdana" w:hAnsi="Verdana" w:cs="Calibri"/>
        </w:rPr>
        <w:t xml:space="preserve">podwykonawcy lub </w:t>
      </w:r>
      <w:r w:rsidRPr="00E6158F">
        <w:rPr>
          <w:rFonts w:ascii="Verdana" w:hAnsi="Verdana" w:cs="Calibri"/>
        </w:rPr>
        <w:t>osoby, przy pomocy, których będziemy świadczyć usługi/dostawy/roboty budowlane przestrzega</w:t>
      </w:r>
      <w:r w:rsidR="009F58B6" w:rsidRPr="00E6158F">
        <w:rPr>
          <w:rFonts w:ascii="Verdana" w:hAnsi="Verdana" w:cs="Calibri"/>
        </w:rPr>
        <w:t>li</w:t>
      </w:r>
      <w:r w:rsidR="006240D7" w:rsidRPr="00E6158F">
        <w:rPr>
          <w:rFonts w:ascii="Verdana" w:hAnsi="Verdana" w:cs="Calibri"/>
        </w:rPr>
        <w:t xml:space="preserve"> </w:t>
      </w:r>
      <w:r w:rsidRPr="00E6158F">
        <w:rPr>
          <w:rFonts w:ascii="Verdana" w:hAnsi="Verdana" w:cs="Calibri"/>
        </w:rPr>
        <w:t>postanowień wyżej wymienionych dokumentów.</w:t>
      </w:r>
    </w:p>
    <w:p w14:paraId="667E1945" w14:textId="4D233C4E" w:rsidR="00450C17" w:rsidRPr="00E6158F" w:rsidRDefault="00F42BD1" w:rsidP="009B5D47">
      <w:pPr>
        <w:numPr>
          <w:ilvl w:val="0"/>
          <w:numId w:val="70"/>
        </w:numPr>
        <w:spacing w:after="240"/>
        <w:ind w:left="357" w:hanging="357"/>
        <w:jc w:val="both"/>
        <w:rPr>
          <w:rFonts w:ascii="Verdana" w:hAnsi="Verdana" w:cs="Calibri"/>
        </w:rPr>
      </w:pPr>
      <w:r>
        <w:rPr>
          <w:rFonts w:ascii="Verdana" w:hAnsi="Verdana" w:cs="Calibri"/>
        </w:rPr>
        <w:t>nie dotyczy.</w:t>
      </w:r>
    </w:p>
    <w:p w14:paraId="0E9C4AB4" w14:textId="347F596D" w:rsidR="00450C17" w:rsidRPr="00E6158F" w:rsidRDefault="00450C17" w:rsidP="009B5D47">
      <w:pPr>
        <w:numPr>
          <w:ilvl w:val="0"/>
          <w:numId w:val="70"/>
        </w:numPr>
        <w:spacing w:after="240"/>
        <w:ind w:left="357" w:hanging="357"/>
        <w:jc w:val="both"/>
        <w:rPr>
          <w:rFonts w:ascii="Verdana" w:hAnsi="Verdana" w:cs="Calibri"/>
        </w:rPr>
      </w:pPr>
      <w:r w:rsidRPr="00E6158F">
        <w:rPr>
          <w:rFonts w:ascii="Verdana" w:hAnsi="Verdana" w:cs="Calibri"/>
        </w:rPr>
        <w:t>Oświadczamy, że uważamy się za związanych niniejsza ofertą p</w:t>
      </w:r>
      <w:r w:rsidR="00742D67">
        <w:rPr>
          <w:rFonts w:ascii="Verdana" w:hAnsi="Verdana" w:cs="Calibri"/>
        </w:rPr>
        <w:t xml:space="preserve">rzez okres: </w:t>
      </w:r>
      <w:r w:rsidR="005C078C">
        <w:rPr>
          <w:rFonts w:ascii="Verdana" w:hAnsi="Verdana" w:cs="Calibri"/>
        </w:rPr>
        <w:t>90</w:t>
      </w:r>
      <w:r w:rsidR="00742D67">
        <w:rPr>
          <w:rFonts w:ascii="Verdana" w:hAnsi="Verdana" w:cs="Calibri"/>
        </w:rPr>
        <w:t xml:space="preserve"> dni od dnia w </w:t>
      </w:r>
      <w:r w:rsidRPr="00E6158F">
        <w:rPr>
          <w:rFonts w:ascii="Verdana" w:hAnsi="Verdana" w:cs="Calibri"/>
        </w:rPr>
        <w:t>którym upływa termin składania ofert.</w:t>
      </w:r>
    </w:p>
    <w:p w14:paraId="1CEA9EAE" w14:textId="77288BF7" w:rsidR="0049751D" w:rsidRPr="00E6158F" w:rsidRDefault="0049751D" w:rsidP="009B5D47">
      <w:pPr>
        <w:numPr>
          <w:ilvl w:val="0"/>
          <w:numId w:val="70"/>
        </w:numPr>
        <w:spacing w:after="240"/>
        <w:ind w:left="357" w:hanging="357"/>
        <w:jc w:val="both"/>
        <w:rPr>
          <w:rFonts w:ascii="Verdana" w:hAnsi="Verdana" w:cs="Calibri"/>
          <w:i/>
        </w:rPr>
      </w:pPr>
      <w:r w:rsidRPr="00E6158F">
        <w:rPr>
          <w:rFonts w:ascii="Verdana" w:hAnsi="Verdana" w:cs="Calibri"/>
        </w:rPr>
        <w:t xml:space="preserve">Powierzymy </w:t>
      </w:r>
      <w:r w:rsidR="00381528" w:rsidRPr="00E6158F">
        <w:rPr>
          <w:rFonts w:ascii="Verdana" w:hAnsi="Verdana" w:cs="Calibri"/>
        </w:rPr>
        <w:t xml:space="preserve">realizację </w:t>
      </w:r>
      <w:r w:rsidRPr="00E6158F">
        <w:rPr>
          <w:rFonts w:ascii="Verdana" w:hAnsi="Verdana" w:cs="Calibri"/>
        </w:rPr>
        <w:t>następując</w:t>
      </w:r>
      <w:r w:rsidR="00381528" w:rsidRPr="00E6158F">
        <w:rPr>
          <w:rFonts w:ascii="Verdana" w:hAnsi="Verdana" w:cs="Calibri"/>
        </w:rPr>
        <w:t>ych</w:t>
      </w:r>
      <w:r w:rsidRPr="00E6158F">
        <w:rPr>
          <w:rFonts w:ascii="Verdana" w:hAnsi="Verdana" w:cs="Calibri"/>
        </w:rPr>
        <w:t xml:space="preserve"> części Za</w:t>
      </w:r>
      <w:r w:rsidR="00381528" w:rsidRPr="00E6158F">
        <w:rPr>
          <w:rFonts w:ascii="Verdana" w:hAnsi="Verdana" w:cs="Calibri"/>
        </w:rPr>
        <w:t>kupu</w:t>
      </w:r>
      <w:r w:rsidRPr="00E6158F">
        <w:rPr>
          <w:rFonts w:ascii="Verdana" w:hAnsi="Verdana" w:cs="Calibri"/>
        </w:rPr>
        <w:t xml:space="preserve"> podwykonawcom: </w:t>
      </w:r>
      <w:r w:rsidR="009713C7">
        <w:rPr>
          <w:rFonts w:ascii="Verdana" w:hAnsi="Verdana" w:cs="Calibri"/>
          <w:color w:val="7297CE"/>
          <w:sz w:val="16"/>
          <w:szCs w:val="16"/>
        </w:rPr>
        <w:t xml:space="preserve">(w </w:t>
      </w:r>
      <w:r w:rsidR="009713C7" w:rsidRPr="00066681">
        <w:rPr>
          <w:rFonts w:ascii="Verdana" w:hAnsi="Verdana" w:cs="Calibri"/>
          <w:color w:val="7297CE"/>
          <w:sz w:val="16"/>
          <w:szCs w:val="16"/>
        </w:rPr>
        <w:t xml:space="preserve">przypadku więcej niż jednego </w:t>
      </w:r>
      <w:r w:rsidR="009713C7">
        <w:rPr>
          <w:rFonts w:ascii="Verdana" w:hAnsi="Verdana" w:cs="Calibri"/>
          <w:color w:val="7297CE"/>
          <w:sz w:val="16"/>
          <w:szCs w:val="16"/>
        </w:rPr>
        <w:t>podwykonawcy</w:t>
      </w:r>
      <w:r w:rsidR="009713C7" w:rsidRPr="00066681">
        <w:rPr>
          <w:rFonts w:ascii="Verdana" w:hAnsi="Verdana" w:cs="Calibri"/>
          <w:color w:val="7297CE"/>
          <w:sz w:val="16"/>
          <w:szCs w:val="16"/>
        </w:rPr>
        <w:t>, należy powielić treść pkt t</w:t>
      </w:r>
      <w:r w:rsidR="009713C7">
        <w:rPr>
          <w:rFonts w:ascii="Verdana" w:hAnsi="Verdana" w:cs="Calibri"/>
          <w:color w:val="7297CE"/>
          <w:sz w:val="16"/>
          <w:szCs w:val="16"/>
        </w:rPr>
        <w:t>yle razy, ile jest to konieczne)</w:t>
      </w:r>
    </w:p>
    <w:p w14:paraId="6FD63108" w14:textId="698E852E" w:rsidR="0049751D" w:rsidRDefault="0049751D" w:rsidP="00F54340">
      <w:pPr>
        <w:numPr>
          <w:ilvl w:val="0"/>
          <w:numId w:val="21"/>
        </w:numPr>
        <w:spacing w:after="240"/>
        <w:ind w:left="357" w:hanging="357"/>
        <w:jc w:val="both"/>
        <w:rPr>
          <w:rFonts w:ascii="Verdana" w:hAnsi="Verdana" w:cs="Calibri"/>
          <w:color w:val="000000"/>
        </w:rPr>
      </w:pPr>
      <w:r w:rsidRPr="00E6158F">
        <w:rPr>
          <w:rFonts w:ascii="Verdana" w:hAnsi="Verdana" w:cs="Calibri"/>
          <w:color w:val="000000"/>
        </w:rPr>
        <w:t>.............................................</w:t>
      </w:r>
      <w:r w:rsidR="0082419F">
        <w:rPr>
          <w:rFonts w:ascii="Verdana" w:hAnsi="Verdana" w:cs="Calibri"/>
          <w:color w:val="000000"/>
        </w:rPr>
        <w:t xml:space="preserve"> </w:t>
      </w:r>
      <w:r w:rsidR="0082419F" w:rsidRPr="00A77AA4">
        <w:rPr>
          <w:rFonts w:ascii="Verdana" w:hAnsi="Verdana" w:cs="Calibri"/>
          <w:i/>
          <w:color w:val="7297CE"/>
          <w:sz w:val="16"/>
          <w:szCs w:val="16"/>
        </w:rPr>
        <w:t>(nazwa firmy)</w:t>
      </w:r>
      <w:r w:rsidR="0082419F" w:rsidRPr="00A77AA4">
        <w:rPr>
          <w:rFonts w:ascii="Verdana" w:hAnsi="Verdana" w:cs="Calibri"/>
          <w:color w:val="7297CE"/>
        </w:rPr>
        <w:t xml:space="preserve"> </w:t>
      </w:r>
      <w:r w:rsidR="0082419F">
        <w:rPr>
          <w:rFonts w:ascii="Verdana" w:hAnsi="Verdana" w:cs="Calibri"/>
          <w:color w:val="000000"/>
        </w:rPr>
        <w:t>z siedzibą w …………………….</w:t>
      </w:r>
      <w:r w:rsidRPr="00E6158F">
        <w:rPr>
          <w:rFonts w:ascii="Verdana" w:hAnsi="Verdana" w:cs="Calibri"/>
          <w:color w:val="000000"/>
        </w:rPr>
        <w:t>,</w:t>
      </w:r>
      <w:r w:rsidR="0082419F">
        <w:rPr>
          <w:rFonts w:ascii="Verdana" w:hAnsi="Verdana" w:cs="Calibri"/>
          <w:color w:val="000000"/>
        </w:rPr>
        <w:t xml:space="preserve"> </w:t>
      </w:r>
      <w:r w:rsidRPr="00E6158F">
        <w:rPr>
          <w:rFonts w:ascii="Verdana" w:hAnsi="Verdana" w:cs="Calibri"/>
          <w:color w:val="000000"/>
        </w:rPr>
        <w:t>- zakres podwykonawstwa ……………………………………………………</w:t>
      </w:r>
      <w:r w:rsidR="0082419F">
        <w:rPr>
          <w:rFonts w:ascii="Verdana" w:hAnsi="Verdana" w:cs="Calibri"/>
          <w:color w:val="000000"/>
        </w:rPr>
        <w:t xml:space="preserve"> udział cenowy w </w:t>
      </w:r>
      <w:r w:rsidR="0082419F" w:rsidRPr="0082419F">
        <w:rPr>
          <w:rFonts w:ascii="Verdana" w:hAnsi="Verdana" w:cs="Calibri"/>
          <w:color w:val="000000"/>
        </w:rPr>
        <w:t>realizacji zam</w:t>
      </w:r>
      <w:r w:rsidR="0082419F">
        <w:rPr>
          <w:rFonts w:ascii="Verdana" w:hAnsi="Verdana" w:cs="Calibri"/>
          <w:color w:val="000000"/>
        </w:rPr>
        <w:t>ówienia będzie wynosił ………………………</w:t>
      </w:r>
      <w:r w:rsidR="0082419F" w:rsidRPr="0082419F">
        <w:rPr>
          <w:rFonts w:ascii="Verdana" w:hAnsi="Verdana" w:cs="Calibri"/>
          <w:color w:val="000000"/>
        </w:rPr>
        <w:t xml:space="preserve"> zł brutto</w:t>
      </w:r>
      <w:r w:rsidR="0082419F">
        <w:rPr>
          <w:rFonts w:ascii="Verdana" w:hAnsi="Verdana" w:cs="Calibri"/>
          <w:color w:val="000000"/>
        </w:rPr>
        <w:t>,</w:t>
      </w:r>
      <w:r w:rsidR="0082419F" w:rsidRPr="0082419F">
        <w:rPr>
          <w:rFonts w:ascii="Verdana" w:hAnsi="Verdana" w:cs="Calibri"/>
          <w:color w:val="000000"/>
        </w:rPr>
        <w:t xml:space="preserve"> co stanowi ………% ceny oferty brutto</w:t>
      </w:r>
      <w:r w:rsidR="0082419F">
        <w:rPr>
          <w:rFonts w:ascii="Verdana" w:hAnsi="Verdana" w:cs="Calibri"/>
          <w:color w:val="000000"/>
        </w:rPr>
        <w:t>.</w:t>
      </w:r>
    </w:p>
    <w:p w14:paraId="0ED76F51" w14:textId="42479283" w:rsidR="00C7449D" w:rsidRPr="00E6158F" w:rsidRDefault="00C7449D" w:rsidP="009B5D47">
      <w:pPr>
        <w:numPr>
          <w:ilvl w:val="0"/>
          <w:numId w:val="70"/>
        </w:numPr>
        <w:spacing w:after="240"/>
        <w:contextualSpacing/>
        <w:jc w:val="both"/>
        <w:rPr>
          <w:rFonts w:ascii="Verdana" w:hAnsi="Verdana" w:cs="Calibri"/>
          <w:i/>
        </w:rPr>
      </w:pPr>
      <w:r w:rsidRPr="00E6158F">
        <w:rPr>
          <w:rFonts w:ascii="Verdana" w:hAnsi="Verdana" w:cs="Calibri"/>
        </w:rPr>
        <w:t xml:space="preserve">Powierzymy realizację następujących części Zakupu </w:t>
      </w:r>
      <w:r>
        <w:rPr>
          <w:rFonts w:ascii="Verdana" w:hAnsi="Verdana" w:cs="Calibri"/>
        </w:rPr>
        <w:t>dostawcom</w:t>
      </w:r>
      <w:r w:rsidR="00740760">
        <w:rPr>
          <w:rFonts w:ascii="Verdana" w:hAnsi="Verdana" w:cs="Calibri"/>
        </w:rPr>
        <w:t xml:space="preserve"> </w:t>
      </w:r>
      <w:r w:rsidR="00740760" w:rsidRPr="00740760">
        <w:rPr>
          <w:rFonts w:ascii="Verdana" w:hAnsi="Verdana" w:cs="Calibri"/>
          <w:color w:val="7297CE"/>
          <w:sz w:val="16"/>
          <w:szCs w:val="16"/>
        </w:rPr>
        <w:t>(wypełnić w przypadku dostawcy, na którego przypada ponad 10% wartości zamówienia</w:t>
      </w:r>
      <w:r w:rsidR="009713C7">
        <w:rPr>
          <w:rFonts w:ascii="Verdana" w:hAnsi="Verdana" w:cs="Calibri"/>
          <w:color w:val="7297CE"/>
          <w:sz w:val="16"/>
          <w:szCs w:val="16"/>
        </w:rPr>
        <w:t xml:space="preserve">. </w:t>
      </w:r>
      <w:r w:rsidR="009713C7" w:rsidRPr="00066681">
        <w:rPr>
          <w:rFonts w:ascii="Verdana" w:hAnsi="Verdana" w:cs="Calibri"/>
          <w:color w:val="7297CE"/>
          <w:sz w:val="16"/>
          <w:szCs w:val="16"/>
        </w:rPr>
        <w:t xml:space="preserve">W przypadku więcej niż jednego </w:t>
      </w:r>
      <w:r w:rsidR="009713C7">
        <w:rPr>
          <w:rFonts w:ascii="Verdana" w:hAnsi="Verdana" w:cs="Calibri"/>
          <w:color w:val="7297CE"/>
          <w:sz w:val="16"/>
          <w:szCs w:val="16"/>
        </w:rPr>
        <w:t>dostawcy</w:t>
      </w:r>
      <w:r w:rsidR="009713C7" w:rsidRPr="00066681">
        <w:rPr>
          <w:rFonts w:ascii="Verdana" w:hAnsi="Verdana" w:cs="Calibri"/>
          <w:color w:val="7297CE"/>
          <w:sz w:val="16"/>
          <w:szCs w:val="16"/>
        </w:rPr>
        <w:t>, na którego przypada ponad 10% wartości zamówienia, należy powielić treść pkt t</w:t>
      </w:r>
      <w:r w:rsidR="009713C7">
        <w:rPr>
          <w:rFonts w:ascii="Verdana" w:hAnsi="Verdana" w:cs="Calibri"/>
          <w:color w:val="7297CE"/>
          <w:sz w:val="16"/>
          <w:szCs w:val="16"/>
        </w:rPr>
        <w:t>yle razy, ile jest to konieczne</w:t>
      </w:r>
      <w:r w:rsidR="00740760" w:rsidRPr="00740760">
        <w:rPr>
          <w:rFonts w:ascii="Verdana" w:hAnsi="Verdana" w:cs="Calibri"/>
          <w:color w:val="7297CE"/>
          <w:sz w:val="16"/>
          <w:szCs w:val="16"/>
        </w:rPr>
        <w:t>)</w:t>
      </w:r>
      <w:r w:rsidRPr="00E6158F">
        <w:rPr>
          <w:rFonts w:ascii="Verdana" w:hAnsi="Verdana" w:cs="Calibri"/>
        </w:rPr>
        <w:t xml:space="preserve">: </w:t>
      </w:r>
    </w:p>
    <w:p w14:paraId="78A33A25" w14:textId="79D62255" w:rsidR="00344A9B" w:rsidRDefault="00C7449D" w:rsidP="00F54340">
      <w:pPr>
        <w:pStyle w:val="Akapitzlist"/>
        <w:numPr>
          <w:ilvl w:val="0"/>
          <w:numId w:val="21"/>
        </w:numPr>
        <w:spacing w:after="240"/>
        <w:jc w:val="both"/>
        <w:rPr>
          <w:rFonts w:ascii="Verdana" w:hAnsi="Verdana" w:cs="Calibri"/>
          <w:color w:val="000000"/>
        </w:rPr>
      </w:pPr>
      <w:r w:rsidRPr="00A3027B">
        <w:rPr>
          <w:rFonts w:ascii="Verdana" w:hAnsi="Verdana" w:cs="Calibri"/>
          <w:color w:val="000000"/>
        </w:rPr>
        <w:t xml:space="preserve">............................................. </w:t>
      </w:r>
      <w:r w:rsidRPr="00A3027B">
        <w:rPr>
          <w:rFonts w:ascii="Verdana" w:hAnsi="Verdana" w:cs="Calibri"/>
          <w:i/>
          <w:color w:val="7297CE"/>
          <w:sz w:val="16"/>
          <w:szCs w:val="16"/>
        </w:rPr>
        <w:t>(nazwa firmy)</w:t>
      </w:r>
      <w:r w:rsidRPr="00A3027B">
        <w:rPr>
          <w:rFonts w:ascii="Verdana" w:hAnsi="Verdana" w:cs="Calibri"/>
          <w:color w:val="7297CE"/>
        </w:rPr>
        <w:t xml:space="preserve"> </w:t>
      </w:r>
      <w:r w:rsidRPr="00A3027B">
        <w:rPr>
          <w:rFonts w:ascii="Verdana" w:hAnsi="Verdana" w:cs="Calibri"/>
          <w:color w:val="000000"/>
        </w:rPr>
        <w:t>z siedzibą w ……………………., - zakres dostaw …………………………………………………… udział cenowy w realizacji zamówienia będzie wynosił ……………………… zł brutto, co stanowi ………% ceny oferty brutto.</w:t>
      </w:r>
    </w:p>
    <w:p w14:paraId="0723E61D" w14:textId="5294E82A" w:rsidR="00FC1456" w:rsidRPr="00377D8C" w:rsidRDefault="00377D8C" w:rsidP="00377D8C">
      <w:pPr>
        <w:pStyle w:val="Akapitzlist"/>
        <w:numPr>
          <w:ilvl w:val="0"/>
          <w:numId w:val="70"/>
        </w:numPr>
        <w:spacing w:after="240"/>
        <w:jc w:val="both"/>
        <w:rPr>
          <w:rFonts w:ascii="Verdana" w:hAnsi="Verdana" w:cs="Calibri"/>
          <w:color w:val="000000"/>
        </w:rPr>
      </w:pPr>
      <w:r>
        <w:rPr>
          <w:rFonts w:ascii="Verdana" w:hAnsi="Verdana" w:cs="Calibri"/>
          <w:color w:val="000000"/>
        </w:rPr>
        <w:t>Nie dotyczy.</w:t>
      </w:r>
    </w:p>
    <w:p w14:paraId="2C9FC6CD" w14:textId="641FCFCC" w:rsidR="00561DBD" w:rsidRPr="00E6158F" w:rsidRDefault="009C2E7B" w:rsidP="009B5D47">
      <w:pPr>
        <w:pStyle w:val="WW-Tekstpodstawowy3"/>
        <w:numPr>
          <w:ilvl w:val="0"/>
          <w:numId w:val="70"/>
        </w:numPr>
        <w:tabs>
          <w:tab w:val="clear" w:pos="1134"/>
        </w:tabs>
        <w:spacing w:after="240" w:line="240" w:lineRule="auto"/>
        <w:ind w:left="357" w:hanging="357"/>
        <w:contextualSpacing/>
        <w:rPr>
          <w:rFonts w:ascii="Verdana" w:hAnsi="Verdana" w:cs="Calibri"/>
          <w:sz w:val="20"/>
        </w:rPr>
      </w:pPr>
      <w:r w:rsidRPr="00E6158F">
        <w:rPr>
          <w:rFonts w:ascii="Verdana" w:hAnsi="Verdana" w:cs="Calibri"/>
          <w:sz w:val="20"/>
        </w:rPr>
        <w:t>Wykonawca oświadcza, że rachunek bankowy</w:t>
      </w:r>
      <w:r w:rsidR="0019707D">
        <w:rPr>
          <w:rFonts w:ascii="Verdana" w:hAnsi="Verdana" w:cs="Calibri"/>
          <w:sz w:val="20"/>
        </w:rPr>
        <w:t xml:space="preserve"> nr ……………………………………………..</w:t>
      </w:r>
      <w:r w:rsidRPr="00E6158F">
        <w:rPr>
          <w:rFonts w:ascii="Verdana" w:hAnsi="Verdana" w:cs="Calibri"/>
          <w:sz w:val="20"/>
        </w:rPr>
        <w:t>, który wskazany będzie na fakturze jest / nie jest</w:t>
      </w:r>
      <w:r w:rsidRPr="009E4D9A">
        <w:rPr>
          <w:rFonts w:ascii="Verdana" w:hAnsi="Verdana" w:cs="Calibri"/>
          <w:color w:val="FF0000"/>
          <w:sz w:val="20"/>
        </w:rPr>
        <w:t>*</w:t>
      </w:r>
      <w:r w:rsidRPr="00E6158F">
        <w:rPr>
          <w:rFonts w:ascii="Verdana" w:hAnsi="Verdana" w:cs="Calibri"/>
          <w:sz w:val="20"/>
        </w:rPr>
        <w:t xml:space="preserve"> rachunkiem rozliczeniowym w rozumieniu przepisów Prawa bankowego, dla którego jest prowadzony rachunek VAT. </w:t>
      </w:r>
    </w:p>
    <w:p w14:paraId="089A65CA" w14:textId="77777777" w:rsidR="009C2E7B" w:rsidRPr="008C7814" w:rsidRDefault="009C2E7B" w:rsidP="00374099">
      <w:pPr>
        <w:pStyle w:val="WW-Tekstpodstawowy3"/>
        <w:tabs>
          <w:tab w:val="clear" w:pos="1134"/>
        </w:tabs>
        <w:spacing w:after="240" w:line="240" w:lineRule="auto"/>
        <w:ind w:left="357"/>
        <w:contextualSpacing/>
        <w:rPr>
          <w:rFonts w:ascii="Verdana" w:hAnsi="Verdana" w:cs="Calibri"/>
          <w:sz w:val="16"/>
          <w:szCs w:val="16"/>
        </w:rPr>
      </w:pPr>
      <w:r w:rsidRPr="008C7814">
        <w:rPr>
          <w:rFonts w:ascii="Verdana" w:hAnsi="Verdana" w:cs="Calibri"/>
          <w:sz w:val="16"/>
          <w:szCs w:val="16"/>
        </w:rPr>
        <w:t>(</w:t>
      </w:r>
      <w:r w:rsidRPr="009E4D9A">
        <w:rPr>
          <w:rFonts w:ascii="Verdana" w:hAnsi="Verdana" w:cs="Calibri"/>
          <w:color w:val="FF0000"/>
          <w:sz w:val="16"/>
          <w:szCs w:val="16"/>
        </w:rPr>
        <w:t>*niepotrzebne skreślić</w:t>
      </w:r>
      <w:r w:rsidRPr="008C7814">
        <w:rPr>
          <w:rFonts w:ascii="Verdana" w:hAnsi="Verdana" w:cs="Calibri"/>
          <w:sz w:val="16"/>
          <w:szCs w:val="16"/>
        </w:rPr>
        <w:t>).</w:t>
      </w:r>
    </w:p>
    <w:p w14:paraId="263FBC85" w14:textId="2BE0EA18" w:rsidR="00AC4BCA" w:rsidRPr="009A6B70" w:rsidRDefault="00AC4BCA" w:rsidP="009B5D47">
      <w:pPr>
        <w:numPr>
          <w:ilvl w:val="0"/>
          <w:numId w:val="70"/>
        </w:numPr>
        <w:spacing w:after="240"/>
        <w:jc w:val="both"/>
        <w:rPr>
          <w:rFonts w:ascii="Verdana" w:hAnsi="Verdana" w:cs="Calibri"/>
          <w:color w:val="000000"/>
        </w:rPr>
      </w:pPr>
      <w:r w:rsidRPr="009A6B70">
        <w:rPr>
          <w:rFonts w:ascii="Verdana" w:hAnsi="Verdana" w:cs="Calibri"/>
          <w:color w:val="000000"/>
        </w:rPr>
        <w:t xml:space="preserve">Oświadczamy, że nie podlegamy wykluczeniu na podstawie </w:t>
      </w:r>
      <w:r w:rsidR="00D4287D" w:rsidRPr="009A6B70">
        <w:rPr>
          <w:rFonts w:ascii="Verdana" w:hAnsi="Verdana" w:cs="Calibri"/>
          <w:color w:val="000000"/>
        </w:rPr>
        <w:t xml:space="preserve">Rozdz. V </w:t>
      </w:r>
      <w:r w:rsidR="0078411F" w:rsidRPr="009A6B70">
        <w:rPr>
          <w:rFonts w:ascii="Verdana" w:hAnsi="Verdana" w:cs="Calibri"/>
          <w:color w:val="000000"/>
        </w:rPr>
        <w:t>pkt</w:t>
      </w:r>
      <w:r w:rsidR="00D4287D" w:rsidRPr="009A6B70">
        <w:rPr>
          <w:rFonts w:ascii="Verdana" w:hAnsi="Verdana" w:cs="Calibri"/>
          <w:color w:val="000000"/>
        </w:rPr>
        <w:t xml:space="preserve">. </w:t>
      </w:r>
      <w:r w:rsidR="007761DA" w:rsidRPr="009A6B70">
        <w:rPr>
          <w:rFonts w:ascii="Verdana" w:hAnsi="Verdana" w:cs="Calibri"/>
          <w:color w:val="000000"/>
        </w:rPr>
        <w:t>5 i 12</w:t>
      </w:r>
      <w:r w:rsidR="00D4287D" w:rsidRPr="009A6B70">
        <w:rPr>
          <w:rFonts w:ascii="Verdana" w:hAnsi="Verdana" w:cs="Calibri"/>
          <w:color w:val="000000"/>
        </w:rPr>
        <w:t xml:space="preserve"> SWZ – „Warunki udziału w postępowaniu oraz opis sposobu oceny spełniania tych warunków; przesłanki wykluczenia z postępowania”</w:t>
      </w:r>
      <w:r w:rsidRPr="009A6B70">
        <w:rPr>
          <w:rFonts w:ascii="Verdana" w:hAnsi="Verdana" w:cs="Calibri"/>
          <w:color w:val="000000"/>
        </w:rPr>
        <w:t>.</w:t>
      </w:r>
    </w:p>
    <w:p w14:paraId="762FEE63" w14:textId="6E815ED3" w:rsidR="00980ACA" w:rsidRDefault="00980ACA" w:rsidP="009B5D47">
      <w:pPr>
        <w:numPr>
          <w:ilvl w:val="0"/>
          <w:numId w:val="70"/>
        </w:numPr>
        <w:spacing w:after="240"/>
        <w:ind w:left="357" w:hanging="357"/>
        <w:contextualSpacing/>
        <w:jc w:val="both"/>
        <w:rPr>
          <w:rFonts w:ascii="Verdana" w:hAnsi="Verdana" w:cs="Calibri"/>
          <w:color w:val="000000"/>
        </w:rPr>
      </w:pPr>
      <w:r w:rsidRPr="00980ACA">
        <w:rPr>
          <w:rFonts w:ascii="Verdana" w:hAnsi="Verdana" w:cs="Calibri"/>
          <w:color w:val="000000"/>
        </w:rPr>
        <w:t>Oświadczamy, że posiadamy / nie posiadamy</w:t>
      </w:r>
      <w:r w:rsidRPr="009E4D9A">
        <w:rPr>
          <w:rFonts w:ascii="Verdana" w:hAnsi="Verdana" w:cs="Calibri"/>
          <w:color w:val="FF0000"/>
        </w:rPr>
        <w:t>*</w:t>
      </w:r>
      <w:r w:rsidRPr="00980ACA">
        <w:rPr>
          <w:rFonts w:ascii="Verdana" w:hAnsi="Verdana" w:cs="Calibri"/>
          <w:color w:val="000000"/>
        </w:rPr>
        <w:t xml:space="preserve"> przeterminowanego zadłużenie/a w </w:t>
      </w:r>
      <w:r>
        <w:rPr>
          <w:rFonts w:ascii="Verdana" w:hAnsi="Verdana" w:cs="Calibri"/>
          <w:color w:val="000000"/>
        </w:rPr>
        <w:t>wysokości równej lub większej</w:t>
      </w:r>
      <w:r w:rsidRPr="00980ACA">
        <w:rPr>
          <w:rFonts w:ascii="Verdana" w:hAnsi="Verdana" w:cs="Calibri"/>
          <w:color w:val="000000"/>
        </w:rPr>
        <w:t xml:space="preserve"> 1% ceny oferty brutto.</w:t>
      </w:r>
    </w:p>
    <w:p w14:paraId="27D95563" w14:textId="02C309CE" w:rsidR="00980ACA" w:rsidRDefault="00980ACA" w:rsidP="00980ACA">
      <w:pPr>
        <w:spacing w:after="240"/>
        <w:ind w:left="357"/>
        <w:jc w:val="both"/>
        <w:rPr>
          <w:rFonts w:ascii="Verdana" w:hAnsi="Verdana" w:cs="Calibri"/>
          <w:color w:val="000000"/>
          <w:sz w:val="16"/>
          <w:szCs w:val="16"/>
        </w:rPr>
      </w:pPr>
      <w:r w:rsidRPr="00980ACA">
        <w:rPr>
          <w:rFonts w:ascii="Verdana" w:hAnsi="Verdana" w:cs="Calibri"/>
          <w:color w:val="000000"/>
          <w:sz w:val="16"/>
          <w:szCs w:val="16"/>
        </w:rPr>
        <w:t>(</w:t>
      </w:r>
      <w:r w:rsidRPr="009E4D9A">
        <w:rPr>
          <w:rFonts w:ascii="Verdana" w:hAnsi="Verdana" w:cs="Calibri"/>
          <w:color w:val="FF0000"/>
          <w:sz w:val="16"/>
          <w:szCs w:val="16"/>
        </w:rPr>
        <w:t>*niepotrzebne skreślić</w:t>
      </w:r>
      <w:r w:rsidRPr="00980ACA">
        <w:rPr>
          <w:rFonts w:ascii="Verdana" w:hAnsi="Verdana" w:cs="Calibri"/>
          <w:color w:val="000000"/>
          <w:sz w:val="16"/>
          <w:szCs w:val="16"/>
        </w:rPr>
        <w:t>).</w:t>
      </w:r>
      <w:r w:rsidR="00FB2663">
        <w:rPr>
          <w:rFonts w:ascii="Verdana" w:hAnsi="Verdana" w:cs="Calibri"/>
          <w:color w:val="000000"/>
          <w:sz w:val="16"/>
          <w:szCs w:val="16"/>
        </w:rPr>
        <w:t xml:space="preserve"> </w:t>
      </w:r>
    </w:p>
    <w:p w14:paraId="3F14A67F" w14:textId="77777777" w:rsidR="00F61927" w:rsidRPr="00C12588" w:rsidRDefault="00F61927" w:rsidP="009B5D47">
      <w:pPr>
        <w:numPr>
          <w:ilvl w:val="0"/>
          <w:numId w:val="70"/>
        </w:numPr>
        <w:ind w:left="357" w:hanging="357"/>
        <w:contextualSpacing/>
        <w:jc w:val="both"/>
        <w:rPr>
          <w:rFonts w:ascii="Verdana" w:hAnsi="Verdana" w:cs="Calibri"/>
          <w:color w:val="000000"/>
        </w:rPr>
      </w:pPr>
      <w:r w:rsidRPr="00C12588">
        <w:rPr>
          <w:rFonts w:ascii="Verdana" w:hAnsi="Verdana" w:cs="Calibri"/>
          <w:color w:val="000000"/>
        </w:rPr>
        <w:t>Oświadczamy, że zalegamy / nie zalegamy</w:t>
      </w:r>
      <w:r w:rsidRPr="00C12588">
        <w:rPr>
          <w:rFonts w:ascii="Verdana" w:hAnsi="Verdana" w:cs="Calibri"/>
          <w:color w:val="FF0000"/>
        </w:rPr>
        <w:t>*</w:t>
      </w:r>
      <w:r w:rsidRPr="00C12588">
        <w:rPr>
          <w:rFonts w:ascii="Verdana" w:hAnsi="Verdana" w:cs="Calibri"/>
          <w:color w:val="000000"/>
        </w:rPr>
        <w:t xml:space="preserve"> z opłacaniem podatków i opłat.</w:t>
      </w:r>
    </w:p>
    <w:p w14:paraId="1C53BECD" w14:textId="4D3E0072" w:rsidR="00F61927" w:rsidRPr="00C12588" w:rsidRDefault="00F61927">
      <w:pPr>
        <w:pStyle w:val="Akapitzlist"/>
        <w:ind w:left="340"/>
        <w:contextualSpacing/>
        <w:jc w:val="both"/>
        <w:rPr>
          <w:rFonts w:ascii="Verdana" w:hAnsi="Verdana" w:cs="Calibri"/>
          <w:sz w:val="16"/>
          <w:szCs w:val="16"/>
        </w:rPr>
      </w:pPr>
      <w:r w:rsidRPr="00C12588">
        <w:rPr>
          <w:rFonts w:ascii="Verdana" w:hAnsi="Verdana" w:cs="Calibri"/>
          <w:sz w:val="16"/>
          <w:szCs w:val="16"/>
        </w:rPr>
        <w:t>(</w:t>
      </w:r>
      <w:r w:rsidRPr="00C12588">
        <w:rPr>
          <w:rFonts w:ascii="Verdana" w:hAnsi="Verdana" w:cs="Calibri"/>
          <w:color w:val="FF0000"/>
          <w:sz w:val="16"/>
          <w:szCs w:val="16"/>
        </w:rPr>
        <w:t>*niepotrzebne skreślić</w:t>
      </w:r>
      <w:r w:rsidRPr="00C12588">
        <w:rPr>
          <w:rFonts w:ascii="Verdana" w:hAnsi="Verdana" w:cs="Calibri"/>
          <w:sz w:val="16"/>
          <w:szCs w:val="16"/>
        </w:rPr>
        <w:t>).</w:t>
      </w:r>
    </w:p>
    <w:p w14:paraId="00AFA7E1" w14:textId="2673F1A3" w:rsidR="00AB6B66" w:rsidRPr="009E4D9A" w:rsidRDefault="00AB6B66" w:rsidP="009A6B70">
      <w:pPr>
        <w:pStyle w:val="Akapitzlist"/>
        <w:spacing w:after="240"/>
        <w:ind w:left="340"/>
        <w:jc w:val="both"/>
        <w:rPr>
          <w:rFonts w:ascii="Verdana" w:hAnsi="Verdana" w:cs="Calibri"/>
        </w:rPr>
      </w:pPr>
      <w:r w:rsidRPr="00C12588">
        <w:rPr>
          <w:rFonts w:ascii="Verdana" w:hAnsi="Verdana" w:cs="Calibri"/>
        </w:rPr>
        <w:t xml:space="preserve">W przypadku wybrania naszej oferty jako najkorzystniejszej przed zawarciem umowy zobowiązujemy się do złożenia, na wezwanie Zamawiającego, zaświadczenia właściwego naczelnika urzędu skarbowego wystawionego nie wcześniej niż 3 miesiące przed jego złożeniem, </w:t>
      </w:r>
      <w:r w:rsidRPr="00C12588">
        <w:rPr>
          <w:rFonts w:ascii="Verdana" w:hAnsi="Verdana" w:cs="Calibri"/>
        </w:rPr>
        <w:lastRenderedPageBreak/>
        <w:t>potwierdzającego, że nie zalegamy z opłacaniem podatków i opłat lub innego dokumentu potwierdzającego, że zawarte zostało porozumienie z właściwym organem podatkowym w sprawie spłat tych należności wraz z ewentualnymi odsetkami lub grzywnami, w szczególności uzyskaliśmy przewidziane prawem zwolnienie, odroczenie lub rozłożenie na raty zaległych płatności lub wstrzymanie w całości wykonania decyzji właściwego organu.</w:t>
      </w:r>
    </w:p>
    <w:p w14:paraId="57AD6F89" w14:textId="77777777" w:rsidR="00245EF1" w:rsidRPr="00E6158F" w:rsidRDefault="00245EF1" w:rsidP="009B5D47">
      <w:pPr>
        <w:numPr>
          <w:ilvl w:val="0"/>
          <w:numId w:val="70"/>
        </w:numPr>
        <w:spacing w:after="240"/>
        <w:ind w:left="357" w:hanging="357"/>
        <w:jc w:val="both"/>
        <w:rPr>
          <w:rFonts w:ascii="Verdana" w:hAnsi="Verdana" w:cs="Calibri"/>
          <w:color w:val="000000"/>
        </w:rPr>
      </w:pPr>
      <w:r w:rsidRPr="00E6158F">
        <w:rPr>
          <w:rFonts w:ascii="Verdana" w:hAnsi="Verdana" w:cs="Calibri"/>
          <w:color w:val="000000"/>
        </w:rPr>
        <w:t>Oświadczamy, że zachowamy poufność danych uzyskanych w toku postępowania zakupowego.</w:t>
      </w:r>
    </w:p>
    <w:p w14:paraId="339CB9EE" w14:textId="5D0AEC3B" w:rsidR="00245EF1" w:rsidRPr="00E6158F" w:rsidRDefault="00245EF1" w:rsidP="009B5D47">
      <w:pPr>
        <w:numPr>
          <w:ilvl w:val="0"/>
          <w:numId w:val="70"/>
        </w:numPr>
        <w:spacing w:after="240"/>
        <w:ind w:left="357" w:hanging="357"/>
        <w:jc w:val="both"/>
        <w:rPr>
          <w:rFonts w:ascii="Verdana" w:hAnsi="Verdana" w:cs="Calibri"/>
          <w:color w:val="000000"/>
        </w:rPr>
      </w:pPr>
      <w:r w:rsidRPr="00E6158F">
        <w:rPr>
          <w:rFonts w:ascii="Verdana" w:hAnsi="Verdana" w:cs="Calibri"/>
          <w:color w:val="000000"/>
        </w:rPr>
        <w:t>Zapoznaliśmy się z Komunikatem dot. obowiązku infor</w:t>
      </w:r>
      <w:r w:rsidR="00374099">
        <w:rPr>
          <w:rFonts w:ascii="Verdana" w:hAnsi="Verdana" w:cs="Calibri"/>
          <w:color w:val="000000"/>
        </w:rPr>
        <w:t>macyjnego wynikającym z </w:t>
      </w:r>
      <w:r w:rsidRPr="00E6158F">
        <w:rPr>
          <w:rFonts w:ascii="Verdana" w:hAnsi="Verdana" w:cs="Calibri"/>
          <w:color w:val="000000"/>
        </w:rPr>
        <w:t>Rozporządzenia Parlamentu Europejskiego i Rady (UE) 2016/6</w:t>
      </w:r>
      <w:r w:rsidR="00374099">
        <w:rPr>
          <w:rFonts w:ascii="Verdana" w:hAnsi="Verdana" w:cs="Calibri"/>
          <w:color w:val="000000"/>
        </w:rPr>
        <w:t>79 z dnia 27 kwietnia 2016 r. w </w:t>
      </w:r>
      <w:r w:rsidRPr="00E6158F">
        <w:rPr>
          <w:rFonts w:ascii="Verdana" w:hAnsi="Verdana" w:cs="Calibri"/>
          <w:color w:val="000000"/>
        </w:rPr>
        <w:t xml:space="preserve">sprawie ochrony osób fizycznych w związku z  przetwarzaniem danych osobowych i w sprawie swobodnego przepływu takich danych oraz uchylenia dyrektywy 95/46/WE (dalej „Rozporządzenie”), znajdującym się na stronie internetowej: </w:t>
      </w:r>
      <w:hyperlink r:id="rId12" w:history="1">
        <w:r w:rsidR="00406E0F">
          <w:rPr>
            <w:rStyle w:val="Hipercze"/>
            <w:rFonts w:ascii="Verdana" w:hAnsi="Verdana" w:cs="Calibri"/>
            <w:color w:val="7297CE"/>
          </w:rPr>
          <w:t>https://www.gkpge.pl/grupa-pge/przetar</w:t>
        </w:r>
        <w:r w:rsidR="00406E0F" w:rsidRPr="00FB2663">
          <w:rPr>
            <w:rStyle w:val="Hipercze"/>
            <w:rFonts w:ascii="Verdana" w:hAnsi="Verdana" w:cs="Calibri"/>
            <w:color w:val="7297CE"/>
          </w:rPr>
          <w:t>gi/za</w:t>
        </w:r>
        <w:r w:rsidR="00406E0F">
          <w:rPr>
            <w:rStyle w:val="Hipercze"/>
            <w:rFonts w:ascii="Verdana" w:hAnsi="Verdana" w:cs="Calibri"/>
            <w:color w:val="7297CE"/>
          </w:rPr>
          <w:t>kupy/dokumenty/pge-obrot</w:t>
        </w:r>
      </w:hyperlink>
    </w:p>
    <w:p w14:paraId="1E95AD2A" w14:textId="77777777" w:rsidR="00245EF1" w:rsidRPr="00E6158F" w:rsidRDefault="00245EF1" w:rsidP="009B5D47">
      <w:pPr>
        <w:numPr>
          <w:ilvl w:val="0"/>
          <w:numId w:val="70"/>
        </w:numPr>
        <w:spacing w:after="240"/>
        <w:ind w:left="357" w:hanging="357"/>
        <w:jc w:val="both"/>
        <w:rPr>
          <w:rFonts w:ascii="Verdana" w:hAnsi="Verdana" w:cs="Calibri"/>
          <w:color w:val="000000"/>
        </w:rPr>
      </w:pPr>
      <w:r w:rsidRPr="00E6158F">
        <w:rPr>
          <w:rFonts w:ascii="Verdana" w:hAnsi="Verdana" w:cs="Calibri"/>
          <w:color w:val="000000"/>
        </w:rPr>
        <w:t>Oświadczamy, że wypełniliśmy obowiązki informacyjne przewidziane w art. 13 lub art. 14 Rozporządzenia wobec osób fizycznych, od których dane osobowe bezpośrednio lub pośrednio pozyskałem w celu ubiegania się o udzielenie zamówienia niepublicznego w niniejszym postępowaniu.</w:t>
      </w:r>
    </w:p>
    <w:p w14:paraId="6F20E598" w14:textId="77777777" w:rsidR="00245EF1" w:rsidRPr="00E6158F" w:rsidRDefault="00245EF1" w:rsidP="009B5D47">
      <w:pPr>
        <w:numPr>
          <w:ilvl w:val="0"/>
          <w:numId w:val="70"/>
        </w:numPr>
        <w:spacing w:after="240"/>
        <w:ind w:left="357" w:hanging="357"/>
        <w:jc w:val="both"/>
        <w:rPr>
          <w:rFonts w:ascii="Verdana" w:hAnsi="Verdana" w:cs="Calibri"/>
          <w:color w:val="000000"/>
        </w:rPr>
      </w:pPr>
      <w:r w:rsidRPr="00E6158F">
        <w:rPr>
          <w:rFonts w:ascii="Verdana" w:hAnsi="Verdana" w:cs="Calibri"/>
          <w:color w:val="000000"/>
        </w:rPr>
        <w:t>Zapewniamy wystarczające gwarancje wdrożenia odpowiednich środków technicznych i</w:t>
      </w:r>
      <w:r w:rsidR="006240D7" w:rsidRPr="00E6158F">
        <w:rPr>
          <w:rFonts w:ascii="Verdana" w:hAnsi="Verdana" w:cs="Calibri"/>
          <w:color w:val="000000"/>
        </w:rPr>
        <w:t> </w:t>
      </w:r>
      <w:r w:rsidRPr="00E6158F">
        <w:rPr>
          <w:rFonts w:ascii="Verdana" w:hAnsi="Verdana" w:cs="Calibri"/>
          <w:color w:val="000000"/>
        </w:rPr>
        <w:t>organizacyjnych, aby przetwarzanie danych osobowych spełniało wymogi wynikające z</w:t>
      </w:r>
      <w:r w:rsidR="006240D7" w:rsidRPr="00E6158F">
        <w:rPr>
          <w:rFonts w:ascii="Verdana" w:hAnsi="Verdana" w:cs="Calibri"/>
          <w:color w:val="000000"/>
        </w:rPr>
        <w:t> </w:t>
      </w:r>
      <w:r w:rsidRPr="00E6158F">
        <w:rPr>
          <w:rFonts w:ascii="Verdana" w:hAnsi="Verdana" w:cs="Calibri"/>
          <w:color w:val="000000"/>
        </w:rPr>
        <w:t>obowiązujących przepisów o ochronie danych osobowych oraz przepisów Rozporządzenia (ogólne rozporządzenie o ochronie danych) – dalej: „RODO”, mających zastosowanie i chroniło prawa osób, których dane doty</w:t>
      </w:r>
      <w:r w:rsidR="00602B0E" w:rsidRPr="00E6158F">
        <w:rPr>
          <w:rFonts w:ascii="Verdana" w:hAnsi="Verdana" w:cs="Calibri"/>
          <w:color w:val="000000"/>
        </w:rPr>
        <w:t>czą.</w:t>
      </w:r>
    </w:p>
    <w:p w14:paraId="5C14E10B" w14:textId="77777777" w:rsidR="00245EF1" w:rsidRPr="00E6158F" w:rsidRDefault="00245EF1" w:rsidP="009B5D47">
      <w:pPr>
        <w:numPr>
          <w:ilvl w:val="0"/>
          <w:numId w:val="70"/>
        </w:numPr>
        <w:spacing w:after="240"/>
        <w:ind w:left="357" w:hanging="357"/>
        <w:jc w:val="both"/>
        <w:rPr>
          <w:rFonts w:ascii="Verdana" w:hAnsi="Verdana" w:cs="Calibri"/>
          <w:color w:val="000000"/>
        </w:rPr>
      </w:pPr>
      <w:r w:rsidRPr="00E6158F">
        <w:rPr>
          <w:rFonts w:ascii="Verdana" w:hAnsi="Verdana" w:cs="Calibri"/>
          <w:color w:val="000000"/>
        </w:rPr>
        <w:t xml:space="preserve">Znane są nam wszelkie obowiązki wynikające z obowiązujących przepisów o ochronie danych osobowych i przepisów RODO mających zastosowanie, które zobowiązany jest wykonywać podmiot przetwarzający dane osobowe na </w:t>
      </w:r>
      <w:r w:rsidR="00602B0E" w:rsidRPr="00E6158F">
        <w:rPr>
          <w:rFonts w:ascii="Verdana" w:hAnsi="Verdana" w:cs="Calibri"/>
          <w:color w:val="000000"/>
        </w:rPr>
        <w:t>zlecenie administratora danych.</w:t>
      </w:r>
    </w:p>
    <w:p w14:paraId="280A4155" w14:textId="77777777" w:rsidR="00245EF1" w:rsidRPr="00E6158F" w:rsidRDefault="00245EF1" w:rsidP="009B5D47">
      <w:pPr>
        <w:numPr>
          <w:ilvl w:val="0"/>
          <w:numId w:val="70"/>
        </w:numPr>
        <w:spacing w:after="240"/>
        <w:ind w:left="357" w:hanging="357"/>
        <w:jc w:val="both"/>
        <w:rPr>
          <w:rFonts w:ascii="Verdana" w:hAnsi="Verdana" w:cs="Calibri"/>
          <w:color w:val="000000"/>
        </w:rPr>
      </w:pPr>
      <w:r w:rsidRPr="00E6158F">
        <w:rPr>
          <w:rFonts w:ascii="Verdana" w:hAnsi="Verdana" w:cs="Calibri"/>
          <w:color w:val="000000"/>
        </w:rPr>
        <w:t>Dopełniliśmy wszelkich obowiązków w stosunku do osób, k</w:t>
      </w:r>
      <w:r w:rsidR="00A26421">
        <w:rPr>
          <w:rFonts w:ascii="Verdana" w:hAnsi="Verdana" w:cs="Calibri"/>
          <w:color w:val="000000"/>
        </w:rPr>
        <w:t>tórych dane przekazujemy oraz w </w:t>
      </w:r>
      <w:r w:rsidRPr="00E6158F">
        <w:rPr>
          <w:rFonts w:ascii="Verdana" w:hAnsi="Verdana" w:cs="Calibri"/>
          <w:color w:val="000000"/>
        </w:rPr>
        <w:t>stosunku do Zamawiającego wynikających z przepisów o  ochronie dan</w:t>
      </w:r>
      <w:r w:rsidR="00A26421">
        <w:rPr>
          <w:rFonts w:ascii="Verdana" w:hAnsi="Verdana" w:cs="Calibri"/>
          <w:color w:val="000000"/>
        </w:rPr>
        <w:t>ych osobowych i </w:t>
      </w:r>
      <w:r w:rsidR="00D775A6" w:rsidRPr="00E6158F">
        <w:rPr>
          <w:rFonts w:ascii="Verdana" w:hAnsi="Verdana" w:cs="Calibri"/>
          <w:color w:val="000000"/>
        </w:rPr>
        <w:t>przepisów RODO.</w:t>
      </w:r>
    </w:p>
    <w:p w14:paraId="2C7927A8" w14:textId="1668FB70" w:rsidR="00245EF1" w:rsidRPr="00E6158F" w:rsidRDefault="00245EF1" w:rsidP="009B5D47">
      <w:pPr>
        <w:numPr>
          <w:ilvl w:val="0"/>
          <w:numId w:val="70"/>
        </w:numPr>
        <w:spacing w:after="240"/>
        <w:jc w:val="both"/>
        <w:rPr>
          <w:rFonts w:ascii="Verdana" w:hAnsi="Verdana" w:cs="Calibri"/>
          <w:color w:val="000000"/>
        </w:rPr>
      </w:pPr>
      <w:r w:rsidRPr="00E6158F">
        <w:rPr>
          <w:rFonts w:ascii="Verdana" w:hAnsi="Verdana" w:cs="Calibri"/>
          <w:color w:val="000000"/>
        </w:rPr>
        <w:t>Przekazywane przez nas dane osobowe mogą być wykorzystane wyłącznie w  celach związanych z</w:t>
      </w:r>
      <w:r w:rsidR="006240D7" w:rsidRPr="00E6158F">
        <w:rPr>
          <w:rFonts w:ascii="Verdana" w:hAnsi="Verdana" w:cs="Calibri"/>
          <w:color w:val="000000"/>
        </w:rPr>
        <w:t> </w:t>
      </w:r>
      <w:r w:rsidRPr="00E6158F">
        <w:rPr>
          <w:rFonts w:ascii="Verdana" w:hAnsi="Verdana" w:cs="Calibri"/>
          <w:color w:val="000000"/>
        </w:rPr>
        <w:t xml:space="preserve">prowadzonym postępowaniem niepublicznym nr </w:t>
      </w:r>
      <w:r w:rsidR="00C027FC" w:rsidRPr="00C027FC">
        <w:rPr>
          <w:rFonts w:ascii="Verdana" w:hAnsi="Verdana" w:cs="Calibri"/>
          <w:color w:val="000000"/>
        </w:rPr>
        <w:t>POST/OBR/OBR/DZZ/00063/2025</w:t>
      </w:r>
      <w:r w:rsidR="00C027FC">
        <w:rPr>
          <w:rFonts w:ascii="Verdana" w:hAnsi="Verdana" w:cs="Calibri"/>
          <w:color w:val="000000"/>
        </w:rPr>
        <w:t>.</w:t>
      </w:r>
    </w:p>
    <w:p w14:paraId="3EF32056" w14:textId="77777777" w:rsidR="00F05E6F" w:rsidRPr="00E6158F" w:rsidRDefault="00F05E6F" w:rsidP="00E6158F">
      <w:pPr>
        <w:spacing w:after="240"/>
        <w:contextualSpacing/>
        <w:rPr>
          <w:rFonts w:ascii="Verdana" w:hAnsi="Verdana" w:cs="Calibri"/>
          <w:b/>
        </w:rPr>
      </w:pPr>
    </w:p>
    <w:p w14:paraId="102C67F3" w14:textId="77777777" w:rsidR="00561DBD" w:rsidRPr="00E6158F" w:rsidRDefault="00561DBD" w:rsidP="00E6158F">
      <w:pPr>
        <w:spacing w:after="240"/>
        <w:contextualSpacing/>
        <w:rPr>
          <w:rFonts w:ascii="Verdana" w:hAnsi="Verdana" w:cs="Calibri"/>
          <w:b/>
        </w:rPr>
      </w:pPr>
    </w:p>
    <w:p w14:paraId="129C8D8D" w14:textId="77777777" w:rsidR="00F05E6F" w:rsidRPr="00E6158F" w:rsidRDefault="00B91D56" w:rsidP="00E6158F">
      <w:pPr>
        <w:spacing w:after="240"/>
        <w:contextualSpacing/>
        <w:rPr>
          <w:rFonts w:ascii="Verdana" w:hAnsi="Verdana" w:cs="Calibri"/>
        </w:rPr>
      </w:pPr>
      <w:r>
        <w:rPr>
          <w:rFonts w:ascii="Verdana" w:hAnsi="Verdana" w:cs="Calibri"/>
        </w:rPr>
        <w:t>______________________</w:t>
      </w:r>
    </w:p>
    <w:p w14:paraId="1AEF1D83" w14:textId="77777777" w:rsidR="00F05E6F" w:rsidRPr="00A26421" w:rsidRDefault="006240D7" w:rsidP="00E6158F">
      <w:pPr>
        <w:spacing w:after="240"/>
        <w:ind w:firstLine="357"/>
        <w:contextualSpacing/>
        <w:rPr>
          <w:rFonts w:ascii="Verdana" w:hAnsi="Verdana" w:cs="Calibri"/>
          <w:sz w:val="16"/>
          <w:szCs w:val="16"/>
        </w:rPr>
      </w:pPr>
      <w:r w:rsidRPr="00A26421">
        <w:rPr>
          <w:rFonts w:ascii="Verdana" w:hAnsi="Verdana" w:cs="Calibri"/>
          <w:sz w:val="16"/>
          <w:szCs w:val="16"/>
        </w:rPr>
        <w:t>(miejscowość i data)</w:t>
      </w:r>
      <w:r w:rsidR="00F05E6F" w:rsidRPr="00A26421">
        <w:rPr>
          <w:rFonts w:ascii="Verdana" w:hAnsi="Verdana" w:cs="Calibri"/>
          <w:sz w:val="16"/>
          <w:szCs w:val="16"/>
        </w:rPr>
        <w:tab/>
      </w:r>
    </w:p>
    <w:p w14:paraId="624BE269" w14:textId="77777777" w:rsidR="00561DBD" w:rsidRDefault="00561DBD" w:rsidP="00E6158F">
      <w:pPr>
        <w:spacing w:after="240"/>
        <w:contextualSpacing/>
        <w:rPr>
          <w:rFonts w:ascii="Verdana" w:hAnsi="Verdana" w:cs="Calibri"/>
        </w:rPr>
      </w:pPr>
    </w:p>
    <w:p w14:paraId="1439BC5A" w14:textId="77777777" w:rsidR="00A26421" w:rsidRPr="00E6158F" w:rsidRDefault="00A26421" w:rsidP="00E6158F">
      <w:pPr>
        <w:spacing w:after="240"/>
        <w:contextualSpacing/>
        <w:rPr>
          <w:rFonts w:ascii="Verdana" w:hAnsi="Verdana" w:cs="Calibri"/>
        </w:rPr>
      </w:pPr>
    </w:p>
    <w:p w14:paraId="05FB72E2" w14:textId="77777777" w:rsidR="00561DBD" w:rsidRPr="00E6158F" w:rsidRDefault="00561DBD" w:rsidP="00E6158F">
      <w:pPr>
        <w:spacing w:after="240"/>
        <w:contextualSpacing/>
        <w:rPr>
          <w:rFonts w:ascii="Verdana" w:hAnsi="Verdana" w:cs="Calibri"/>
        </w:rPr>
      </w:pPr>
    </w:p>
    <w:p w14:paraId="1A7305B2" w14:textId="77777777" w:rsidR="00F05E6F" w:rsidRPr="00E6158F" w:rsidRDefault="00B91D56" w:rsidP="00E6158F">
      <w:pPr>
        <w:spacing w:after="240"/>
        <w:contextualSpacing/>
        <w:rPr>
          <w:rFonts w:ascii="Verdana" w:hAnsi="Verdana" w:cs="Calibri"/>
        </w:rPr>
      </w:pPr>
      <w:r>
        <w:rPr>
          <w:rFonts w:ascii="Verdana" w:hAnsi="Verdana" w:cs="Calibri"/>
        </w:rPr>
        <w:t>__________________________________________________</w:t>
      </w:r>
    </w:p>
    <w:p w14:paraId="373210DD" w14:textId="2B2E5FAB" w:rsidR="008C7814" w:rsidRPr="00E6158F" w:rsidRDefault="00F05E6F" w:rsidP="00E6158F">
      <w:pPr>
        <w:spacing w:after="240"/>
        <w:contextualSpacing/>
        <w:rPr>
          <w:rFonts w:ascii="Verdana" w:hAnsi="Verdana" w:cs="Calibri"/>
          <w:b/>
        </w:rPr>
      </w:pPr>
      <w:r w:rsidRPr="00A26421">
        <w:rPr>
          <w:rFonts w:ascii="Verdana" w:hAnsi="Verdana" w:cs="Calibri"/>
          <w:sz w:val="16"/>
          <w:szCs w:val="16"/>
        </w:rPr>
        <w:t>(podpisy osób upoważnionych zgod</w:t>
      </w:r>
      <w:r w:rsidR="00E435AF" w:rsidRPr="00A26421">
        <w:rPr>
          <w:rFonts w:ascii="Verdana" w:hAnsi="Verdana" w:cs="Calibri"/>
          <w:sz w:val="16"/>
          <w:szCs w:val="16"/>
        </w:rPr>
        <w:t>nie z zasadami reprezentacji W</w:t>
      </w:r>
      <w:r w:rsidRPr="00A26421">
        <w:rPr>
          <w:rFonts w:ascii="Verdana" w:hAnsi="Verdana" w:cs="Calibri"/>
          <w:sz w:val="16"/>
          <w:szCs w:val="16"/>
        </w:rPr>
        <w:t>ykonawcy)</w:t>
      </w:r>
    </w:p>
    <w:p w14:paraId="16BDD158" w14:textId="77777777" w:rsidR="00E107CB" w:rsidRPr="00E6158F" w:rsidRDefault="00245EF1" w:rsidP="00A26421">
      <w:pPr>
        <w:spacing w:after="240"/>
        <w:contextualSpacing/>
        <w:jc w:val="right"/>
        <w:rPr>
          <w:rFonts w:ascii="Verdana" w:hAnsi="Verdana" w:cs="Calibri"/>
          <w:b/>
        </w:rPr>
      </w:pPr>
      <w:r w:rsidRPr="00E6158F">
        <w:rPr>
          <w:rFonts w:ascii="Verdana" w:hAnsi="Verdana" w:cs="Calibri"/>
          <w:b/>
        </w:rPr>
        <w:br w:type="page"/>
      </w:r>
      <w:r w:rsidR="00E107CB" w:rsidRPr="00E6158F">
        <w:rPr>
          <w:rFonts w:ascii="Verdana" w:hAnsi="Verdana" w:cs="Calibri"/>
          <w:b/>
        </w:rPr>
        <w:lastRenderedPageBreak/>
        <w:t>Załącznik Nr 2</w:t>
      </w:r>
    </w:p>
    <w:p w14:paraId="0B14D565" w14:textId="77777777" w:rsidR="00E107CB" w:rsidRPr="00E6158F" w:rsidRDefault="00E107CB" w:rsidP="00E6158F">
      <w:pPr>
        <w:spacing w:after="240"/>
        <w:contextualSpacing/>
        <w:rPr>
          <w:rFonts w:ascii="Verdana" w:hAnsi="Verdana" w:cs="Calibri"/>
          <w:b/>
        </w:rPr>
      </w:pPr>
    </w:p>
    <w:p w14:paraId="394B2E8D" w14:textId="77777777" w:rsidR="00E107CB" w:rsidRPr="00E6158F" w:rsidRDefault="00E107CB" w:rsidP="00E6158F">
      <w:pPr>
        <w:pStyle w:val="FR1"/>
        <w:spacing w:before="0" w:after="240"/>
        <w:contextualSpacing/>
        <w:rPr>
          <w:rFonts w:ascii="Verdana" w:hAnsi="Verdana" w:cs="Calibri"/>
          <w:sz w:val="20"/>
        </w:rPr>
      </w:pPr>
    </w:p>
    <w:p w14:paraId="380E6B7A" w14:textId="77777777" w:rsidR="005827C7" w:rsidRPr="00E6158F" w:rsidRDefault="005827C7" w:rsidP="005827C7">
      <w:pPr>
        <w:spacing w:after="240"/>
        <w:contextualSpacing/>
        <w:rPr>
          <w:rFonts w:ascii="Verdana" w:hAnsi="Verdana" w:cs="Calibri"/>
        </w:rPr>
      </w:pPr>
      <w:r>
        <w:rPr>
          <w:rFonts w:ascii="Verdana" w:hAnsi="Verdana" w:cs="Calibri"/>
        </w:rPr>
        <w:t>_____________________</w:t>
      </w:r>
    </w:p>
    <w:p w14:paraId="1C3DEE0E" w14:textId="2D18E74F" w:rsidR="005827C7" w:rsidRPr="00A26421" w:rsidRDefault="0028409B" w:rsidP="005827C7">
      <w:pPr>
        <w:spacing w:after="240"/>
        <w:rPr>
          <w:rFonts w:ascii="Verdana" w:hAnsi="Verdana" w:cs="Calibri"/>
          <w:sz w:val="16"/>
          <w:szCs w:val="16"/>
        </w:rPr>
      </w:pPr>
      <w:r w:rsidRPr="008D0F0C">
        <w:rPr>
          <w:rFonts w:ascii="Verdana" w:hAnsi="Verdana" w:cs="Calibri"/>
          <w:color w:val="191919"/>
          <w:sz w:val="16"/>
          <w:szCs w:val="16"/>
        </w:rPr>
        <w:t xml:space="preserve">(pieczątka firmowa Wykonawcy, lub </w:t>
      </w:r>
      <w:r w:rsidRPr="008D0F0C">
        <w:rPr>
          <w:rFonts w:ascii="Verdana" w:hAnsi="Verdana" w:cs="Calibri"/>
          <w:color w:val="191919"/>
          <w:sz w:val="16"/>
          <w:szCs w:val="16"/>
        </w:rPr>
        <w:br/>
      </w:r>
      <w:r w:rsidRPr="008D0F0C">
        <w:rPr>
          <w:rFonts w:ascii="Verdana" w:hAnsi="Verdana" w:cs="Arial"/>
          <w:color w:val="191919"/>
          <w:sz w:val="16"/>
          <w:szCs w:val="16"/>
        </w:rPr>
        <w:t xml:space="preserve">pełna nazwa/firma, adres, </w:t>
      </w:r>
      <w:r w:rsidR="000B4817" w:rsidRPr="008D0F0C">
        <w:rPr>
          <w:rFonts w:ascii="Verdana" w:hAnsi="Verdana" w:cs="Arial"/>
          <w:color w:val="191919"/>
          <w:sz w:val="16"/>
          <w:szCs w:val="16"/>
        </w:rPr>
        <w:t>w zależności od podmiotu: NIP/PESEL, KRS/</w:t>
      </w:r>
      <w:proofErr w:type="spellStart"/>
      <w:r w:rsidR="000B4817" w:rsidRPr="008D0F0C">
        <w:rPr>
          <w:rFonts w:ascii="Verdana" w:hAnsi="Verdana" w:cs="Arial"/>
          <w:color w:val="191919"/>
          <w:sz w:val="16"/>
          <w:szCs w:val="16"/>
        </w:rPr>
        <w:t>CEiDG</w:t>
      </w:r>
      <w:proofErr w:type="spellEnd"/>
      <w:r>
        <w:rPr>
          <w:rFonts w:ascii="Verdana" w:hAnsi="Verdana" w:cs="Arial"/>
          <w:color w:val="191919"/>
          <w:sz w:val="16"/>
          <w:szCs w:val="16"/>
        </w:rPr>
        <w:t>)</w:t>
      </w:r>
    </w:p>
    <w:p w14:paraId="38E7E01F" w14:textId="77777777" w:rsidR="00E107CB" w:rsidRPr="00E6158F" w:rsidRDefault="00E107CB" w:rsidP="00E6158F">
      <w:pPr>
        <w:spacing w:after="240"/>
        <w:contextualSpacing/>
        <w:rPr>
          <w:rFonts w:ascii="Verdana" w:hAnsi="Verdana" w:cs="Calibri"/>
        </w:rPr>
      </w:pPr>
    </w:p>
    <w:p w14:paraId="328DE65F" w14:textId="77777777" w:rsidR="00E107CB" w:rsidRPr="00E6158F" w:rsidRDefault="00E107CB" w:rsidP="00E6158F">
      <w:pPr>
        <w:spacing w:after="240"/>
        <w:contextualSpacing/>
        <w:rPr>
          <w:rFonts w:ascii="Verdana" w:hAnsi="Verdana" w:cs="Calibri"/>
        </w:rPr>
      </w:pPr>
    </w:p>
    <w:p w14:paraId="08CB8D94" w14:textId="77777777" w:rsidR="00E107CB" w:rsidRPr="00E6158F" w:rsidRDefault="00E107CB" w:rsidP="00A26421">
      <w:pPr>
        <w:spacing w:after="240"/>
        <w:jc w:val="center"/>
        <w:rPr>
          <w:rFonts w:ascii="Verdana" w:hAnsi="Verdana" w:cs="Calibri"/>
          <w:b/>
        </w:rPr>
      </w:pPr>
      <w:r w:rsidRPr="00E6158F">
        <w:rPr>
          <w:rFonts w:ascii="Verdana" w:hAnsi="Verdana" w:cs="Calibri"/>
          <w:b/>
        </w:rPr>
        <w:t>Oświadczenie</w:t>
      </w:r>
    </w:p>
    <w:p w14:paraId="040309B0" w14:textId="1E2303BE" w:rsidR="00F62B5B" w:rsidRPr="00E6158F" w:rsidRDefault="00F62B5B" w:rsidP="009B5D47">
      <w:pPr>
        <w:pStyle w:val="Tekstpodstawowy"/>
        <w:numPr>
          <w:ilvl w:val="12"/>
          <w:numId w:val="69"/>
        </w:numPr>
        <w:spacing w:after="240" w:line="240" w:lineRule="auto"/>
        <w:contextualSpacing/>
        <w:jc w:val="center"/>
        <w:rPr>
          <w:rFonts w:ascii="Verdana" w:hAnsi="Verdana" w:cs="Calibri"/>
          <w:sz w:val="20"/>
        </w:rPr>
      </w:pPr>
      <w:r w:rsidRPr="00E6158F">
        <w:rPr>
          <w:rFonts w:ascii="Verdana" w:hAnsi="Verdana" w:cs="Calibri"/>
          <w:snapToGrid w:val="0"/>
          <w:sz w:val="20"/>
        </w:rPr>
        <w:t xml:space="preserve">Przystępując do postępowania zakupowego </w:t>
      </w:r>
      <w:r>
        <w:rPr>
          <w:rFonts w:ascii="Verdana" w:hAnsi="Verdana" w:cs="Calibri"/>
          <w:snapToGrid w:val="0"/>
          <w:sz w:val="20"/>
        </w:rPr>
        <w:br/>
      </w:r>
      <w:r w:rsidRPr="00E6158F">
        <w:rPr>
          <w:rFonts w:ascii="Verdana" w:hAnsi="Verdana" w:cs="Calibri"/>
          <w:snapToGrid w:val="0"/>
          <w:sz w:val="20"/>
        </w:rPr>
        <w:t xml:space="preserve">pn.: </w:t>
      </w:r>
      <w:r w:rsidRPr="00E6158F">
        <w:rPr>
          <w:rFonts w:ascii="Verdana" w:hAnsi="Verdana" w:cs="Calibri"/>
          <w:i/>
          <w:snapToGrid w:val="0"/>
          <w:sz w:val="20"/>
        </w:rPr>
        <w:t>„</w:t>
      </w:r>
      <w:r w:rsidR="009A6B70" w:rsidRPr="009A6B70">
        <w:rPr>
          <w:rFonts w:ascii="Verdana" w:hAnsi="Verdana" w:cs="Calibri"/>
          <w:i/>
          <w:sz w:val="20"/>
        </w:rPr>
        <w:t>Zakup Usług Medycznych dla Pracowników PGE Obrót S.A.</w:t>
      </w:r>
      <w:r w:rsidRPr="00E6158F">
        <w:rPr>
          <w:rFonts w:ascii="Verdana" w:hAnsi="Verdana" w:cs="Calibri"/>
          <w:sz w:val="20"/>
        </w:rPr>
        <w:t xml:space="preserve">” </w:t>
      </w:r>
      <w:r>
        <w:rPr>
          <w:rFonts w:ascii="Verdana" w:hAnsi="Verdana" w:cs="Calibri"/>
          <w:sz w:val="20"/>
        </w:rPr>
        <w:br/>
      </w:r>
      <w:r w:rsidRPr="00C027FC">
        <w:rPr>
          <w:rFonts w:ascii="Verdana" w:hAnsi="Verdana" w:cs="Calibri"/>
          <w:sz w:val="20"/>
        </w:rPr>
        <w:t xml:space="preserve">nr </w:t>
      </w:r>
      <w:r w:rsidR="00C027FC" w:rsidRPr="00C027FC">
        <w:rPr>
          <w:rFonts w:ascii="Verdana" w:hAnsi="Verdana" w:cs="Calibri"/>
          <w:sz w:val="20"/>
        </w:rPr>
        <w:t>POST/OBR/OBR/DZZ/00063/2025</w:t>
      </w:r>
    </w:p>
    <w:p w14:paraId="03974AC8" w14:textId="77777777" w:rsidR="00E107CB" w:rsidRPr="00E6158F" w:rsidRDefault="00E107CB" w:rsidP="00A26421">
      <w:pPr>
        <w:spacing w:after="240"/>
        <w:contextualSpacing/>
        <w:jc w:val="center"/>
        <w:rPr>
          <w:rFonts w:ascii="Verdana" w:hAnsi="Verdana" w:cs="Calibri"/>
        </w:rPr>
      </w:pPr>
      <w:r w:rsidRPr="00E6158F">
        <w:rPr>
          <w:rFonts w:ascii="Verdana" w:hAnsi="Verdana" w:cs="Calibri"/>
        </w:rPr>
        <w:t xml:space="preserve">w imieniu: </w:t>
      </w:r>
      <w:r w:rsidR="00980ACA">
        <w:rPr>
          <w:rFonts w:ascii="Verdana" w:hAnsi="Verdana" w:cs="Calibri"/>
        </w:rPr>
        <w:t>________________________________________</w:t>
      </w:r>
    </w:p>
    <w:p w14:paraId="5E1C83B7" w14:textId="77777777" w:rsidR="00E107CB" w:rsidRPr="00A26421" w:rsidRDefault="00B335A8" w:rsidP="00A26421">
      <w:pPr>
        <w:spacing w:after="240"/>
        <w:jc w:val="center"/>
        <w:rPr>
          <w:rFonts w:ascii="Verdana" w:hAnsi="Verdana" w:cs="Calibri"/>
          <w:b/>
          <w:sz w:val="16"/>
          <w:szCs w:val="16"/>
        </w:rPr>
      </w:pPr>
      <w:r w:rsidRPr="00A26421">
        <w:rPr>
          <w:rFonts w:ascii="Verdana" w:hAnsi="Verdana" w:cs="Calibri"/>
          <w:sz w:val="16"/>
          <w:szCs w:val="16"/>
        </w:rPr>
        <w:t>(podać nazwę W</w:t>
      </w:r>
      <w:r w:rsidR="00897FB1" w:rsidRPr="00A26421">
        <w:rPr>
          <w:rFonts w:ascii="Verdana" w:hAnsi="Verdana" w:cs="Calibri"/>
          <w:sz w:val="16"/>
          <w:szCs w:val="16"/>
        </w:rPr>
        <w:t>ykonawcy</w:t>
      </w:r>
      <w:r w:rsidR="00E107CB" w:rsidRPr="00A26421">
        <w:rPr>
          <w:rFonts w:ascii="Verdana" w:hAnsi="Verdana" w:cs="Calibri"/>
          <w:sz w:val="16"/>
          <w:szCs w:val="16"/>
        </w:rPr>
        <w:t>)</w:t>
      </w:r>
    </w:p>
    <w:p w14:paraId="06F5F201" w14:textId="77777777" w:rsidR="00E107CB" w:rsidRPr="00E6158F" w:rsidRDefault="00E107CB" w:rsidP="00E6158F">
      <w:pPr>
        <w:pStyle w:val="Tekstpodstawowywcity"/>
        <w:tabs>
          <w:tab w:val="right" w:leader="dot" w:pos="9356"/>
        </w:tabs>
        <w:spacing w:after="240"/>
        <w:ind w:left="1559" w:hanging="1559"/>
        <w:contextualSpacing/>
        <w:jc w:val="left"/>
        <w:rPr>
          <w:rFonts w:ascii="Verdana" w:hAnsi="Verdana" w:cs="Calibri"/>
          <w:b w:val="0"/>
          <w:sz w:val="20"/>
        </w:rPr>
      </w:pPr>
    </w:p>
    <w:p w14:paraId="2451C0C5" w14:textId="77777777" w:rsidR="00E107CB" w:rsidRPr="00E6158F" w:rsidRDefault="00E107CB" w:rsidP="00A26421">
      <w:pPr>
        <w:spacing w:after="240"/>
        <w:rPr>
          <w:rFonts w:ascii="Verdana" w:hAnsi="Verdana" w:cs="Calibri"/>
        </w:rPr>
      </w:pPr>
      <w:r w:rsidRPr="00E6158F">
        <w:rPr>
          <w:rFonts w:ascii="Verdana" w:hAnsi="Verdana" w:cs="Calibri"/>
        </w:rPr>
        <w:t>oświadczamy, że:</w:t>
      </w:r>
    </w:p>
    <w:p w14:paraId="6F5D0614" w14:textId="2232DA25" w:rsidR="00F45A2F" w:rsidRPr="00E6158F" w:rsidRDefault="00F45A2F" w:rsidP="00F54340">
      <w:pPr>
        <w:numPr>
          <w:ilvl w:val="0"/>
          <w:numId w:val="20"/>
        </w:numPr>
        <w:spacing w:after="240"/>
        <w:ind w:left="357" w:hanging="357"/>
        <w:jc w:val="both"/>
        <w:rPr>
          <w:rFonts w:ascii="Verdana" w:hAnsi="Verdana" w:cs="Calibri"/>
          <w:color w:val="000000"/>
        </w:rPr>
      </w:pPr>
      <w:bookmarkStart w:id="0" w:name="_Toc417554395"/>
      <w:r w:rsidRPr="00E6158F">
        <w:rPr>
          <w:rFonts w:ascii="Verdana" w:hAnsi="Verdana" w:cs="Calibri"/>
          <w:color w:val="000000"/>
        </w:rPr>
        <w:t>posiadamy niezbędn</w:t>
      </w:r>
      <w:r w:rsidR="000309FC" w:rsidRPr="00E6158F">
        <w:rPr>
          <w:rFonts w:ascii="Verdana" w:hAnsi="Verdana" w:cs="Calibri"/>
          <w:color w:val="000000"/>
        </w:rPr>
        <w:t>e</w:t>
      </w:r>
      <w:r w:rsidRPr="00E6158F">
        <w:rPr>
          <w:rFonts w:ascii="Verdana" w:hAnsi="Verdana" w:cs="Calibri"/>
          <w:color w:val="000000"/>
        </w:rPr>
        <w:t xml:space="preserve"> </w:t>
      </w:r>
      <w:r w:rsidR="000309FC" w:rsidRPr="00E6158F">
        <w:rPr>
          <w:rFonts w:ascii="Verdana" w:hAnsi="Verdana" w:cs="Calibri"/>
          <w:color w:val="000000"/>
        </w:rPr>
        <w:t xml:space="preserve">zdolności techniczne lub zawodowe do zrealizowania Zakupu, w szczególności </w:t>
      </w:r>
      <w:r w:rsidRPr="00E6158F">
        <w:rPr>
          <w:rFonts w:ascii="Verdana" w:hAnsi="Verdana" w:cs="Calibri"/>
          <w:color w:val="000000"/>
        </w:rPr>
        <w:t>wiedzę i doświadczenie oraz dysponujemy potencjałem technicznym i o</w:t>
      </w:r>
      <w:r w:rsidR="008E25C3" w:rsidRPr="00E6158F">
        <w:rPr>
          <w:rFonts w:ascii="Verdana" w:hAnsi="Verdana" w:cs="Calibri"/>
          <w:color w:val="000000"/>
        </w:rPr>
        <w:t xml:space="preserve">sobami </w:t>
      </w:r>
      <w:r w:rsidRPr="00E6158F">
        <w:rPr>
          <w:rFonts w:ascii="Verdana" w:hAnsi="Verdana" w:cs="Calibri"/>
          <w:color w:val="000000"/>
        </w:rPr>
        <w:t xml:space="preserve">zdolnymi do </w:t>
      </w:r>
      <w:r w:rsidR="00D4287D">
        <w:rPr>
          <w:rFonts w:ascii="Verdana" w:hAnsi="Verdana" w:cs="Calibri"/>
          <w:color w:val="000000"/>
        </w:rPr>
        <w:t>realizacji</w:t>
      </w:r>
      <w:r w:rsidR="00D4287D" w:rsidRPr="00E6158F">
        <w:rPr>
          <w:rFonts w:ascii="Verdana" w:hAnsi="Verdana" w:cs="Calibri"/>
          <w:color w:val="000000"/>
        </w:rPr>
        <w:t xml:space="preserve"> </w:t>
      </w:r>
      <w:r w:rsidR="00D521B2" w:rsidRPr="00E6158F">
        <w:rPr>
          <w:rFonts w:ascii="Verdana" w:hAnsi="Verdana" w:cs="Calibri"/>
          <w:color w:val="000000"/>
        </w:rPr>
        <w:t>Zakupu</w:t>
      </w:r>
      <w:r w:rsidR="00C14988" w:rsidRPr="00E6158F">
        <w:rPr>
          <w:rFonts w:ascii="Verdana" w:hAnsi="Verdana" w:cs="Calibri"/>
          <w:color w:val="000000"/>
        </w:rPr>
        <w:t>;</w:t>
      </w:r>
    </w:p>
    <w:p w14:paraId="5EBF162A" w14:textId="77777777" w:rsidR="00E107CB" w:rsidRPr="00E6158F" w:rsidRDefault="00E107CB" w:rsidP="00F54340">
      <w:pPr>
        <w:numPr>
          <w:ilvl w:val="0"/>
          <w:numId w:val="20"/>
        </w:numPr>
        <w:spacing w:after="240"/>
        <w:ind w:left="357" w:hanging="357"/>
        <w:jc w:val="both"/>
        <w:rPr>
          <w:rFonts w:ascii="Verdana" w:hAnsi="Verdana" w:cs="Calibri"/>
          <w:color w:val="000000"/>
        </w:rPr>
      </w:pPr>
      <w:r w:rsidRPr="00E6158F">
        <w:rPr>
          <w:rFonts w:ascii="Verdana" w:hAnsi="Verdana" w:cs="Calibri"/>
          <w:color w:val="000000"/>
        </w:rPr>
        <w:t xml:space="preserve">posiadamy uprawnienia do </w:t>
      </w:r>
      <w:r w:rsidR="000309FC" w:rsidRPr="00E6158F">
        <w:rPr>
          <w:rFonts w:ascii="Verdana" w:hAnsi="Verdana" w:cs="Calibri"/>
          <w:color w:val="000000"/>
        </w:rPr>
        <w:t>prowadzenia określonej działalności gospodarczej lub zawodowej, jeżeli odrębne przepisy</w:t>
      </w:r>
      <w:r w:rsidR="000309FC" w:rsidRPr="00E6158F" w:rsidDel="000309FC">
        <w:rPr>
          <w:rFonts w:ascii="Verdana" w:hAnsi="Verdana" w:cs="Calibri"/>
          <w:color w:val="000000"/>
        </w:rPr>
        <w:t xml:space="preserve"> </w:t>
      </w:r>
      <w:r w:rsidRPr="00E6158F">
        <w:rPr>
          <w:rFonts w:ascii="Verdana" w:hAnsi="Verdana" w:cs="Calibri"/>
          <w:color w:val="000000"/>
        </w:rPr>
        <w:t>nakładają obowiązek posiadania takich uprawnień</w:t>
      </w:r>
      <w:bookmarkEnd w:id="0"/>
      <w:r w:rsidR="00C14988" w:rsidRPr="00E6158F">
        <w:rPr>
          <w:rFonts w:ascii="Verdana" w:hAnsi="Verdana" w:cs="Calibri"/>
          <w:color w:val="000000"/>
        </w:rPr>
        <w:t>;</w:t>
      </w:r>
    </w:p>
    <w:p w14:paraId="63C22E7C" w14:textId="1EA45EF5" w:rsidR="00E107CB" w:rsidRDefault="00E107CB" w:rsidP="00F54340">
      <w:pPr>
        <w:numPr>
          <w:ilvl w:val="0"/>
          <w:numId w:val="20"/>
        </w:numPr>
        <w:spacing w:after="240"/>
        <w:ind w:left="357" w:hanging="357"/>
        <w:jc w:val="both"/>
        <w:rPr>
          <w:rFonts w:ascii="Verdana" w:hAnsi="Verdana" w:cs="Calibri"/>
          <w:color w:val="000000"/>
        </w:rPr>
      </w:pPr>
      <w:bookmarkStart w:id="1" w:name="_Toc417554397"/>
      <w:r w:rsidRPr="00E6158F">
        <w:rPr>
          <w:rFonts w:ascii="Verdana" w:hAnsi="Verdana" w:cs="Calibri"/>
          <w:color w:val="000000"/>
        </w:rPr>
        <w:t xml:space="preserve">znajdujemy się w sytuacji ekonomicznej </w:t>
      </w:r>
      <w:r w:rsidR="000309FC" w:rsidRPr="00E6158F">
        <w:rPr>
          <w:rFonts w:ascii="Verdana" w:hAnsi="Verdana" w:cs="Calibri"/>
          <w:color w:val="000000"/>
        </w:rPr>
        <w:t>lub</w:t>
      </w:r>
      <w:r w:rsidRPr="00E6158F">
        <w:rPr>
          <w:rFonts w:ascii="Verdana" w:hAnsi="Verdana" w:cs="Calibri"/>
          <w:color w:val="000000"/>
        </w:rPr>
        <w:t xml:space="preserve"> finansowej zapewniającej wykonanie </w:t>
      </w:r>
      <w:r w:rsidR="00D521B2" w:rsidRPr="00E6158F">
        <w:rPr>
          <w:rFonts w:ascii="Verdana" w:hAnsi="Verdana" w:cs="Calibri"/>
          <w:color w:val="000000"/>
        </w:rPr>
        <w:t>Zakupu</w:t>
      </w:r>
      <w:bookmarkEnd w:id="1"/>
      <w:r w:rsidR="004279E1">
        <w:rPr>
          <w:rFonts w:ascii="Verdana" w:hAnsi="Verdana" w:cs="Calibri"/>
          <w:color w:val="000000"/>
        </w:rPr>
        <w:t>;</w:t>
      </w:r>
    </w:p>
    <w:p w14:paraId="7E9B20F1" w14:textId="4A09DD6F" w:rsidR="00A60B9C" w:rsidRPr="00A60B9C" w:rsidRDefault="00A60B9C" w:rsidP="00F54340">
      <w:pPr>
        <w:pStyle w:val="Akapitzlist"/>
        <w:numPr>
          <w:ilvl w:val="0"/>
          <w:numId w:val="20"/>
        </w:numPr>
        <w:jc w:val="both"/>
        <w:rPr>
          <w:rFonts w:ascii="Verdana" w:hAnsi="Verdana" w:cs="Calibri"/>
          <w:color w:val="000000"/>
        </w:rPr>
      </w:pPr>
      <w:r w:rsidRPr="00A60B9C">
        <w:rPr>
          <w:rFonts w:ascii="Verdana" w:hAnsi="Verdana" w:cs="Calibri"/>
          <w:color w:val="000000"/>
        </w:rPr>
        <w:t>nie podlegamy wyk</w:t>
      </w:r>
      <w:r>
        <w:rPr>
          <w:rFonts w:ascii="Verdana" w:hAnsi="Verdana" w:cs="Calibri"/>
          <w:color w:val="000000"/>
        </w:rPr>
        <w:t>luczeniu na podstawie pkt 9.4.</w:t>
      </w:r>
      <w:r w:rsidRPr="00A60B9C">
        <w:rPr>
          <w:rFonts w:ascii="Verdana" w:hAnsi="Verdana" w:cs="Calibri"/>
          <w:color w:val="000000"/>
        </w:rPr>
        <w:t>2.</w:t>
      </w:r>
      <w:r>
        <w:rPr>
          <w:rFonts w:ascii="Verdana" w:hAnsi="Verdana" w:cs="Calibri"/>
          <w:color w:val="000000"/>
        </w:rPr>
        <w:t xml:space="preserve">2 oraz 9.4.3.1 </w:t>
      </w:r>
      <w:r w:rsidRPr="00A60B9C">
        <w:rPr>
          <w:rFonts w:ascii="Verdana" w:hAnsi="Verdana" w:cs="Calibri"/>
          <w:color w:val="000000"/>
        </w:rPr>
        <w:t>-</w:t>
      </w:r>
      <w:r>
        <w:rPr>
          <w:rFonts w:ascii="Verdana" w:hAnsi="Verdana" w:cs="Calibri"/>
          <w:color w:val="000000"/>
        </w:rPr>
        <w:t xml:space="preserve"> </w:t>
      </w:r>
      <w:r w:rsidRPr="00A60B9C">
        <w:rPr>
          <w:rFonts w:ascii="Verdana" w:hAnsi="Verdana" w:cs="Calibri"/>
          <w:color w:val="000000"/>
        </w:rPr>
        <w:t>9.4.3.3</w:t>
      </w:r>
      <w:r>
        <w:rPr>
          <w:rFonts w:ascii="Verdana" w:hAnsi="Verdana" w:cs="Calibri"/>
          <w:color w:val="000000"/>
        </w:rPr>
        <w:t xml:space="preserve"> </w:t>
      </w:r>
      <w:r w:rsidRPr="00A60B9C">
        <w:rPr>
          <w:rFonts w:ascii="Verdana" w:hAnsi="Verdana" w:cs="Calibri"/>
          <w:color w:val="000000"/>
        </w:rPr>
        <w:t>Procedury Ogól</w:t>
      </w:r>
      <w:r>
        <w:rPr>
          <w:rFonts w:ascii="Verdana" w:hAnsi="Verdana" w:cs="Calibri"/>
          <w:color w:val="000000"/>
        </w:rPr>
        <w:t>nej Zakupów GK PGE (PROG 00096)</w:t>
      </w:r>
      <w:r w:rsidR="004279E1">
        <w:rPr>
          <w:rFonts w:ascii="Verdana" w:hAnsi="Verdana" w:cs="Calibri"/>
          <w:color w:val="000000"/>
        </w:rPr>
        <w:t>.</w:t>
      </w:r>
    </w:p>
    <w:p w14:paraId="2B7E3419" w14:textId="77777777" w:rsidR="00E107CB" w:rsidRPr="00E6158F" w:rsidRDefault="00E107CB" w:rsidP="00E6158F">
      <w:pPr>
        <w:spacing w:after="240"/>
        <w:ind w:left="119"/>
        <w:contextualSpacing/>
        <w:rPr>
          <w:rFonts w:ascii="Verdana" w:hAnsi="Verdana" w:cs="Calibri"/>
        </w:rPr>
      </w:pPr>
    </w:p>
    <w:p w14:paraId="23A16FE3" w14:textId="77777777" w:rsidR="00E107CB" w:rsidRPr="00E6158F" w:rsidRDefault="00E107CB" w:rsidP="00E6158F">
      <w:pPr>
        <w:spacing w:after="240"/>
        <w:ind w:left="119"/>
        <w:contextualSpacing/>
        <w:rPr>
          <w:rFonts w:ascii="Verdana" w:hAnsi="Verdana" w:cs="Calibri"/>
        </w:rPr>
      </w:pPr>
    </w:p>
    <w:p w14:paraId="034E11EA" w14:textId="77777777" w:rsidR="00E107CB" w:rsidRPr="00E6158F" w:rsidRDefault="00E107CB" w:rsidP="00E6158F">
      <w:pPr>
        <w:spacing w:after="240"/>
        <w:ind w:left="119"/>
        <w:contextualSpacing/>
        <w:rPr>
          <w:rFonts w:ascii="Verdana" w:hAnsi="Verdana" w:cs="Calibri"/>
        </w:rPr>
      </w:pPr>
    </w:p>
    <w:p w14:paraId="6511E532" w14:textId="77777777" w:rsidR="00A26421" w:rsidRPr="00E6158F" w:rsidRDefault="00A26421" w:rsidP="00A26421">
      <w:pPr>
        <w:spacing w:after="240"/>
        <w:contextualSpacing/>
        <w:rPr>
          <w:rFonts w:ascii="Verdana" w:hAnsi="Verdana" w:cs="Calibri"/>
          <w:b/>
        </w:rPr>
      </w:pPr>
    </w:p>
    <w:p w14:paraId="7A9288ED" w14:textId="77777777" w:rsidR="00B91D56" w:rsidRPr="00E6158F" w:rsidRDefault="00B91D56" w:rsidP="00B91D56">
      <w:pPr>
        <w:spacing w:after="240"/>
        <w:contextualSpacing/>
        <w:rPr>
          <w:rFonts w:ascii="Verdana" w:hAnsi="Verdana" w:cs="Calibri"/>
        </w:rPr>
      </w:pPr>
      <w:r>
        <w:rPr>
          <w:rFonts w:ascii="Verdana" w:hAnsi="Verdana" w:cs="Calibri"/>
        </w:rPr>
        <w:t>______________________</w:t>
      </w:r>
    </w:p>
    <w:p w14:paraId="629BF42A" w14:textId="77777777" w:rsidR="00B91D56" w:rsidRPr="00A26421" w:rsidRDefault="00B91D56" w:rsidP="00B91D56">
      <w:pPr>
        <w:spacing w:after="240"/>
        <w:ind w:firstLine="357"/>
        <w:contextualSpacing/>
        <w:rPr>
          <w:rFonts w:ascii="Verdana" w:hAnsi="Verdana" w:cs="Calibri"/>
          <w:sz w:val="16"/>
          <w:szCs w:val="16"/>
        </w:rPr>
      </w:pPr>
      <w:r w:rsidRPr="00A26421">
        <w:rPr>
          <w:rFonts w:ascii="Verdana" w:hAnsi="Verdana" w:cs="Calibri"/>
          <w:sz w:val="16"/>
          <w:szCs w:val="16"/>
        </w:rPr>
        <w:t>(miejscowość i data)</w:t>
      </w:r>
      <w:r w:rsidRPr="00A26421">
        <w:rPr>
          <w:rFonts w:ascii="Verdana" w:hAnsi="Verdana" w:cs="Calibri"/>
          <w:sz w:val="16"/>
          <w:szCs w:val="16"/>
        </w:rPr>
        <w:tab/>
      </w:r>
    </w:p>
    <w:p w14:paraId="13F2EA11" w14:textId="77777777" w:rsidR="00B91D56" w:rsidRDefault="00B91D56" w:rsidP="00B91D56">
      <w:pPr>
        <w:spacing w:after="240"/>
        <w:contextualSpacing/>
        <w:rPr>
          <w:rFonts w:ascii="Verdana" w:hAnsi="Verdana" w:cs="Calibri"/>
        </w:rPr>
      </w:pPr>
    </w:p>
    <w:p w14:paraId="690A5CD9" w14:textId="77777777" w:rsidR="00B91D56" w:rsidRPr="00E6158F" w:rsidRDefault="00B91D56" w:rsidP="00B91D56">
      <w:pPr>
        <w:spacing w:after="240"/>
        <w:contextualSpacing/>
        <w:rPr>
          <w:rFonts w:ascii="Verdana" w:hAnsi="Verdana" w:cs="Calibri"/>
        </w:rPr>
      </w:pPr>
    </w:p>
    <w:p w14:paraId="4D98E665" w14:textId="77777777" w:rsidR="00B91D56" w:rsidRPr="00E6158F" w:rsidRDefault="00B91D56" w:rsidP="00B91D56">
      <w:pPr>
        <w:spacing w:after="240"/>
        <w:contextualSpacing/>
        <w:rPr>
          <w:rFonts w:ascii="Verdana" w:hAnsi="Verdana" w:cs="Calibri"/>
        </w:rPr>
      </w:pPr>
    </w:p>
    <w:p w14:paraId="7DCB8A4D" w14:textId="77777777" w:rsidR="00B91D56" w:rsidRPr="00E6158F" w:rsidRDefault="00B91D56" w:rsidP="00B91D56">
      <w:pPr>
        <w:spacing w:after="240"/>
        <w:contextualSpacing/>
        <w:rPr>
          <w:rFonts w:ascii="Verdana" w:hAnsi="Verdana" w:cs="Calibri"/>
        </w:rPr>
      </w:pPr>
      <w:r>
        <w:rPr>
          <w:rFonts w:ascii="Verdana" w:hAnsi="Verdana" w:cs="Calibri"/>
        </w:rPr>
        <w:t>__________________________________________________</w:t>
      </w:r>
    </w:p>
    <w:p w14:paraId="0485B578" w14:textId="77777777" w:rsidR="00B91D56" w:rsidRPr="00A26421" w:rsidRDefault="00B91D56" w:rsidP="00B91D56">
      <w:pPr>
        <w:spacing w:after="240"/>
        <w:contextualSpacing/>
        <w:rPr>
          <w:rFonts w:ascii="Verdana" w:hAnsi="Verdana" w:cs="Calibri"/>
          <w:sz w:val="16"/>
          <w:szCs w:val="16"/>
        </w:rPr>
      </w:pPr>
      <w:r w:rsidRPr="00A26421">
        <w:rPr>
          <w:rFonts w:ascii="Verdana" w:hAnsi="Verdana" w:cs="Calibri"/>
          <w:sz w:val="16"/>
          <w:szCs w:val="16"/>
        </w:rPr>
        <w:t>(podpisy osób upoważnionych zgodnie z zasadami reprezentacji Wykonawcy)</w:t>
      </w:r>
    </w:p>
    <w:p w14:paraId="188F7C10" w14:textId="3035FF9D" w:rsidR="00C56C37" w:rsidRPr="00E6158F" w:rsidRDefault="00E107CB" w:rsidP="00C56C37">
      <w:pPr>
        <w:spacing w:after="240"/>
        <w:ind w:left="7080"/>
        <w:contextualSpacing/>
        <w:jc w:val="right"/>
        <w:rPr>
          <w:rFonts w:ascii="Verdana" w:hAnsi="Verdana" w:cs="Calibri"/>
          <w:b/>
          <w:snapToGrid w:val="0"/>
        </w:rPr>
      </w:pPr>
      <w:r w:rsidRPr="00E6158F">
        <w:rPr>
          <w:rFonts w:ascii="Verdana" w:hAnsi="Verdana" w:cs="Calibri"/>
          <w:b/>
          <w:bCs/>
        </w:rPr>
        <w:br w:type="page"/>
      </w:r>
    </w:p>
    <w:p w14:paraId="53DD3612" w14:textId="0B9B5BD3" w:rsidR="00701C3A" w:rsidRPr="00E6158F" w:rsidRDefault="00701C3A" w:rsidP="009F78E0">
      <w:pPr>
        <w:spacing w:after="240"/>
        <w:contextualSpacing/>
        <w:jc w:val="right"/>
        <w:rPr>
          <w:rFonts w:ascii="Verdana" w:hAnsi="Verdana" w:cs="Calibri"/>
          <w:b/>
          <w:snapToGrid w:val="0"/>
        </w:rPr>
      </w:pPr>
      <w:r w:rsidRPr="00E6158F">
        <w:rPr>
          <w:rFonts w:ascii="Verdana" w:hAnsi="Verdana" w:cs="Calibri"/>
          <w:b/>
          <w:snapToGrid w:val="0"/>
        </w:rPr>
        <w:lastRenderedPageBreak/>
        <w:t xml:space="preserve">Załącznik Nr </w:t>
      </w:r>
      <w:r w:rsidR="00181B4A" w:rsidRPr="00E6158F">
        <w:rPr>
          <w:rFonts w:ascii="Verdana" w:hAnsi="Verdana" w:cs="Calibri"/>
          <w:b/>
          <w:snapToGrid w:val="0"/>
        </w:rPr>
        <w:t>6</w:t>
      </w:r>
    </w:p>
    <w:p w14:paraId="6870249B" w14:textId="77777777" w:rsidR="00701C3A" w:rsidRPr="00E6158F" w:rsidRDefault="00701C3A" w:rsidP="00E6158F">
      <w:pPr>
        <w:pStyle w:val="opis"/>
        <w:spacing w:after="240" w:line="240" w:lineRule="auto"/>
        <w:contextualSpacing/>
        <w:jc w:val="left"/>
        <w:rPr>
          <w:rFonts w:ascii="Verdana" w:hAnsi="Verdana" w:cs="Calibri"/>
          <w:b/>
          <w:sz w:val="20"/>
        </w:rPr>
      </w:pPr>
    </w:p>
    <w:p w14:paraId="313946DF" w14:textId="7CD8A3CC" w:rsidR="00701C3A" w:rsidRPr="00E6158F" w:rsidRDefault="00701C3A" w:rsidP="009F78E0">
      <w:pPr>
        <w:pStyle w:val="opis"/>
        <w:spacing w:after="240" w:line="240" w:lineRule="auto"/>
        <w:ind w:left="0"/>
        <w:contextualSpacing/>
        <w:jc w:val="center"/>
        <w:rPr>
          <w:rFonts w:ascii="Verdana" w:hAnsi="Verdana" w:cs="Calibri"/>
          <w:b/>
          <w:sz w:val="20"/>
        </w:rPr>
      </w:pPr>
      <w:r w:rsidRPr="00E6158F">
        <w:rPr>
          <w:rFonts w:ascii="Verdana" w:hAnsi="Verdana" w:cs="Calibri"/>
          <w:b/>
          <w:sz w:val="20"/>
        </w:rPr>
        <w:t xml:space="preserve">WYKAZ </w:t>
      </w:r>
      <w:r w:rsidR="002B5697" w:rsidRPr="00E6158F">
        <w:rPr>
          <w:rFonts w:ascii="Verdana" w:hAnsi="Verdana" w:cs="Calibri"/>
          <w:b/>
          <w:sz w:val="20"/>
        </w:rPr>
        <w:t xml:space="preserve">WYKONANYCH / WYKONYWANYCH </w:t>
      </w:r>
      <w:r w:rsidR="00E01AE2" w:rsidRPr="00E01AE2">
        <w:rPr>
          <w:rFonts w:ascii="Verdana" w:hAnsi="Verdana" w:cs="Calibri"/>
          <w:b/>
          <w:sz w:val="20"/>
        </w:rPr>
        <w:t xml:space="preserve">USŁUG </w:t>
      </w:r>
    </w:p>
    <w:p w14:paraId="7D609673" w14:textId="77777777" w:rsidR="00701C3A" w:rsidRPr="00E6158F" w:rsidRDefault="00701C3A" w:rsidP="00E6158F">
      <w:pPr>
        <w:pStyle w:val="opis"/>
        <w:spacing w:after="240" w:line="240" w:lineRule="auto"/>
        <w:contextualSpacing/>
        <w:jc w:val="left"/>
        <w:rPr>
          <w:rFonts w:ascii="Verdana" w:hAnsi="Verdana" w:cs="Calibri"/>
          <w:b/>
          <w:sz w:val="20"/>
        </w:rPr>
      </w:pPr>
    </w:p>
    <w:p w14:paraId="7D78B7E1" w14:textId="0352E779" w:rsidR="00701C3A" w:rsidRPr="00E6158F" w:rsidRDefault="00701C3A" w:rsidP="00374099">
      <w:pPr>
        <w:pStyle w:val="opis"/>
        <w:spacing w:after="240" w:line="240" w:lineRule="auto"/>
        <w:ind w:left="0" w:right="0"/>
        <w:contextualSpacing/>
        <w:rPr>
          <w:rFonts w:ascii="Verdana" w:hAnsi="Verdana" w:cs="Calibri"/>
          <w:sz w:val="20"/>
        </w:rPr>
      </w:pPr>
      <w:r w:rsidRPr="00E6158F">
        <w:rPr>
          <w:rFonts w:ascii="Verdana" w:hAnsi="Verdana" w:cs="Calibri"/>
          <w:sz w:val="20"/>
        </w:rPr>
        <w:t xml:space="preserve">W okresie ostatnich </w:t>
      </w:r>
      <w:r w:rsidR="00E8496E">
        <w:rPr>
          <w:rFonts w:ascii="Verdana" w:hAnsi="Verdana" w:cs="Calibri"/>
          <w:sz w:val="20"/>
        </w:rPr>
        <w:t>3</w:t>
      </w:r>
      <w:r w:rsidRPr="00E6158F">
        <w:rPr>
          <w:rFonts w:ascii="Verdana" w:hAnsi="Verdana" w:cs="Calibri"/>
          <w:sz w:val="20"/>
        </w:rPr>
        <w:t xml:space="preserve"> lat przed upływem terminu składania Ofert, a jeżeli okres prowadzenia działalności jest krótszy – w tym okresie </w:t>
      </w:r>
    </w:p>
    <w:p w14:paraId="1B33278E" w14:textId="77777777" w:rsidR="00701C3A" w:rsidRPr="00E6158F" w:rsidRDefault="00701C3A" w:rsidP="00E6158F">
      <w:pPr>
        <w:pStyle w:val="opis"/>
        <w:spacing w:after="240" w:line="240" w:lineRule="auto"/>
        <w:contextualSpacing/>
        <w:jc w:val="left"/>
        <w:rPr>
          <w:rFonts w:ascii="Verdana" w:hAnsi="Verdana" w:cs="Calibri"/>
          <w:sz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895"/>
        <w:gridCol w:w="1896"/>
        <w:gridCol w:w="1896"/>
        <w:gridCol w:w="1896"/>
        <w:gridCol w:w="1896"/>
      </w:tblGrid>
      <w:tr w:rsidR="00701C3A" w:rsidRPr="00E6158F" w14:paraId="5D24ADF6" w14:textId="77777777" w:rsidTr="00932BC7">
        <w:tc>
          <w:tcPr>
            <w:tcW w:w="727" w:type="dxa"/>
            <w:shd w:val="clear" w:color="auto" w:fill="1A7466"/>
          </w:tcPr>
          <w:p w14:paraId="14812CF5"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Lp</w:t>
            </w:r>
            <w:r w:rsidR="007F1B29" w:rsidRPr="00E6158F">
              <w:rPr>
                <w:rFonts w:ascii="Verdana" w:hAnsi="Verdana" w:cs="Calibri"/>
                <w:b/>
                <w:sz w:val="20"/>
              </w:rPr>
              <w:t>.</w:t>
            </w:r>
          </w:p>
        </w:tc>
        <w:tc>
          <w:tcPr>
            <w:tcW w:w="1895" w:type="dxa"/>
            <w:shd w:val="clear" w:color="auto" w:fill="1A7466"/>
          </w:tcPr>
          <w:p w14:paraId="3AA67996" w14:textId="7CCB14AF"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 xml:space="preserve">Wartość </w:t>
            </w:r>
            <w:r w:rsidR="00F54340">
              <w:rPr>
                <w:rFonts w:ascii="Verdana" w:hAnsi="Verdana" w:cs="Calibri"/>
                <w:b/>
                <w:sz w:val="20"/>
              </w:rPr>
              <w:t>umowy</w:t>
            </w:r>
            <w:r w:rsidR="00F61DEC" w:rsidRPr="00E6158F">
              <w:rPr>
                <w:rFonts w:ascii="Verdana" w:hAnsi="Verdana" w:cs="Calibri"/>
                <w:b/>
                <w:sz w:val="20"/>
              </w:rPr>
              <w:t xml:space="preserve"> </w:t>
            </w:r>
            <w:r w:rsidRPr="00E6158F">
              <w:rPr>
                <w:rFonts w:ascii="Verdana" w:hAnsi="Verdana" w:cs="Calibri"/>
                <w:b/>
                <w:sz w:val="20"/>
              </w:rPr>
              <w:t>w</w:t>
            </w:r>
            <w:r w:rsidR="007F1B29" w:rsidRPr="00E6158F">
              <w:rPr>
                <w:rFonts w:ascii="Verdana" w:hAnsi="Verdana" w:cs="Calibri"/>
                <w:b/>
                <w:sz w:val="20"/>
              </w:rPr>
              <w:t> </w:t>
            </w:r>
            <w:r w:rsidRPr="00E6158F">
              <w:rPr>
                <w:rFonts w:ascii="Verdana" w:hAnsi="Verdana" w:cs="Calibri"/>
                <w:b/>
                <w:sz w:val="20"/>
              </w:rPr>
              <w:t>zł netto</w:t>
            </w:r>
          </w:p>
        </w:tc>
        <w:tc>
          <w:tcPr>
            <w:tcW w:w="1896" w:type="dxa"/>
            <w:shd w:val="clear" w:color="auto" w:fill="1A7466"/>
          </w:tcPr>
          <w:p w14:paraId="1F934D61" w14:textId="1D191F25" w:rsidR="00701C3A" w:rsidRPr="00E6158F" w:rsidRDefault="00701C3A" w:rsidP="006D7D07">
            <w:pPr>
              <w:pStyle w:val="opis"/>
              <w:spacing w:before="60" w:after="60" w:line="240" w:lineRule="auto"/>
              <w:ind w:left="-51" w:right="85"/>
              <w:jc w:val="center"/>
              <w:rPr>
                <w:rFonts w:ascii="Verdana" w:hAnsi="Verdana" w:cs="Calibri"/>
                <w:b/>
                <w:sz w:val="20"/>
              </w:rPr>
            </w:pPr>
            <w:r w:rsidRPr="00E6158F">
              <w:rPr>
                <w:rFonts w:ascii="Verdana" w:hAnsi="Verdana" w:cs="Calibri"/>
                <w:b/>
                <w:sz w:val="20"/>
              </w:rPr>
              <w:t xml:space="preserve">Przedmiot </w:t>
            </w:r>
            <w:r w:rsidR="00F54340">
              <w:rPr>
                <w:rFonts w:ascii="Verdana" w:hAnsi="Verdana" w:cs="Calibri"/>
                <w:b/>
                <w:sz w:val="20"/>
              </w:rPr>
              <w:t>usługi</w:t>
            </w:r>
          </w:p>
        </w:tc>
        <w:tc>
          <w:tcPr>
            <w:tcW w:w="1896" w:type="dxa"/>
            <w:shd w:val="clear" w:color="auto" w:fill="1A7466"/>
          </w:tcPr>
          <w:p w14:paraId="710C4C91"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Data wykonania od …</w:t>
            </w:r>
            <w:r w:rsidR="007F1B29" w:rsidRPr="00E6158F">
              <w:rPr>
                <w:rFonts w:ascii="Verdana" w:hAnsi="Verdana" w:cs="Calibri"/>
                <w:b/>
                <w:sz w:val="20"/>
              </w:rPr>
              <w:t xml:space="preserve"> </w:t>
            </w:r>
            <w:r w:rsidRPr="00E6158F">
              <w:rPr>
                <w:rFonts w:ascii="Verdana" w:hAnsi="Verdana" w:cs="Calibri"/>
                <w:b/>
                <w:sz w:val="20"/>
              </w:rPr>
              <w:t xml:space="preserve">do </w:t>
            </w:r>
            <w:r w:rsidRPr="00E6158F">
              <w:rPr>
                <w:rFonts w:ascii="Verdana" w:hAnsi="Verdana" w:cs="Calibri"/>
                <w:sz w:val="20"/>
              </w:rPr>
              <w:t>(miesiąc, rok)</w:t>
            </w:r>
          </w:p>
        </w:tc>
        <w:tc>
          <w:tcPr>
            <w:tcW w:w="1896" w:type="dxa"/>
            <w:shd w:val="clear" w:color="auto" w:fill="1A7466"/>
          </w:tcPr>
          <w:p w14:paraId="7FE237B4"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Miejsce wykonania</w:t>
            </w:r>
          </w:p>
        </w:tc>
        <w:tc>
          <w:tcPr>
            <w:tcW w:w="1896" w:type="dxa"/>
            <w:shd w:val="clear" w:color="auto" w:fill="1A7466"/>
          </w:tcPr>
          <w:p w14:paraId="247FFD49" w14:textId="77777777" w:rsidR="00701C3A" w:rsidRPr="00E6158F" w:rsidRDefault="00701C3A" w:rsidP="006D7D07">
            <w:pPr>
              <w:pStyle w:val="opis"/>
              <w:spacing w:before="60" w:after="60" w:line="240" w:lineRule="auto"/>
              <w:ind w:left="0"/>
              <w:jc w:val="center"/>
              <w:rPr>
                <w:rFonts w:ascii="Verdana" w:hAnsi="Verdana" w:cs="Calibri"/>
                <w:b/>
                <w:sz w:val="20"/>
              </w:rPr>
            </w:pPr>
            <w:r w:rsidRPr="00E6158F">
              <w:rPr>
                <w:rFonts w:ascii="Verdana" w:hAnsi="Verdana" w:cs="Calibri"/>
                <w:b/>
                <w:sz w:val="20"/>
              </w:rPr>
              <w:t xml:space="preserve">Odbiorca </w:t>
            </w:r>
            <w:r w:rsidRPr="00E6158F">
              <w:rPr>
                <w:rFonts w:ascii="Verdana" w:hAnsi="Verdana" w:cs="Calibri"/>
                <w:sz w:val="20"/>
              </w:rPr>
              <w:t>(nazwa, adres)</w:t>
            </w:r>
          </w:p>
        </w:tc>
      </w:tr>
      <w:tr w:rsidR="00701C3A" w:rsidRPr="00E6158F" w14:paraId="14B2E13A" w14:textId="77777777" w:rsidTr="009F78E0">
        <w:tc>
          <w:tcPr>
            <w:tcW w:w="727" w:type="dxa"/>
            <w:shd w:val="clear" w:color="auto" w:fill="auto"/>
          </w:tcPr>
          <w:p w14:paraId="6332AB67"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1</w:t>
            </w:r>
          </w:p>
        </w:tc>
        <w:tc>
          <w:tcPr>
            <w:tcW w:w="1895" w:type="dxa"/>
            <w:shd w:val="clear" w:color="auto" w:fill="auto"/>
          </w:tcPr>
          <w:p w14:paraId="29E683FB" w14:textId="77777777" w:rsidR="00701C3A" w:rsidRPr="008C7814" w:rsidRDefault="00701C3A" w:rsidP="009F78E0">
            <w:pPr>
              <w:pStyle w:val="opis"/>
              <w:spacing w:before="60" w:after="60" w:line="240" w:lineRule="auto"/>
              <w:ind w:left="0"/>
              <w:jc w:val="left"/>
              <w:rPr>
                <w:rFonts w:ascii="Verdana" w:hAnsi="Verdana" w:cs="Calibri"/>
                <w:sz w:val="20"/>
              </w:rPr>
            </w:pPr>
          </w:p>
          <w:p w14:paraId="0B620DCD" w14:textId="77777777" w:rsidR="00701C3A" w:rsidRPr="008C7814" w:rsidRDefault="00701C3A" w:rsidP="009F78E0">
            <w:pPr>
              <w:pStyle w:val="opis"/>
              <w:spacing w:before="60" w:after="60" w:line="240" w:lineRule="auto"/>
              <w:ind w:left="0"/>
              <w:jc w:val="left"/>
              <w:rPr>
                <w:rFonts w:ascii="Verdana" w:hAnsi="Verdana" w:cs="Calibri"/>
                <w:sz w:val="20"/>
              </w:rPr>
            </w:pPr>
          </w:p>
          <w:p w14:paraId="4BB82E3D" w14:textId="77777777" w:rsidR="00701C3A" w:rsidRPr="008C7814" w:rsidRDefault="00701C3A" w:rsidP="009F78E0">
            <w:pPr>
              <w:pStyle w:val="opis"/>
              <w:spacing w:before="60" w:after="60" w:line="240" w:lineRule="auto"/>
              <w:ind w:left="0"/>
              <w:jc w:val="left"/>
              <w:rPr>
                <w:rFonts w:ascii="Verdana" w:hAnsi="Verdana" w:cs="Calibri"/>
                <w:sz w:val="20"/>
              </w:rPr>
            </w:pPr>
          </w:p>
          <w:p w14:paraId="73D2BFE9"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719411B"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1EE3A591"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1E536FC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1F45022"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70624D2A" w14:textId="77777777" w:rsidTr="009F78E0">
        <w:tc>
          <w:tcPr>
            <w:tcW w:w="727" w:type="dxa"/>
            <w:shd w:val="clear" w:color="auto" w:fill="auto"/>
          </w:tcPr>
          <w:p w14:paraId="2D771C61"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2</w:t>
            </w:r>
          </w:p>
        </w:tc>
        <w:tc>
          <w:tcPr>
            <w:tcW w:w="1895" w:type="dxa"/>
            <w:shd w:val="clear" w:color="auto" w:fill="auto"/>
          </w:tcPr>
          <w:p w14:paraId="4D888975" w14:textId="77777777" w:rsidR="00701C3A" w:rsidRPr="008C7814" w:rsidRDefault="00701C3A" w:rsidP="009F78E0">
            <w:pPr>
              <w:pStyle w:val="opis"/>
              <w:spacing w:before="60" w:after="60" w:line="240" w:lineRule="auto"/>
              <w:ind w:left="0"/>
              <w:jc w:val="left"/>
              <w:rPr>
                <w:rFonts w:ascii="Verdana" w:hAnsi="Verdana" w:cs="Calibri"/>
                <w:sz w:val="20"/>
              </w:rPr>
            </w:pPr>
          </w:p>
          <w:p w14:paraId="0A0E2DA4" w14:textId="77777777" w:rsidR="00701C3A" w:rsidRPr="008C7814" w:rsidRDefault="00701C3A" w:rsidP="009F78E0">
            <w:pPr>
              <w:pStyle w:val="opis"/>
              <w:spacing w:before="60" w:after="60" w:line="240" w:lineRule="auto"/>
              <w:ind w:left="0"/>
              <w:jc w:val="left"/>
              <w:rPr>
                <w:rFonts w:ascii="Verdana" w:hAnsi="Verdana" w:cs="Calibri"/>
                <w:sz w:val="20"/>
              </w:rPr>
            </w:pPr>
          </w:p>
          <w:p w14:paraId="5CF9A1C7" w14:textId="77777777" w:rsidR="00701C3A" w:rsidRPr="008C7814" w:rsidRDefault="00701C3A" w:rsidP="009F78E0">
            <w:pPr>
              <w:pStyle w:val="opis"/>
              <w:spacing w:before="60" w:after="60" w:line="240" w:lineRule="auto"/>
              <w:ind w:left="0"/>
              <w:jc w:val="left"/>
              <w:rPr>
                <w:rFonts w:ascii="Verdana" w:hAnsi="Verdana" w:cs="Calibri"/>
                <w:sz w:val="20"/>
              </w:rPr>
            </w:pPr>
          </w:p>
          <w:p w14:paraId="6FC027C8"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39C3115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B7D808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68B8F59D"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1AB36CD1"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52075ED8" w14:textId="77777777" w:rsidTr="009F78E0">
        <w:tc>
          <w:tcPr>
            <w:tcW w:w="727" w:type="dxa"/>
            <w:shd w:val="clear" w:color="auto" w:fill="auto"/>
          </w:tcPr>
          <w:p w14:paraId="063729CA"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3</w:t>
            </w:r>
          </w:p>
        </w:tc>
        <w:tc>
          <w:tcPr>
            <w:tcW w:w="1895" w:type="dxa"/>
            <w:shd w:val="clear" w:color="auto" w:fill="auto"/>
          </w:tcPr>
          <w:p w14:paraId="0D4AE2A8" w14:textId="77777777" w:rsidR="00701C3A" w:rsidRPr="008C7814" w:rsidRDefault="00701C3A" w:rsidP="009F78E0">
            <w:pPr>
              <w:pStyle w:val="opis"/>
              <w:spacing w:before="60" w:after="60" w:line="240" w:lineRule="auto"/>
              <w:ind w:left="0"/>
              <w:jc w:val="left"/>
              <w:rPr>
                <w:rFonts w:ascii="Verdana" w:hAnsi="Verdana" w:cs="Calibri"/>
                <w:sz w:val="20"/>
              </w:rPr>
            </w:pPr>
          </w:p>
          <w:p w14:paraId="0CE60A52" w14:textId="77777777" w:rsidR="00701C3A" w:rsidRPr="008C7814" w:rsidRDefault="00701C3A" w:rsidP="009F78E0">
            <w:pPr>
              <w:pStyle w:val="opis"/>
              <w:spacing w:before="60" w:after="60" w:line="240" w:lineRule="auto"/>
              <w:ind w:left="0"/>
              <w:jc w:val="left"/>
              <w:rPr>
                <w:rFonts w:ascii="Verdana" w:hAnsi="Verdana" w:cs="Calibri"/>
                <w:sz w:val="20"/>
              </w:rPr>
            </w:pPr>
          </w:p>
          <w:p w14:paraId="7026A39C" w14:textId="77777777" w:rsidR="00701C3A" w:rsidRPr="008C7814" w:rsidRDefault="00701C3A" w:rsidP="009F78E0">
            <w:pPr>
              <w:pStyle w:val="opis"/>
              <w:spacing w:before="60" w:after="60" w:line="240" w:lineRule="auto"/>
              <w:ind w:left="0"/>
              <w:jc w:val="left"/>
              <w:rPr>
                <w:rFonts w:ascii="Verdana" w:hAnsi="Verdana" w:cs="Calibri"/>
                <w:sz w:val="20"/>
              </w:rPr>
            </w:pPr>
          </w:p>
          <w:p w14:paraId="155F7DE1"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B6CCAED"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67B1A3B0"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24E17C9E"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9767F87"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6065F7CF" w14:textId="77777777" w:rsidTr="009F78E0">
        <w:tc>
          <w:tcPr>
            <w:tcW w:w="727" w:type="dxa"/>
            <w:shd w:val="clear" w:color="auto" w:fill="auto"/>
          </w:tcPr>
          <w:p w14:paraId="7FCE6798"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4</w:t>
            </w:r>
          </w:p>
        </w:tc>
        <w:tc>
          <w:tcPr>
            <w:tcW w:w="1895" w:type="dxa"/>
            <w:shd w:val="clear" w:color="auto" w:fill="auto"/>
          </w:tcPr>
          <w:p w14:paraId="2C693E56" w14:textId="77777777" w:rsidR="00701C3A" w:rsidRPr="008C7814" w:rsidRDefault="00701C3A" w:rsidP="009F78E0">
            <w:pPr>
              <w:pStyle w:val="opis"/>
              <w:spacing w:before="60" w:after="60" w:line="240" w:lineRule="auto"/>
              <w:ind w:left="0"/>
              <w:jc w:val="left"/>
              <w:rPr>
                <w:rFonts w:ascii="Verdana" w:hAnsi="Verdana" w:cs="Calibri"/>
                <w:sz w:val="20"/>
              </w:rPr>
            </w:pPr>
          </w:p>
          <w:p w14:paraId="5C89367E" w14:textId="77777777" w:rsidR="00701C3A" w:rsidRPr="008C7814" w:rsidRDefault="00701C3A" w:rsidP="009F78E0">
            <w:pPr>
              <w:pStyle w:val="opis"/>
              <w:spacing w:before="60" w:after="60" w:line="240" w:lineRule="auto"/>
              <w:ind w:left="0"/>
              <w:jc w:val="left"/>
              <w:rPr>
                <w:rFonts w:ascii="Verdana" w:hAnsi="Verdana" w:cs="Calibri"/>
                <w:sz w:val="20"/>
              </w:rPr>
            </w:pPr>
          </w:p>
          <w:p w14:paraId="16FC6408" w14:textId="77777777" w:rsidR="007F1B29" w:rsidRPr="008C7814" w:rsidRDefault="007F1B29" w:rsidP="009F78E0">
            <w:pPr>
              <w:pStyle w:val="opis"/>
              <w:spacing w:before="60" w:after="60" w:line="240" w:lineRule="auto"/>
              <w:ind w:left="0"/>
              <w:jc w:val="left"/>
              <w:rPr>
                <w:rFonts w:ascii="Verdana" w:hAnsi="Verdana" w:cs="Calibri"/>
                <w:sz w:val="20"/>
              </w:rPr>
            </w:pPr>
          </w:p>
          <w:p w14:paraId="6B963BBA"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D7E50F1"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1F42FD9"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3FDC933D"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C096B4C" w14:textId="77777777" w:rsidR="00701C3A" w:rsidRPr="008C7814" w:rsidRDefault="00701C3A" w:rsidP="009F78E0">
            <w:pPr>
              <w:pStyle w:val="opis"/>
              <w:spacing w:before="60" w:after="60" w:line="240" w:lineRule="auto"/>
              <w:ind w:left="0"/>
              <w:jc w:val="left"/>
              <w:rPr>
                <w:rFonts w:ascii="Verdana" w:hAnsi="Verdana" w:cs="Calibri"/>
                <w:sz w:val="20"/>
              </w:rPr>
            </w:pPr>
          </w:p>
        </w:tc>
      </w:tr>
      <w:tr w:rsidR="00701C3A" w:rsidRPr="00E6158F" w14:paraId="0BB91B14" w14:textId="77777777" w:rsidTr="009F78E0">
        <w:tc>
          <w:tcPr>
            <w:tcW w:w="727" w:type="dxa"/>
            <w:shd w:val="clear" w:color="auto" w:fill="auto"/>
          </w:tcPr>
          <w:p w14:paraId="42E098B1" w14:textId="77777777" w:rsidR="00701C3A" w:rsidRPr="008C7814" w:rsidRDefault="00701C3A" w:rsidP="009F78E0">
            <w:pPr>
              <w:pStyle w:val="opis"/>
              <w:spacing w:before="60" w:after="60" w:line="240" w:lineRule="auto"/>
              <w:ind w:left="0"/>
              <w:jc w:val="left"/>
              <w:rPr>
                <w:rFonts w:ascii="Verdana" w:hAnsi="Verdana" w:cs="Calibri"/>
                <w:sz w:val="20"/>
              </w:rPr>
            </w:pPr>
            <w:r w:rsidRPr="008C7814">
              <w:rPr>
                <w:rFonts w:ascii="Verdana" w:hAnsi="Verdana" w:cs="Calibri"/>
                <w:sz w:val="20"/>
              </w:rPr>
              <w:t>5</w:t>
            </w:r>
          </w:p>
        </w:tc>
        <w:tc>
          <w:tcPr>
            <w:tcW w:w="1895" w:type="dxa"/>
            <w:shd w:val="clear" w:color="auto" w:fill="auto"/>
          </w:tcPr>
          <w:p w14:paraId="3D4E85A2" w14:textId="77777777" w:rsidR="00701C3A" w:rsidRPr="008C7814" w:rsidRDefault="00701C3A" w:rsidP="009F78E0">
            <w:pPr>
              <w:pStyle w:val="opis"/>
              <w:spacing w:before="60" w:after="60" w:line="240" w:lineRule="auto"/>
              <w:ind w:left="0"/>
              <w:jc w:val="left"/>
              <w:rPr>
                <w:rFonts w:ascii="Verdana" w:hAnsi="Verdana" w:cs="Calibri"/>
                <w:sz w:val="20"/>
              </w:rPr>
            </w:pPr>
          </w:p>
          <w:p w14:paraId="08696EB2" w14:textId="77777777" w:rsidR="00701C3A" w:rsidRPr="008C7814" w:rsidRDefault="00701C3A" w:rsidP="009F78E0">
            <w:pPr>
              <w:pStyle w:val="opis"/>
              <w:spacing w:before="60" w:after="60" w:line="240" w:lineRule="auto"/>
              <w:ind w:left="0"/>
              <w:jc w:val="left"/>
              <w:rPr>
                <w:rFonts w:ascii="Verdana" w:hAnsi="Verdana" w:cs="Calibri"/>
                <w:sz w:val="20"/>
              </w:rPr>
            </w:pPr>
          </w:p>
          <w:p w14:paraId="4FC86A25" w14:textId="77777777" w:rsidR="00701C3A" w:rsidRPr="008C7814" w:rsidRDefault="00701C3A" w:rsidP="009F78E0">
            <w:pPr>
              <w:pStyle w:val="opis"/>
              <w:spacing w:before="60" w:after="60" w:line="240" w:lineRule="auto"/>
              <w:ind w:left="0"/>
              <w:jc w:val="left"/>
              <w:rPr>
                <w:rFonts w:ascii="Verdana" w:hAnsi="Verdana" w:cs="Calibri"/>
                <w:sz w:val="20"/>
              </w:rPr>
            </w:pPr>
          </w:p>
          <w:p w14:paraId="569CF238"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5E0533F2"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8A6B072"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7DCBBD9B" w14:textId="77777777" w:rsidR="00701C3A" w:rsidRPr="008C7814" w:rsidRDefault="00701C3A" w:rsidP="009F78E0">
            <w:pPr>
              <w:pStyle w:val="opis"/>
              <w:spacing w:before="60" w:after="60" w:line="240" w:lineRule="auto"/>
              <w:ind w:left="0"/>
              <w:jc w:val="left"/>
              <w:rPr>
                <w:rFonts w:ascii="Verdana" w:hAnsi="Verdana" w:cs="Calibri"/>
                <w:sz w:val="20"/>
              </w:rPr>
            </w:pPr>
          </w:p>
        </w:tc>
        <w:tc>
          <w:tcPr>
            <w:tcW w:w="1896" w:type="dxa"/>
            <w:shd w:val="clear" w:color="auto" w:fill="auto"/>
          </w:tcPr>
          <w:p w14:paraId="0C35EC5B" w14:textId="77777777" w:rsidR="00701C3A" w:rsidRPr="008C7814" w:rsidRDefault="00701C3A" w:rsidP="009F78E0">
            <w:pPr>
              <w:pStyle w:val="opis"/>
              <w:spacing w:before="60" w:after="60" w:line="240" w:lineRule="auto"/>
              <w:ind w:left="0"/>
              <w:jc w:val="left"/>
              <w:rPr>
                <w:rFonts w:ascii="Verdana" w:hAnsi="Verdana" w:cs="Calibri"/>
                <w:sz w:val="20"/>
              </w:rPr>
            </w:pPr>
          </w:p>
        </w:tc>
      </w:tr>
    </w:tbl>
    <w:p w14:paraId="575094B2" w14:textId="77777777" w:rsidR="00C82283" w:rsidRPr="00E6158F" w:rsidRDefault="00C82283" w:rsidP="00E6158F">
      <w:pPr>
        <w:spacing w:after="240"/>
        <w:contextualSpacing/>
        <w:rPr>
          <w:rFonts w:ascii="Verdana" w:hAnsi="Verdana" w:cs="Calibri"/>
        </w:rPr>
      </w:pPr>
    </w:p>
    <w:p w14:paraId="496566FA" w14:textId="77777777" w:rsidR="00701C3A" w:rsidRPr="00E6158F" w:rsidRDefault="00701C3A" w:rsidP="00374099">
      <w:pPr>
        <w:spacing w:after="240"/>
        <w:contextualSpacing/>
        <w:jc w:val="both"/>
        <w:rPr>
          <w:rFonts w:ascii="Verdana" w:hAnsi="Verdana" w:cs="Calibri"/>
        </w:rPr>
      </w:pPr>
      <w:r w:rsidRPr="00E6158F">
        <w:rPr>
          <w:rFonts w:ascii="Verdana" w:hAnsi="Verdana" w:cs="Calibri"/>
        </w:rPr>
        <w:t>Do wykazu dołączono……. szt. dokumentów potwi</w:t>
      </w:r>
      <w:r w:rsidR="00B22273" w:rsidRPr="00E6158F">
        <w:rPr>
          <w:rFonts w:ascii="Verdana" w:hAnsi="Verdana" w:cs="Calibri"/>
        </w:rPr>
        <w:t xml:space="preserve">erdzających należyte wykonanie </w:t>
      </w:r>
      <w:r w:rsidRPr="00E6158F">
        <w:rPr>
          <w:rFonts w:ascii="Verdana" w:hAnsi="Verdana" w:cs="Calibri"/>
        </w:rPr>
        <w:t>usług.</w:t>
      </w:r>
    </w:p>
    <w:p w14:paraId="522C5764" w14:textId="77777777" w:rsidR="00701C3A" w:rsidRPr="00E6158F" w:rsidRDefault="00701C3A" w:rsidP="00E6158F">
      <w:pPr>
        <w:spacing w:after="240"/>
        <w:contextualSpacing/>
        <w:rPr>
          <w:rFonts w:ascii="Verdana" w:hAnsi="Verdana" w:cs="Calibri"/>
          <w:b/>
        </w:rPr>
      </w:pPr>
    </w:p>
    <w:p w14:paraId="0A21779D" w14:textId="77777777" w:rsidR="00701C3A" w:rsidRPr="00E6158F" w:rsidRDefault="00701C3A" w:rsidP="00E6158F">
      <w:pPr>
        <w:spacing w:after="240"/>
        <w:contextualSpacing/>
        <w:rPr>
          <w:rFonts w:ascii="Verdana" w:hAnsi="Verdana" w:cs="Calibri"/>
          <w:b/>
        </w:rPr>
      </w:pPr>
    </w:p>
    <w:p w14:paraId="40F6852C" w14:textId="77777777" w:rsidR="009F78E0" w:rsidRPr="00E6158F" w:rsidRDefault="009F78E0" w:rsidP="009F78E0">
      <w:pPr>
        <w:spacing w:after="240"/>
        <w:contextualSpacing/>
        <w:rPr>
          <w:rFonts w:ascii="Verdana" w:hAnsi="Verdana" w:cs="Calibri"/>
          <w:b/>
        </w:rPr>
      </w:pPr>
    </w:p>
    <w:p w14:paraId="4C5FB93B" w14:textId="77777777" w:rsidR="00B91D56" w:rsidRPr="00E6158F" w:rsidRDefault="00B91D56" w:rsidP="00B91D56">
      <w:pPr>
        <w:spacing w:after="240"/>
        <w:contextualSpacing/>
        <w:rPr>
          <w:rFonts w:ascii="Verdana" w:hAnsi="Verdana" w:cs="Calibri"/>
        </w:rPr>
      </w:pPr>
      <w:r>
        <w:rPr>
          <w:rFonts w:ascii="Verdana" w:hAnsi="Verdana" w:cs="Calibri"/>
        </w:rPr>
        <w:t>______________________</w:t>
      </w:r>
    </w:p>
    <w:p w14:paraId="0F51FAE2" w14:textId="77777777" w:rsidR="00B91D56" w:rsidRPr="00A26421" w:rsidRDefault="00B91D56" w:rsidP="00B91D56">
      <w:pPr>
        <w:spacing w:after="240"/>
        <w:ind w:firstLine="357"/>
        <w:contextualSpacing/>
        <w:rPr>
          <w:rFonts w:ascii="Verdana" w:hAnsi="Verdana" w:cs="Calibri"/>
          <w:sz w:val="16"/>
          <w:szCs w:val="16"/>
        </w:rPr>
      </w:pPr>
      <w:r w:rsidRPr="00A26421">
        <w:rPr>
          <w:rFonts w:ascii="Verdana" w:hAnsi="Verdana" w:cs="Calibri"/>
          <w:sz w:val="16"/>
          <w:szCs w:val="16"/>
        </w:rPr>
        <w:t>(miejscowość i data)</w:t>
      </w:r>
      <w:r w:rsidRPr="00A26421">
        <w:rPr>
          <w:rFonts w:ascii="Verdana" w:hAnsi="Verdana" w:cs="Calibri"/>
          <w:sz w:val="16"/>
          <w:szCs w:val="16"/>
        </w:rPr>
        <w:tab/>
      </w:r>
    </w:p>
    <w:p w14:paraId="57125989" w14:textId="77777777" w:rsidR="00B91D56" w:rsidRDefault="00B91D56" w:rsidP="00B91D56">
      <w:pPr>
        <w:spacing w:after="240"/>
        <w:contextualSpacing/>
        <w:rPr>
          <w:rFonts w:ascii="Verdana" w:hAnsi="Verdana" w:cs="Calibri"/>
        </w:rPr>
      </w:pPr>
    </w:p>
    <w:p w14:paraId="7601C7C4" w14:textId="77777777" w:rsidR="00B91D56" w:rsidRPr="00E6158F" w:rsidRDefault="00B91D56" w:rsidP="00B91D56">
      <w:pPr>
        <w:spacing w:after="240"/>
        <w:contextualSpacing/>
        <w:rPr>
          <w:rFonts w:ascii="Verdana" w:hAnsi="Verdana" w:cs="Calibri"/>
        </w:rPr>
      </w:pPr>
    </w:p>
    <w:p w14:paraId="3D5992BB" w14:textId="77777777" w:rsidR="00B91D56" w:rsidRPr="00E6158F" w:rsidRDefault="00B91D56" w:rsidP="00B91D56">
      <w:pPr>
        <w:spacing w:after="240"/>
        <w:contextualSpacing/>
        <w:rPr>
          <w:rFonts w:ascii="Verdana" w:hAnsi="Verdana" w:cs="Calibri"/>
        </w:rPr>
      </w:pPr>
    </w:p>
    <w:p w14:paraId="305ED265" w14:textId="77777777" w:rsidR="00B91D56" w:rsidRPr="00E6158F" w:rsidRDefault="00B91D56" w:rsidP="00B91D56">
      <w:pPr>
        <w:spacing w:after="240"/>
        <w:contextualSpacing/>
        <w:rPr>
          <w:rFonts w:ascii="Verdana" w:hAnsi="Verdana" w:cs="Calibri"/>
        </w:rPr>
      </w:pPr>
      <w:r>
        <w:rPr>
          <w:rFonts w:ascii="Verdana" w:hAnsi="Verdana" w:cs="Calibri"/>
        </w:rPr>
        <w:t>__________________________________________________</w:t>
      </w:r>
    </w:p>
    <w:p w14:paraId="40BA4AF4" w14:textId="77777777" w:rsidR="00B91D56" w:rsidRPr="00A26421" w:rsidRDefault="00B91D56" w:rsidP="00B91D56">
      <w:pPr>
        <w:spacing w:after="240"/>
        <w:contextualSpacing/>
        <w:rPr>
          <w:rFonts w:ascii="Verdana" w:hAnsi="Verdana" w:cs="Calibri"/>
          <w:sz w:val="16"/>
          <w:szCs w:val="16"/>
        </w:rPr>
      </w:pPr>
      <w:r w:rsidRPr="00A26421">
        <w:rPr>
          <w:rFonts w:ascii="Verdana" w:hAnsi="Verdana" w:cs="Calibri"/>
          <w:sz w:val="16"/>
          <w:szCs w:val="16"/>
        </w:rPr>
        <w:t>(podpisy osób upoważnionych zgodnie z zasadami reprezentacji Wykonawcy)</w:t>
      </w:r>
    </w:p>
    <w:p w14:paraId="45DA3973" w14:textId="1D3E6EE8" w:rsidR="00681AE0" w:rsidRPr="00E6158F" w:rsidRDefault="00223CD8" w:rsidP="009F78E0">
      <w:pPr>
        <w:spacing w:after="240"/>
        <w:ind w:left="7080"/>
        <w:contextualSpacing/>
        <w:jc w:val="right"/>
        <w:rPr>
          <w:rFonts w:ascii="Verdana" w:hAnsi="Verdana" w:cs="Calibri"/>
          <w:b/>
          <w:snapToGrid w:val="0"/>
        </w:rPr>
      </w:pPr>
      <w:r w:rsidRPr="00E6158F">
        <w:rPr>
          <w:rFonts w:ascii="Verdana" w:hAnsi="Verdana" w:cs="Calibri"/>
          <w:b/>
          <w:snapToGrid w:val="0"/>
        </w:rPr>
        <w:br w:type="page"/>
      </w:r>
      <w:r w:rsidR="00681AE0" w:rsidRPr="00E6158F">
        <w:rPr>
          <w:rFonts w:ascii="Verdana" w:hAnsi="Verdana" w:cs="Calibri"/>
          <w:b/>
          <w:bCs/>
          <w:snapToGrid w:val="0"/>
        </w:rPr>
        <w:lastRenderedPageBreak/>
        <w:t xml:space="preserve">Załącznik Nr </w:t>
      </w:r>
      <w:r w:rsidR="00AE5F5E" w:rsidRPr="00E6158F">
        <w:rPr>
          <w:rFonts w:ascii="Verdana" w:hAnsi="Verdana" w:cs="Calibri"/>
          <w:b/>
          <w:bCs/>
          <w:snapToGrid w:val="0"/>
        </w:rPr>
        <w:t>7</w:t>
      </w:r>
    </w:p>
    <w:p w14:paraId="5FDABD34" w14:textId="77777777" w:rsidR="00681AE0" w:rsidRPr="00E6158F" w:rsidRDefault="00681AE0" w:rsidP="00E6158F">
      <w:pPr>
        <w:spacing w:after="240"/>
        <w:contextualSpacing/>
        <w:rPr>
          <w:rFonts w:ascii="Verdana" w:hAnsi="Verdana" w:cs="Calibri"/>
          <w:b/>
          <w:snapToGrid w:val="0"/>
        </w:rPr>
      </w:pPr>
    </w:p>
    <w:p w14:paraId="041FEE2F" w14:textId="6048E7B3" w:rsidR="008D0F0C" w:rsidRDefault="008D0F0C" w:rsidP="008D0F0C">
      <w:pPr>
        <w:spacing w:after="240" w:line="300" w:lineRule="auto"/>
        <w:contextualSpacing/>
        <w:rPr>
          <w:rFonts w:ascii="Verdana" w:hAnsi="Verdana" w:cs="Calibri"/>
          <w:b/>
          <w:snapToGrid w:val="0"/>
          <w:color w:val="191919"/>
        </w:rPr>
      </w:pPr>
    </w:p>
    <w:p w14:paraId="67EDA32E" w14:textId="77777777" w:rsidR="008D0F0C" w:rsidRPr="008D0F0C" w:rsidRDefault="008D0F0C" w:rsidP="008D0F0C">
      <w:pPr>
        <w:spacing w:after="240" w:line="300" w:lineRule="auto"/>
        <w:contextualSpacing/>
        <w:rPr>
          <w:rFonts w:ascii="Verdana" w:hAnsi="Verdana" w:cs="Calibri"/>
          <w:b/>
          <w:snapToGrid w:val="0"/>
          <w:color w:val="191919"/>
        </w:rPr>
      </w:pPr>
    </w:p>
    <w:p w14:paraId="58012FC1" w14:textId="77777777" w:rsidR="008D0F0C" w:rsidRPr="008D0F0C" w:rsidRDefault="008D0F0C" w:rsidP="008D0F0C">
      <w:pPr>
        <w:spacing w:after="240" w:line="300" w:lineRule="auto"/>
        <w:contextualSpacing/>
        <w:rPr>
          <w:rFonts w:ascii="Verdana" w:hAnsi="Verdana" w:cs="Calibri"/>
          <w:b/>
          <w:snapToGrid w:val="0"/>
          <w:color w:val="191919"/>
        </w:rPr>
      </w:pPr>
    </w:p>
    <w:p w14:paraId="4091DF2C" w14:textId="77777777" w:rsidR="008D0F0C" w:rsidRPr="008D0F0C" w:rsidRDefault="008D0F0C" w:rsidP="008D0F0C">
      <w:pPr>
        <w:spacing w:after="240" w:line="300" w:lineRule="auto"/>
        <w:contextualSpacing/>
        <w:rPr>
          <w:rFonts w:ascii="Verdana" w:hAnsi="Verdana" w:cs="Calibri"/>
          <w:color w:val="191919"/>
        </w:rPr>
      </w:pPr>
      <w:r w:rsidRPr="008D0F0C">
        <w:rPr>
          <w:rFonts w:ascii="Verdana" w:hAnsi="Verdana" w:cs="Calibri"/>
          <w:color w:val="191919"/>
        </w:rPr>
        <w:t>_____________________</w:t>
      </w:r>
    </w:p>
    <w:p w14:paraId="372B6F94" w14:textId="77777777" w:rsidR="008D0F0C" w:rsidRPr="008D0F0C" w:rsidRDefault="008D0F0C" w:rsidP="008D0F0C">
      <w:pPr>
        <w:spacing w:after="240" w:line="300" w:lineRule="auto"/>
        <w:rPr>
          <w:rFonts w:ascii="Verdana" w:hAnsi="Verdana" w:cs="Calibri"/>
          <w:color w:val="191919"/>
          <w:sz w:val="16"/>
          <w:szCs w:val="16"/>
        </w:rPr>
      </w:pPr>
      <w:r w:rsidRPr="008D0F0C">
        <w:rPr>
          <w:rFonts w:ascii="Verdana" w:hAnsi="Verdana" w:cs="Calibri"/>
          <w:color w:val="191919"/>
          <w:sz w:val="16"/>
          <w:szCs w:val="16"/>
        </w:rPr>
        <w:t xml:space="preserve">(pieczątka firmowa Wykonawcy, lub </w:t>
      </w:r>
      <w:r w:rsidRPr="008D0F0C">
        <w:rPr>
          <w:rFonts w:ascii="Verdana" w:hAnsi="Verdana" w:cs="Calibri"/>
          <w:color w:val="191919"/>
          <w:sz w:val="16"/>
          <w:szCs w:val="16"/>
        </w:rPr>
        <w:br/>
      </w:r>
      <w:r w:rsidRPr="008D0F0C">
        <w:rPr>
          <w:rFonts w:ascii="Verdana" w:hAnsi="Verdana" w:cs="Arial"/>
          <w:color w:val="191919"/>
          <w:sz w:val="16"/>
          <w:szCs w:val="16"/>
        </w:rPr>
        <w:t>pełna nazwa/firma, adres, w zależności od podmiotu: NIP/PESEL, KRS/</w:t>
      </w:r>
      <w:proofErr w:type="spellStart"/>
      <w:r w:rsidRPr="008D0F0C">
        <w:rPr>
          <w:rFonts w:ascii="Verdana" w:hAnsi="Verdana" w:cs="Arial"/>
          <w:color w:val="191919"/>
          <w:sz w:val="16"/>
          <w:szCs w:val="16"/>
        </w:rPr>
        <w:t>CEiDG</w:t>
      </w:r>
      <w:proofErr w:type="spellEnd"/>
      <w:r w:rsidRPr="008D0F0C">
        <w:rPr>
          <w:rFonts w:ascii="Verdana" w:hAnsi="Verdana" w:cs="Arial"/>
          <w:color w:val="191919"/>
          <w:sz w:val="16"/>
          <w:szCs w:val="16"/>
        </w:rPr>
        <w:t>)</w:t>
      </w:r>
    </w:p>
    <w:p w14:paraId="18645D61" w14:textId="77777777" w:rsidR="008D0F0C" w:rsidRPr="008D0F0C" w:rsidRDefault="008D0F0C" w:rsidP="008D0F0C">
      <w:pPr>
        <w:spacing w:line="300" w:lineRule="auto"/>
        <w:rPr>
          <w:rFonts w:ascii="Verdana" w:hAnsi="Verdana" w:cs="Arial"/>
          <w:color w:val="191919"/>
          <w:u w:val="single"/>
        </w:rPr>
      </w:pPr>
      <w:r w:rsidRPr="008D0F0C">
        <w:rPr>
          <w:rFonts w:ascii="Verdana" w:hAnsi="Verdana" w:cs="Arial"/>
          <w:color w:val="191919"/>
          <w:u w:val="single"/>
        </w:rPr>
        <w:t>reprezentowany przez:</w:t>
      </w:r>
    </w:p>
    <w:p w14:paraId="5D5F1932" w14:textId="1AF5A34E" w:rsidR="008D0F0C" w:rsidRPr="008D0F0C" w:rsidRDefault="008D0F0C" w:rsidP="008D0F0C">
      <w:pPr>
        <w:ind w:right="5954"/>
        <w:rPr>
          <w:rFonts w:ascii="Verdana" w:hAnsi="Verdana" w:cs="Arial"/>
          <w:color w:val="191919"/>
        </w:rPr>
      </w:pPr>
      <w:r w:rsidRPr="008D0F0C">
        <w:rPr>
          <w:rFonts w:ascii="Verdana" w:hAnsi="Verdana" w:cs="Arial"/>
          <w:color w:val="191919"/>
        </w:rPr>
        <w:t>…………………………………………………………………………………………………………………</w:t>
      </w:r>
      <w:r w:rsidR="005827C7">
        <w:rPr>
          <w:rFonts w:ascii="Verdana" w:hAnsi="Verdana" w:cs="Arial"/>
          <w:color w:val="191919"/>
        </w:rPr>
        <w:t>………………..</w:t>
      </w:r>
    </w:p>
    <w:p w14:paraId="24566D88" w14:textId="77777777" w:rsidR="008D0F0C" w:rsidRPr="008D0F0C" w:rsidRDefault="008D0F0C" w:rsidP="008D0F0C">
      <w:pPr>
        <w:spacing w:line="300" w:lineRule="auto"/>
        <w:ind w:right="5103"/>
        <w:rPr>
          <w:rFonts w:ascii="Verdana" w:hAnsi="Verdana" w:cs="Arial"/>
          <w:color w:val="191919"/>
          <w:sz w:val="16"/>
          <w:szCs w:val="16"/>
        </w:rPr>
      </w:pPr>
      <w:r w:rsidRPr="008D0F0C">
        <w:rPr>
          <w:rFonts w:ascii="Verdana" w:hAnsi="Verdana" w:cs="Arial"/>
          <w:color w:val="191919"/>
          <w:sz w:val="16"/>
          <w:szCs w:val="16"/>
        </w:rPr>
        <w:t>(imię, nazwisko, stanowisko/podstawa do reprezentacji)</w:t>
      </w:r>
    </w:p>
    <w:p w14:paraId="22B4B022" w14:textId="77777777" w:rsidR="008D0F0C" w:rsidRPr="008D0F0C" w:rsidRDefault="008D0F0C" w:rsidP="008D0F0C">
      <w:pPr>
        <w:spacing w:after="240"/>
        <w:rPr>
          <w:rFonts w:ascii="Verdana" w:hAnsi="Verdana" w:cs="Arial"/>
          <w:b/>
          <w:color w:val="191919"/>
        </w:rPr>
      </w:pPr>
    </w:p>
    <w:p w14:paraId="08D5C4E6" w14:textId="2C4C4EFD" w:rsidR="008D0F0C" w:rsidRPr="008D0F0C" w:rsidRDefault="008D0F0C" w:rsidP="008D0F0C">
      <w:pPr>
        <w:spacing w:after="240"/>
        <w:jc w:val="center"/>
        <w:rPr>
          <w:rFonts w:ascii="Verdana" w:hAnsi="Verdana" w:cs="Arial"/>
          <w:b/>
          <w:color w:val="191919"/>
          <w:u w:val="single"/>
        </w:rPr>
      </w:pPr>
      <w:r>
        <w:rPr>
          <w:rFonts w:ascii="Verdana" w:hAnsi="Verdana" w:cs="Arial"/>
          <w:b/>
          <w:color w:val="191919"/>
          <w:u w:val="single"/>
        </w:rPr>
        <w:t>Oświadczenie W</w:t>
      </w:r>
      <w:r w:rsidRPr="008D0F0C">
        <w:rPr>
          <w:rFonts w:ascii="Verdana" w:hAnsi="Verdana" w:cs="Arial"/>
          <w:b/>
          <w:color w:val="191919"/>
          <w:u w:val="single"/>
        </w:rPr>
        <w:t>ykonawcy/</w:t>
      </w:r>
      <w:r>
        <w:rPr>
          <w:rFonts w:ascii="Verdana" w:hAnsi="Verdana" w:cs="Arial"/>
          <w:b/>
          <w:color w:val="191919"/>
          <w:u w:val="single"/>
        </w:rPr>
        <w:br/>
        <w:t>Wykonawcy</w:t>
      </w:r>
      <w:r w:rsidRPr="008D0F0C">
        <w:rPr>
          <w:rFonts w:ascii="Verdana" w:hAnsi="Verdana" w:cs="Arial"/>
          <w:b/>
          <w:color w:val="191919"/>
          <w:u w:val="single"/>
        </w:rPr>
        <w:t xml:space="preserve"> wspólnie ubiegającego się o udzielenie zamówienia </w:t>
      </w:r>
    </w:p>
    <w:p w14:paraId="0BEF560B" w14:textId="77777777" w:rsidR="008D0F0C" w:rsidRPr="008D0F0C" w:rsidRDefault="008D0F0C" w:rsidP="008D0F0C">
      <w:pPr>
        <w:spacing w:before="120" w:after="240"/>
        <w:jc w:val="center"/>
        <w:rPr>
          <w:rFonts w:ascii="Verdana" w:hAnsi="Verdana" w:cs="Arial"/>
          <w:b/>
          <w:caps/>
          <w:color w:val="191919"/>
          <w:u w:val="single"/>
        </w:rPr>
      </w:pPr>
      <w:r w:rsidRPr="008D0F0C">
        <w:rPr>
          <w:rFonts w:ascii="Verdana" w:hAnsi="Verdana" w:cs="Arial"/>
          <w:b/>
          <w:color w:val="191919"/>
          <w:u w:val="single"/>
        </w:rPr>
        <w:t xml:space="preserve">DOTYCZĄCE PRZESŁANEK WYKLUCZENIA Z ART. 5K ROZPORZĄDZENIA 833/2014 ORAZ ART. 7 UST. 1 USTAWY </w:t>
      </w:r>
      <w:r w:rsidRPr="008D0F0C">
        <w:rPr>
          <w:rFonts w:ascii="Verdana" w:hAnsi="Verdana" w:cs="Arial"/>
          <w:b/>
          <w:caps/>
          <w:color w:val="191919"/>
          <w:u w:val="single"/>
        </w:rPr>
        <w:t>o szczególnych rozwiązaniach w zakresie przeciwdziałania wspieraniu agresji na Ukrainę oraz służących ochronie bezpieczeństwa narodowego</w:t>
      </w:r>
    </w:p>
    <w:p w14:paraId="77C49718" w14:textId="0E233306" w:rsidR="008D0F0C" w:rsidRPr="008D0F0C" w:rsidRDefault="008D0F0C" w:rsidP="008D0F0C">
      <w:pPr>
        <w:spacing w:before="240" w:after="240"/>
        <w:ind w:firstLine="709"/>
        <w:jc w:val="both"/>
        <w:rPr>
          <w:rFonts w:ascii="Verdana" w:hAnsi="Verdana" w:cs="Arial"/>
          <w:color w:val="191919"/>
        </w:rPr>
      </w:pPr>
      <w:r w:rsidRPr="008D0F0C">
        <w:rPr>
          <w:rFonts w:ascii="Verdana" w:hAnsi="Verdana" w:cs="Arial"/>
          <w:color w:val="191919"/>
        </w:rPr>
        <w:t>Na potrzeby postępowania o udzielenie</w:t>
      </w:r>
      <w:r>
        <w:rPr>
          <w:rFonts w:ascii="Verdana" w:hAnsi="Verdana" w:cs="Arial"/>
          <w:color w:val="191919"/>
        </w:rPr>
        <w:t xml:space="preserve"> zamówienia niepublicznego pn.: </w:t>
      </w:r>
      <w:r w:rsidRPr="008D0F0C">
        <w:rPr>
          <w:rFonts w:ascii="Verdana" w:hAnsi="Verdana" w:cs="Arial"/>
          <w:color w:val="191919"/>
        </w:rPr>
        <w:t>„</w:t>
      </w:r>
      <w:r w:rsidR="00F54340" w:rsidRPr="00F54340">
        <w:rPr>
          <w:rFonts w:ascii="Verdana" w:hAnsi="Verdana" w:cs="Arial"/>
          <w:color w:val="191919"/>
        </w:rPr>
        <w:t>Zakup Usług Medycznych dla Pracowników PGE Obrót S.A</w:t>
      </w:r>
      <w:r w:rsidR="00F54340" w:rsidRPr="00C027FC">
        <w:rPr>
          <w:rFonts w:ascii="Verdana" w:hAnsi="Verdana" w:cs="Arial"/>
          <w:color w:val="191919"/>
        </w:rPr>
        <w:t>.</w:t>
      </w:r>
      <w:r w:rsidRPr="00C027FC">
        <w:rPr>
          <w:rFonts w:ascii="Verdana" w:hAnsi="Verdana" w:cs="Arial"/>
          <w:color w:val="191919"/>
        </w:rPr>
        <w:t xml:space="preserve">” nr </w:t>
      </w:r>
      <w:r w:rsidR="00C027FC" w:rsidRPr="00C027FC">
        <w:rPr>
          <w:rFonts w:ascii="Verdana" w:hAnsi="Verdana" w:cs="Arial"/>
          <w:color w:val="191919"/>
        </w:rPr>
        <w:t>POST/OBR/OBR/DZZ/00063/2025</w:t>
      </w:r>
      <w:r w:rsidRPr="00C027FC">
        <w:rPr>
          <w:rFonts w:ascii="Verdana" w:hAnsi="Verdana" w:cs="Arial"/>
          <w:color w:val="191919"/>
        </w:rPr>
        <w:t>,</w:t>
      </w:r>
      <w:r w:rsidRPr="00C027FC">
        <w:rPr>
          <w:rFonts w:ascii="Verdana" w:hAnsi="Verdana" w:cs="Arial"/>
          <w:i/>
          <w:color w:val="191919"/>
        </w:rPr>
        <w:t xml:space="preserve"> </w:t>
      </w:r>
      <w:r w:rsidRPr="00C027FC">
        <w:rPr>
          <w:rFonts w:ascii="Verdana" w:hAnsi="Verdana" w:cs="Arial"/>
          <w:color w:val="191919"/>
        </w:rPr>
        <w:t>prowadzonego</w:t>
      </w:r>
      <w:r w:rsidRPr="008D0F0C">
        <w:rPr>
          <w:rFonts w:ascii="Verdana" w:hAnsi="Verdana" w:cs="Arial"/>
          <w:color w:val="191919"/>
        </w:rPr>
        <w:t xml:space="preserve"> przez PGE Obrót S.A.</w:t>
      </w:r>
      <w:r w:rsidRPr="008D0F0C">
        <w:rPr>
          <w:rFonts w:ascii="Verdana" w:hAnsi="Verdana" w:cs="Arial"/>
          <w:i/>
          <w:color w:val="191919"/>
        </w:rPr>
        <w:t xml:space="preserve">, </w:t>
      </w:r>
      <w:r w:rsidRPr="008D0F0C">
        <w:rPr>
          <w:rFonts w:ascii="Verdana" w:hAnsi="Verdana" w:cs="Arial"/>
          <w:color w:val="191919"/>
        </w:rPr>
        <w:t>oświadczam, co następuje:</w:t>
      </w:r>
    </w:p>
    <w:p w14:paraId="4BE56F46" w14:textId="77777777" w:rsidR="008D0F0C" w:rsidRPr="008D0F0C" w:rsidRDefault="008D0F0C" w:rsidP="00932BC7">
      <w:pPr>
        <w:shd w:val="clear" w:color="auto" w:fill="1A7466"/>
        <w:spacing w:before="360" w:after="240"/>
        <w:rPr>
          <w:rFonts w:ascii="Verdana" w:hAnsi="Verdana" w:cs="Arial"/>
          <w:b/>
          <w:color w:val="191919"/>
        </w:rPr>
      </w:pPr>
      <w:r w:rsidRPr="008D0F0C">
        <w:rPr>
          <w:rFonts w:ascii="Verdana" w:hAnsi="Verdana" w:cs="Arial"/>
          <w:b/>
          <w:color w:val="191919"/>
        </w:rPr>
        <w:t>OŚWIADCZENIA DOTYCZĄCE WYKONAWCY:</w:t>
      </w:r>
    </w:p>
    <w:p w14:paraId="3BEABE80" w14:textId="729D726A" w:rsidR="008D0F0C" w:rsidRPr="008D0F0C" w:rsidRDefault="008D0F0C" w:rsidP="00F54340">
      <w:pPr>
        <w:numPr>
          <w:ilvl w:val="0"/>
          <w:numId w:val="40"/>
        </w:numPr>
        <w:spacing w:after="240"/>
        <w:ind w:left="357" w:hanging="357"/>
        <w:jc w:val="both"/>
        <w:rPr>
          <w:rFonts w:ascii="Verdana" w:hAnsi="Verdana" w:cs="Arial"/>
          <w:b/>
          <w:bCs/>
          <w:color w:val="191919"/>
        </w:rPr>
      </w:pPr>
      <w:r w:rsidRPr="008D0F0C">
        <w:rPr>
          <w:rFonts w:ascii="Verdana" w:hAnsi="Verdana" w:cs="Arial"/>
          <w:color w:val="191919"/>
        </w:rPr>
        <w:t>Oświadczam, że nie podlegam wykluczeniu z postępowania na podstawie art. 5k rozporządzenia Rady (UE) nr 833/2014 z dnia 31 lipca 2014 r. dotyczącego środków ograniczających w związku z</w:t>
      </w:r>
      <w:r w:rsidR="00F54340">
        <w:rPr>
          <w:rFonts w:ascii="Verdana" w:hAnsi="Verdana" w:cs="Arial"/>
          <w:color w:val="191919"/>
        </w:rPr>
        <w:t> </w:t>
      </w:r>
      <w:r w:rsidRPr="008D0F0C">
        <w:rPr>
          <w:rFonts w:ascii="Verdana" w:hAnsi="Verdana" w:cs="Arial"/>
          <w:color w:val="191919"/>
        </w:rPr>
        <w:t>działaniami Rosji destabilizującymi sytuację na Ukrainie (Dz. Urz. UE nr L 229 z 31.7.2014, str. 1), dalej: rozporządzenie 833/2014, w brzmieniu nadanym rozporządzeniem Rady (UE) 2022/576</w:t>
      </w:r>
      <w:r w:rsidRPr="008D0F0C">
        <w:rPr>
          <w:rFonts w:ascii="Verdana" w:hAnsi="Verdana" w:cs="Arial"/>
          <w:color w:val="191919"/>
          <w:vertAlign w:val="superscript"/>
        </w:rPr>
        <w:footnoteReference w:id="1"/>
      </w:r>
    </w:p>
    <w:p w14:paraId="379B07D2" w14:textId="114A1B7B" w:rsidR="008D0F0C" w:rsidRPr="008D0F0C" w:rsidRDefault="008D0F0C" w:rsidP="00F54340">
      <w:pPr>
        <w:numPr>
          <w:ilvl w:val="0"/>
          <w:numId w:val="40"/>
        </w:numPr>
        <w:spacing w:after="240"/>
        <w:ind w:left="357" w:hanging="357"/>
        <w:jc w:val="both"/>
        <w:rPr>
          <w:rFonts w:ascii="Verdana" w:hAnsi="Verdana" w:cs="Arial"/>
          <w:b/>
          <w:bCs/>
        </w:rPr>
      </w:pPr>
      <w:r w:rsidRPr="008D0F0C">
        <w:rPr>
          <w:rFonts w:ascii="Verdana" w:hAnsi="Verdana" w:cs="Arial"/>
        </w:rPr>
        <w:t xml:space="preserve">Oświadczam, że nie zachodzą w stosunku do mnie przesłanki wykluczenia z postępowania na podstawie art. </w:t>
      </w:r>
      <w:r w:rsidRPr="008D0F0C">
        <w:rPr>
          <w:rFonts w:ascii="Verdana" w:hAnsi="Verdana" w:cs="Arial"/>
          <w:color w:val="222222"/>
        </w:rPr>
        <w:t>7 ust. 1 ustawy z dnia 13 kwietnia 2022 r.</w:t>
      </w:r>
      <w:r>
        <w:rPr>
          <w:rFonts w:ascii="Verdana" w:hAnsi="Verdana" w:cs="Arial"/>
          <w:i/>
          <w:iCs/>
          <w:color w:val="222222"/>
        </w:rPr>
        <w:t xml:space="preserve"> o szczególnych rozwiązaniach w </w:t>
      </w:r>
      <w:r w:rsidRPr="008D0F0C">
        <w:rPr>
          <w:rFonts w:ascii="Verdana" w:hAnsi="Verdana" w:cs="Arial"/>
          <w:i/>
          <w:iCs/>
          <w:color w:val="222222"/>
        </w:rPr>
        <w:t xml:space="preserve">zakresie przeciwdziałania wspieraniu agresji na Ukrainę oraz służących ochronie bezpieczeństwa narodowego </w:t>
      </w:r>
      <w:r w:rsidRPr="008D0F0C">
        <w:rPr>
          <w:rFonts w:ascii="Verdana" w:hAnsi="Verdana" w:cs="Arial"/>
          <w:color w:val="222222"/>
        </w:rPr>
        <w:t>(Dz. U. poz. 835)</w:t>
      </w:r>
      <w:r w:rsidRPr="008D0F0C">
        <w:rPr>
          <w:rFonts w:ascii="Verdana" w:hAnsi="Verdana" w:cs="Arial"/>
          <w:i/>
          <w:iCs/>
          <w:color w:val="222222"/>
        </w:rPr>
        <w:t>.</w:t>
      </w:r>
      <w:r w:rsidRPr="008D0F0C">
        <w:rPr>
          <w:rFonts w:ascii="Verdana" w:hAnsi="Verdana" w:cs="Arial"/>
          <w:color w:val="222222"/>
          <w:vertAlign w:val="superscript"/>
        </w:rPr>
        <w:footnoteReference w:id="2"/>
      </w:r>
    </w:p>
    <w:p w14:paraId="5187DC87" w14:textId="77777777" w:rsidR="008D0F0C" w:rsidRPr="008D0F0C" w:rsidRDefault="008D0F0C" w:rsidP="00932BC7">
      <w:pPr>
        <w:shd w:val="clear" w:color="auto" w:fill="1A7466"/>
        <w:spacing w:before="240" w:after="240"/>
        <w:jc w:val="both"/>
        <w:rPr>
          <w:rFonts w:ascii="Verdana" w:hAnsi="Verdana" w:cs="Arial"/>
          <w:color w:val="191919"/>
        </w:rPr>
      </w:pPr>
      <w:r w:rsidRPr="008D0F0C">
        <w:rPr>
          <w:rFonts w:ascii="Verdana" w:hAnsi="Verdana" w:cs="Arial"/>
          <w:b/>
          <w:color w:val="191919"/>
        </w:rPr>
        <w:lastRenderedPageBreak/>
        <w:t>INFORMACJA DOTYCZĄCA POLEGANIA NA ZDOLNOŚCIACH LUB SYTUACJI PODMIOTU UDOSTĘPNIAJĄCEGO ZASOBY W ZAKRESIE ODPOWIADAJĄCYM PONAD 10% WARTOŚCI ZAMÓWIENIA</w:t>
      </w:r>
      <w:r w:rsidRPr="008D0F0C">
        <w:rPr>
          <w:rFonts w:ascii="Verdana" w:hAnsi="Verdana" w:cs="Arial"/>
          <w:b/>
          <w:bCs/>
          <w:color w:val="191919"/>
        </w:rPr>
        <w:t>:</w:t>
      </w:r>
    </w:p>
    <w:p w14:paraId="64240DB1" w14:textId="77777777" w:rsidR="008D0F0C" w:rsidRPr="001A357A" w:rsidRDefault="008D0F0C" w:rsidP="008D0F0C">
      <w:pPr>
        <w:spacing w:after="240"/>
        <w:jc w:val="both"/>
        <w:rPr>
          <w:rFonts w:ascii="Verdana" w:hAnsi="Verdana" w:cs="Arial"/>
          <w:color w:val="7297CE"/>
          <w:sz w:val="16"/>
          <w:szCs w:val="16"/>
        </w:rPr>
      </w:pPr>
      <w:bookmarkStart w:id="3" w:name="_Hlk99016800"/>
      <w:r w:rsidRPr="001A357A">
        <w:rPr>
          <w:rFonts w:ascii="Verdana" w:hAnsi="Verdana" w:cs="Arial"/>
          <w:color w:val="7297CE"/>
          <w:sz w:val="16"/>
          <w:szCs w:val="16"/>
        </w:rPr>
        <w:t>[UWAGA</w:t>
      </w:r>
      <w:r w:rsidRPr="001A357A">
        <w:rPr>
          <w:rFonts w:ascii="Verdana" w:hAnsi="Verdana" w:cs="Arial"/>
          <w:i/>
          <w:color w:val="7297CE"/>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A357A">
        <w:rPr>
          <w:rFonts w:ascii="Verdana" w:hAnsi="Verdana" w:cs="Arial"/>
          <w:color w:val="7297CE"/>
          <w:sz w:val="16"/>
          <w:szCs w:val="16"/>
        </w:rPr>
        <w:t>]</w:t>
      </w:r>
      <w:bookmarkEnd w:id="3"/>
    </w:p>
    <w:p w14:paraId="562E39A8" w14:textId="37824934" w:rsidR="008D0F0C" w:rsidRPr="001A357A" w:rsidRDefault="00C56C37" w:rsidP="008D0F0C">
      <w:pPr>
        <w:spacing w:after="240"/>
        <w:jc w:val="both"/>
        <w:rPr>
          <w:rFonts w:ascii="Verdana" w:hAnsi="Verdana" w:cs="Arial"/>
          <w:b/>
          <w:color w:val="222222"/>
        </w:rPr>
      </w:pPr>
      <w:sdt>
        <w:sdtPr>
          <w:rPr>
            <w:rFonts w:ascii="Verdana" w:hAnsi="Verdana" w:cs="Arial"/>
            <w:b/>
            <w:color w:val="FF0000"/>
          </w:rPr>
          <w:id w:val="1264496465"/>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color w:val="191919"/>
        </w:rPr>
        <w:t xml:space="preserve">W związku z poleganiem na zdolnościach lub sytuacji następującego podmiotu udostępniającego zasoby: </w:t>
      </w:r>
      <w:bookmarkStart w:id="4" w:name="_Hlk99014455"/>
      <w:r w:rsidR="008D0F0C" w:rsidRPr="001A357A">
        <w:rPr>
          <w:rFonts w:ascii="Verdana" w:hAnsi="Verdana" w:cs="Arial"/>
          <w:color w:val="191919"/>
        </w:rPr>
        <w:t>………………………………………………………………………...…………………………………</w:t>
      </w:r>
      <w:r w:rsidR="008D0F0C">
        <w:rPr>
          <w:rFonts w:ascii="Verdana" w:hAnsi="Verdana" w:cs="Arial"/>
          <w:color w:val="191919"/>
        </w:rPr>
        <w:t>……………………………………</w:t>
      </w:r>
      <w:r w:rsidR="008D0F0C" w:rsidRPr="001A357A">
        <w:rPr>
          <w:rFonts w:ascii="Verdana" w:hAnsi="Verdana" w:cs="Arial"/>
          <w:i/>
          <w:color w:val="191919"/>
        </w:rPr>
        <w:t xml:space="preserve"> </w:t>
      </w:r>
      <w:bookmarkEnd w:id="4"/>
      <w:r w:rsidR="008D0F0C" w:rsidRPr="001A357A">
        <w:rPr>
          <w:rFonts w:ascii="Verdana" w:hAnsi="Verdana" w:cs="Arial"/>
          <w:i/>
          <w:color w:val="191919"/>
          <w:sz w:val="16"/>
          <w:szCs w:val="16"/>
        </w:rPr>
        <w:t>(podać pełną nazwę/firmę, adres, a także w zależności od podmiotu: NIP/PESEL, KRS/</w:t>
      </w:r>
      <w:proofErr w:type="spellStart"/>
      <w:r w:rsidR="008D0F0C" w:rsidRPr="001A357A">
        <w:rPr>
          <w:rFonts w:ascii="Verdana" w:hAnsi="Verdana" w:cs="Arial"/>
          <w:i/>
          <w:color w:val="191919"/>
          <w:sz w:val="16"/>
          <w:szCs w:val="16"/>
        </w:rPr>
        <w:t>CEiDG</w:t>
      </w:r>
      <w:proofErr w:type="spellEnd"/>
      <w:r w:rsidR="008D0F0C" w:rsidRPr="001A357A">
        <w:rPr>
          <w:rFonts w:ascii="Verdana" w:hAnsi="Verdana" w:cs="Arial"/>
          <w:i/>
          <w:color w:val="191919"/>
          <w:sz w:val="16"/>
          <w:szCs w:val="16"/>
        </w:rPr>
        <w:t>)</w:t>
      </w:r>
      <w:r w:rsidR="008D0F0C" w:rsidRPr="001A357A">
        <w:rPr>
          <w:rFonts w:ascii="Verdana" w:hAnsi="Verdana" w:cs="Arial"/>
          <w:color w:val="191919"/>
          <w:sz w:val="16"/>
          <w:szCs w:val="16"/>
        </w:rPr>
        <w:t>,</w:t>
      </w:r>
      <w:r w:rsidR="008D0F0C" w:rsidRPr="001A357A">
        <w:rPr>
          <w:rFonts w:ascii="Verdana" w:hAnsi="Verdana" w:cs="Arial"/>
          <w:color w:val="191919"/>
        </w:rPr>
        <w:br/>
        <w:t xml:space="preserve">w celu wykazania spełniania warunków udziału w postępowaniu w następującym zakresie: ………………………………………… </w:t>
      </w:r>
      <w:r w:rsidR="008D0F0C" w:rsidRPr="001A357A">
        <w:rPr>
          <w:rFonts w:ascii="Verdana" w:hAnsi="Verdana" w:cs="Arial"/>
          <w:i/>
          <w:color w:val="191919"/>
          <w:sz w:val="16"/>
          <w:szCs w:val="16"/>
        </w:rPr>
        <w:t>(określić odpowiedni zakres udostępnianych zasobów dla wskazanego podmiotu)</w:t>
      </w:r>
      <w:r w:rsidR="008D0F0C" w:rsidRPr="001A357A">
        <w:rPr>
          <w:rFonts w:ascii="Verdana" w:hAnsi="Verdana" w:cs="Arial"/>
          <w:iCs/>
          <w:color w:val="191919"/>
        </w:rPr>
        <w:t>,</w:t>
      </w:r>
      <w:r w:rsidR="008D0F0C" w:rsidRPr="001A357A">
        <w:rPr>
          <w:rFonts w:ascii="Verdana" w:hAnsi="Verdana" w:cs="Arial"/>
          <w:i/>
          <w:color w:val="191919"/>
        </w:rPr>
        <w:br/>
      </w:r>
      <w:r w:rsidR="008D0F0C" w:rsidRPr="001A357A">
        <w:rPr>
          <w:rFonts w:ascii="Verdana" w:hAnsi="Verdana" w:cs="Arial"/>
          <w:color w:val="191919"/>
        </w:rPr>
        <w:t>co odpowiada ponad 10% wartości przedmiotowego zamówienia,</w:t>
      </w:r>
      <w:r w:rsidR="008D0F0C" w:rsidRPr="001A357A">
        <w:rPr>
          <w:rFonts w:ascii="Verdana" w:hAnsi="Verdana" w:cs="Arial"/>
          <w:b/>
          <w:color w:val="191919"/>
        </w:rPr>
        <w:t xml:space="preserve"> oświadczam, że w stosunku do żadnego z ww. podmiotów udostępniających zasoby, ich podwykonawców i dostawców, nie zachodzą żadne przesłanki wskazane w art. 5 k </w:t>
      </w:r>
      <w:r w:rsidR="008D0F0C" w:rsidRPr="001A357A">
        <w:rPr>
          <w:rFonts w:ascii="Verdana" w:hAnsi="Verdana" w:cs="Arial"/>
          <w:b/>
          <w:bCs/>
          <w:color w:val="191919"/>
        </w:rPr>
        <w:t>Rozporządzenia 833/2014, w brzmieniu nadanym rozporządzeniem Rady (UE) 2022/576</w:t>
      </w:r>
      <w:r w:rsidR="008D0F0C" w:rsidRPr="001A357A">
        <w:rPr>
          <w:rFonts w:ascii="Verdana" w:hAnsi="Verdana" w:cs="Arial"/>
          <w:b/>
          <w:color w:val="222222"/>
        </w:rPr>
        <w:t>.</w:t>
      </w:r>
    </w:p>
    <w:p w14:paraId="4666D39F" w14:textId="77777777" w:rsidR="008D0F0C" w:rsidRPr="001A357A" w:rsidRDefault="008D0F0C" w:rsidP="008D0F0C">
      <w:pPr>
        <w:spacing w:after="240"/>
        <w:jc w:val="both"/>
        <w:rPr>
          <w:rFonts w:ascii="Verdana" w:hAnsi="Verdana" w:cs="Arial"/>
          <w:b/>
          <w:color w:val="222222"/>
        </w:rPr>
      </w:pPr>
      <w:r w:rsidRPr="001A357A">
        <w:rPr>
          <w:rFonts w:ascii="Verdana" w:hAnsi="Verdana" w:cs="Arial"/>
          <w:b/>
          <w:color w:val="222222"/>
        </w:rPr>
        <w:t xml:space="preserve">albo </w:t>
      </w:r>
    </w:p>
    <w:p w14:paraId="71D162AF" w14:textId="75B0AD08" w:rsidR="008D0F0C" w:rsidRDefault="00C56C37" w:rsidP="008D0F0C">
      <w:pPr>
        <w:spacing w:after="240"/>
        <w:jc w:val="both"/>
        <w:rPr>
          <w:rFonts w:ascii="Verdana" w:hAnsi="Verdana" w:cs="Arial"/>
          <w:bCs/>
          <w:color w:val="191919"/>
        </w:rPr>
      </w:pPr>
      <w:sdt>
        <w:sdtPr>
          <w:rPr>
            <w:rFonts w:ascii="Verdana" w:hAnsi="Verdana" w:cs="Arial"/>
            <w:b/>
            <w:color w:val="FF0000"/>
          </w:rPr>
          <w:id w:val="1884129715"/>
          <w14:checkbox>
            <w14:checked w14:val="0"/>
            <w14:checkedState w14:val="2612" w14:font="MS Gothic"/>
            <w14:uncheckedState w14:val="2610" w14:font="MS Gothic"/>
          </w14:checkbox>
        </w:sdtPr>
        <w:sdtEndPr/>
        <w:sdtContent>
          <w:r w:rsidR="008D0F0C" w:rsidRPr="003B0CAE">
            <w:rPr>
              <w:rFonts w:ascii="Segoe UI Symbol" w:hAnsi="Segoe UI Symbol" w:cs="Segoe UI Symbol"/>
              <w:b/>
              <w:color w:val="FF0000"/>
            </w:rPr>
            <w:t>☐</w:t>
          </w:r>
        </w:sdtContent>
      </w:sdt>
      <w:r w:rsidR="008D0F0C" w:rsidRPr="002D6DF2">
        <w:rPr>
          <w:rFonts w:ascii="Verdana" w:hAnsi="Verdana" w:cs="Arial"/>
          <w:b/>
          <w:color w:val="FF0000"/>
        </w:rPr>
        <w:tab/>
      </w:r>
      <w:r w:rsidR="008D0F0C" w:rsidRPr="001A357A">
        <w:rPr>
          <w:rFonts w:ascii="Verdana" w:hAnsi="Verdana" w:cs="Arial"/>
          <w:b/>
          <w:color w:val="191919"/>
        </w:rPr>
        <w:t>Wskazuję, że w postępowaniu nie będę polegał na zdolnościach podmiotu, o którym mowa w art. 5k ust. 1</w:t>
      </w:r>
      <w:r w:rsidR="008D0F0C" w:rsidRPr="001A357A">
        <w:rPr>
          <w:rFonts w:ascii="Verdana" w:hAnsi="Verdana" w:cs="Arial"/>
          <w:bCs/>
          <w:color w:val="191919"/>
        </w:rPr>
        <w:t xml:space="preserve"> Rozporządzenia Rady (UE) NR </w:t>
      </w:r>
      <w:r w:rsidR="008D0F0C" w:rsidRPr="001A357A">
        <w:rPr>
          <w:rFonts w:ascii="Verdana" w:hAnsi="Verdana" w:cs="Arial"/>
          <w:bCs/>
          <w:iCs/>
          <w:color w:val="191919"/>
        </w:rPr>
        <w:t>833/2014</w:t>
      </w:r>
      <w:r w:rsidR="008D0F0C" w:rsidRPr="001A357A">
        <w:rPr>
          <w:rFonts w:ascii="Verdana" w:hAnsi="Verdana" w:cs="Arial"/>
          <w:bCs/>
          <w:color w:val="191919"/>
        </w:rPr>
        <w:t xml:space="preserve"> z dnia 31 lipca 2014 r. dotyczącego środków ograniczających w związku z działaniami Rosji destabilizującymi sytuację na Ukrainie,</w:t>
      </w:r>
      <w:r w:rsidR="008D0F0C" w:rsidRPr="001A357A">
        <w:rPr>
          <w:rFonts w:ascii="Verdana" w:hAnsi="Verdana" w:cs="Arial"/>
          <w:color w:val="191919"/>
        </w:rPr>
        <w:t xml:space="preserve"> </w:t>
      </w:r>
      <w:r w:rsidR="008D0F0C" w:rsidRPr="001A357A">
        <w:rPr>
          <w:rFonts w:ascii="Verdana" w:hAnsi="Verdana" w:cs="Arial"/>
          <w:bCs/>
          <w:color w:val="191919"/>
        </w:rPr>
        <w:t>na którego przypada ponad 10% wartości zamówienia.</w:t>
      </w:r>
    </w:p>
    <w:p w14:paraId="15EB0930" w14:textId="6D2C8B02" w:rsidR="008D0F0C" w:rsidRPr="003B0CAE" w:rsidRDefault="008C4026" w:rsidP="008D0F0C">
      <w:pPr>
        <w:spacing w:after="240"/>
        <w:jc w:val="both"/>
        <w:rPr>
          <w:rFonts w:ascii="Verdana" w:hAnsi="Verdana" w:cs="Arial"/>
          <w:bCs/>
          <w:i/>
          <w:color w:val="FF0000"/>
          <w:sz w:val="16"/>
        </w:rPr>
      </w:pPr>
      <w:r w:rsidRPr="0098555B">
        <w:rPr>
          <w:rFonts w:ascii="Verdana" w:hAnsi="Verdana" w:cs="Arial"/>
          <w:bCs/>
          <w:i/>
          <w:color w:val="FF0000"/>
          <w:sz w:val="16"/>
        </w:rPr>
        <w:t>Należy wskazać właściwe poprzez zaznaczenie odpowiedniego pola.</w:t>
      </w:r>
    </w:p>
    <w:p w14:paraId="08C3D14F" w14:textId="77777777" w:rsidR="008D0F0C" w:rsidRPr="008D0F0C" w:rsidRDefault="008D0F0C" w:rsidP="00932BC7">
      <w:pPr>
        <w:shd w:val="clear" w:color="auto" w:fill="1A7466"/>
        <w:spacing w:before="240" w:after="240"/>
        <w:jc w:val="both"/>
        <w:rPr>
          <w:rFonts w:ascii="Verdana" w:hAnsi="Verdana" w:cs="Arial"/>
          <w:b/>
          <w:color w:val="191919"/>
        </w:rPr>
      </w:pPr>
      <w:r w:rsidRPr="008D0F0C">
        <w:rPr>
          <w:rFonts w:ascii="Verdana" w:hAnsi="Verdana" w:cs="Arial"/>
          <w:b/>
          <w:color w:val="191919"/>
        </w:rPr>
        <w:t>OŚWIADCZENIE DOTYCZĄCE PODWYKONAWCY, NA KTÓREGO PRZYPADA PONAD 10% WARTOŚCI ZAMÓWIENIA:</w:t>
      </w:r>
    </w:p>
    <w:p w14:paraId="5B416F62" w14:textId="77777777" w:rsidR="008D0F0C" w:rsidRPr="001A357A" w:rsidRDefault="008D0F0C" w:rsidP="008D0F0C">
      <w:pPr>
        <w:spacing w:after="240"/>
        <w:jc w:val="both"/>
        <w:rPr>
          <w:rFonts w:ascii="Verdana" w:hAnsi="Verdana" w:cs="Arial"/>
          <w:color w:val="7297CE"/>
          <w:sz w:val="16"/>
          <w:szCs w:val="16"/>
        </w:rPr>
      </w:pPr>
      <w:r w:rsidRPr="001A357A">
        <w:rPr>
          <w:rFonts w:ascii="Verdana" w:hAnsi="Verdana" w:cs="Arial"/>
          <w:color w:val="7297CE"/>
          <w:sz w:val="16"/>
          <w:szCs w:val="16"/>
        </w:rPr>
        <w:t>[UWAGA</w:t>
      </w:r>
      <w:r w:rsidRPr="001A357A">
        <w:rPr>
          <w:rFonts w:ascii="Verdana" w:hAnsi="Verdana" w:cs="Arial"/>
          <w:i/>
          <w:color w:val="7297CE"/>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A357A">
        <w:rPr>
          <w:rFonts w:ascii="Verdana" w:hAnsi="Verdana" w:cs="Arial"/>
          <w:color w:val="7297CE"/>
          <w:sz w:val="16"/>
          <w:szCs w:val="16"/>
        </w:rPr>
        <w:t>]</w:t>
      </w:r>
    </w:p>
    <w:p w14:paraId="785AD877" w14:textId="1C5C32F3" w:rsidR="008D0F0C" w:rsidRPr="001A357A" w:rsidRDefault="00C56C37" w:rsidP="008D0F0C">
      <w:pPr>
        <w:spacing w:after="240"/>
        <w:jc w:val="both"/>
        <w:rPr>
          <w:rFonts w:ascii="Verdana" w:hAnsi="Verdana" w:cs="Arial"/>
          <w:b/>
          <w:color w:val="191919"/>
        </w:rPr>
      </w:pPr>
      <w:sdt>
        <w:sdtPr>
          <w:rPr>
            <w:rFonts w:ascii="Verdana" w:hAnsi="Verdana" w:cs="Arial"/>
            <w:b/>
            <w:color w:val="FF0000"/>
          </w:rPr>
          <w:id w:val="-2059083644"/>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color w:val="191919"/>
        </w:rPr>
        <w:t>W związku z zamiarem korzystania w trakcie realizacji zamówienia z podwykonawcy, na którego przypada ponad 10% wartości zamówienia: ………………………………………………………</w:t>
      </w:r>
      <w:r w:rsidR="008D0F0C">
        <w:rPr>
          <w:rFonts w:ascii="Verdana" w:hAnsi="Verdana" w:cs="Arial"/>
          <w:color w:val="191919"/>
        </w:rPr>
        <w:t>………………………….</w:t>
      </w:r>
      <w:r w:rsidR="008D0F0C" w:rsidRPr="001A357A">
        <w:rPr>
          <w:rFonts w:ascii="Verdana" w:hAnsi="Verdana" w:cs="Arial"/>
          <w:color w:val="191919"/>
        </w:rPr>
        <w:t xml:space="preserve"> ……………………………………….………..………………………………………………………………………………………………………</w:t>
      </w:r>
      <w:r w:rsidR="008D0F0C">
        <w:rPr>
          <w:rFonts w:ascii="Verdana" w:hAnsi="Verdana" w:cs="Arial"/>
          <w:color w:val="191919"/>
        </w:rPr>
        <w:t>…………</w:t>
      </w:r>
      <w:r w:rsidR="008D0F0C" w:rsidRPr="001A357A">
        <w:rPr>
          <w:rFonts w:ascii="Verdana" w:hAnsi="Verdana" w:cs="Arial"/>
          <w:color w:val="191919"/>
        </w:rPr>
        <w:t xml:space="preserve"> </w:t>
      </w:r>
      <w:r w:rsidR="008D0F0C" w:rsidRPr="001A357A">
        <w:rPr>
          <w:rFonts w:ascii="Verdana" w:hAnsi="Verdana" w:cs="Arial"/>
          <w:i/>
          <w:color w:val="191919"/>
          <w:sz w:val="16"/>
          <w:szCs w:val="16"/>
        </w:rPr>
        <w:t>(podać pełną nazwę/firmę, adres, a także w zależności od podmiotu: NIP/PESEL, KRS/</w:t>
      </w:r>
      <w:proofErr w:type="spellStart"/>
      <w:r w:rsidR="008D0F0C" w:rsidRPr="001A357A">
        <w:rPr>
          <w:rFonts w:ascii="Verdana" w:hAnsi="Verdana" w:cs="Arial"/>
          <w:i/>
          <w:color w:val="191919"/>
          <w:sz w:val="16"/>
          <w:szCs w:val="16"/>
        </w:rPr>
        <w:t>CEiDG</w:t>
      </w:r>
      <w:proofErr w:type="spellEnd"/>
      <w:r w:rsidR="008D0F0C" w:rsidRPr="001A357A">
        <w:rPr>
          <w:rFonts w:ascii="Verdana" w:hAnsi="Verdana" w:cs="Arial"/>
          <w:i/>
          <w:color w:val="191919"/>
          <w:sz w:val="16"/>
          <w:szCs w:val="16"/>
        </w:rPr>
        <w:t>)</w:t>
      </w:r>
      <w:r w:rsidR="008D0F0C" w:rsidRPr="001A357A">
        <w:rPr>
          <w:rFonts w:ascii="Verdana" w:hAnsi="Verdana" w:cs="Arial"/>
          <w:color w:val="191919"/>
          <w:sz w:val="16"/>
          <w:szCs w:val="16"/>
        </w:rPr>
        <w:t>,</w:t>
      </w:r>
      <w:r w:rsidR="008D0F0C" w:rsidRPr="001A357A">
        <w:rPr>
          <w:rFonts w:ascii="Verdana" w:hAnsi="Verdana" w:cs="Arial"/>
          <w:color w:val="191919"/>
        </w:rPr>
        <w:br/>
      </w:r>
      <w:r w:rsidR="008D0F0C" w:rsidRPr="001A357A">
        <w:rPr>
          <w:rFonts w:ascii="Verdana" w:hAnsi="Verdana" w:cs="Arial"/>
          <w:b/>
          <w:color w:val="191919"/>
        </w:rPr>
        <w:t>oświadczam, że w stosunku do ww. podmiotu nie zachodzą podstawy wykluczenia z postępowania o udzielenie zamówienia przewidziane w  art.  5k rozporządzenia 833/2014 w brzmieniu nadanym rozporządzeniem 2022/576.</w:t>
      </w:r>
    </w:p>
    <w:p w14:paraId="502F5394" w14:textId="77777777" w:rsidR="008D0F0C" w:rsidRPr="001A357A" w:rsidRDefault="008D0F0C" w:rsidP="008D0F0C">
      <w:pPr>
        <w:spacing w:after="240"/>
        <w:jc w:val="both"/>
        <w:rPr>
          <w:rFonts w:ascii="Verdana" w:hAnsi="Verdana" w:cs="Arial"/>
          <w:b/>
          <w:color w:val="191919"/>
        </w:rPr>
      </w:pPr>
      <w:r w:rsidRPr="001A357A">
        <w:rPr>
          <w:rFonts w:ascii="Verdana" w:hAnsi="Verdana" w:cs="Arial"/>
          <w:b/>
          <w:color w:val="191919"/>
        </w:rPr>
        <w:t xml:space="preserve">albo </w:t>
      </w:r>
    </w:p>
    <w:p w14:paraId="42A62277" w14:textId="66FA46A9" w:rsidR="008D0F0C" w:rsidRPr="008D0F0C" w:rsidRDefault="00C56C37" w:rsidP="008D0F0C">
      <w:pPr>
        <w:spacing w:after="240"/>
        <w:jc w:val="both"/>
        <w:rPr>
          <w:rFonts w:ascii="Verdana" w:hAnsi="Verdana" w:cs="Arial"/>
          <w:b/>
          <w:bCs/>
          <w:color w:val="191919"/>
        </w:rPr>
      </w:pPr>
      <w:sdt>
        <w:sdtPr>
          <w:rPr>
            <w:rFonts w:ascii="Verdana" w:hAnsi="Verdana" w:cs="Arial"/>
            <w:b/>
            <w:color w:val="FF0000"/>
          </w:rPr>
          <w:id w:val="541783315"/>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b/>
          <w:color w:val="191919"/>
        </w:rPr>
        <w:t>Wskazuję, że w postępowaniu nie będę korzystał z podwykonawcy, na którego przypada ponad 10% wartości zamówienia</w:t>
      </w:r>
      <w:r w:rsidR="008D0F0C" w:rsidRPr="001A357A">
        <w:rPr>
          <w:rFonts w:ascii="Verdana" w:hAnsi="Verdana" w:cs="Arial"/>
          <w:b/>
          <w:bCs/>
          <w:color w:val="191919"/>
        </w:rPr>
        <w:t>.</w:t>
      </w:r>
    </w:p>
    <w:p w14:paraId="7A8516EE" w14:textId="33D54BA5" w:rsidR="008D0F0C" w:rsidRPr="003B0CAE" w:rsidRDefault="008C4026" w:rsidP="008D0F0C">
      <w:pPr>
        <w:spacing w:after="240"/>
        <w:jc w:val="both"/>
        <w:rPr>
          <w:rFonts w:ascii="Verdana" w:hAnsi="Verdana" w:cs="Arial"/>
          <w:bCs/>
          <w:i/>
          <w:color w:val="FF0000"/>
          <w:sz w:val="16"/>
        </w:rPr>
      </w:pPr>
      <w:r w:rsidRPr="0098555B">
        <w:rPr>
          <w:rFonts w:ascii="Verdana" w:hAnsi="Verdana" w:cs="Arial"/>
          <w:bCs/>
          <w:i/>
          <w:color w:val="FF0000"/>
          <w:sz w:val="16"/>
        </w:rPr>
        <w:t>Należy wskazać właściwe poprzez zaznaczenie odpowiedniego pola.</w:t>
      </w:r>
    </w:p>
    <w:p w14:paraId="5ECD9149" w14:textId="77777777" w:rsidR="008D0F0C" w:rsidRPr="008D0F0C" w:rsidRDefault="008D0F0C" w:rsidP="00932BC7">
      <w:pPr>
        <w:shd w:val="clear" w:color="auto" w:fill="1A7466"/>
        <w:spacing w:before="240" w:after="240"/>
        <w:jc w:val="both"/>
        <w:rPr>
          <w:rFonts w:ascii="Verdana" w:hAnsi="Verdana" w:cs="Arial"/>
          <w:b/>
          <w:color w:val="191919"/>
        </w:rPr>
      </w:pPr>
      <w:r w:rsidRPr="008D0F0C">
        <w:rPr>
          <w:rFonts w:ascii="Verdana" w:hAnsi="Verdana" w:cs="Arial"/>
          <w:b/>
          <w:color w:val="191919"/>
        </w:rPr>
        <w:lastRenderedPageBreak/>
        <w:t>OŚWIADCZENIE DOTYCZĄCE DOSTAWCY, NA KTÓREGO PRZYPADA PONAD 10% WARTOŚCI ZAMÓWIENIA:</w:t>
      </w:r>
    </w:p>
    <w:p w14:paraId="0F4B7BDC" w14:textId="77777777" w:rsidR="008D0F0C" w:rsidRPr="001A357A" w:rsidRDefault="008D0F0C" w:rsidP="008D0F0C">
      <w:pPr>
        <w:spacing w:after="240"/>
        <w:jc w:val="both"/>
        <w:rPr>
          <w:rFonts w:ascii="Verdana" w:hAnsi="Verdana" w:cs="Arial"/>
          <w:color w:val="7297CE"/>
          <w:sz w:val="16"/>
          <w:szCs w:val="16"/>
        </w:rPr>
      </w:pPr>
      <w:r w:rsidRPr="001A357A">
        <w:rPr>
          <w:rFonts w:ascii="Verdana" w:hAnsi="Verdana" w:cs="Arial"/>
          <w:color w:val="7297CE"/>
          <w:sz w:val="16"/>
          <w:szCs w:val="16"/>
        </w:rPr>
        <w:t>[UWAGA</w:t>
      </w:r>
      <w:r w:rsidRPr="001A357A">
        <w:rPr>
          <w:rFonts w:ascii="Verdana" w:hAnsi="Verdana" w:cs="Arial"/>
          <w:i/>
          <w:color w:val="7297CE"/>
          <w:sz w:val="16"/>
          <w:szCs w:val="16"/>
        </w:rPr>
        <w:t>: wypełnić tylko w przypadku dostawcy, na którego przypada ponad 10% wartości zamówienia. W przypadku więcej niż jednego dostawcy, na którego przypada ponad 10% wartości zamówienia, należy powielić fragment tyle razy, ile jest to konieczne.</w:t>
      </w:r>
      <w:r w:rsidRPr="001A357A">
        <w:rPr>
          <w:rFonts w:ascii="Verdana" w:hAnsi="Verdana" w:cs="Arial"/>
          <w:color w:val="7297CE"/>
          <w:sz w:val="16"/>
          <w:szCs w:val="16"/>
        </w:rPr>
        <w:t>]</w:t>
      </w:r>
    </w:p>
    <w:p w14:paraId="5DDB4E55" w14:textId="55E74CD0" w:rsidR="008D0F0C" w:rsidRPr="001A357A" w:rsidRDefault="00C56C37" w:rsidP="008D0F0C">
      <w:pPr>
        <w:spacing w:after="240"/>
        <w:jc w:val="both"/>
        <w:rPr>
          <w:rFonts w:ascii="Verdana" w:hAnsi="Verdana" w:cs="Arial"/>
          <w:b/>
          <w:color w:val="191919"/>
        </w:rPr>
      </w:pPr>
      <w:sdt>
        <w:sdtPr>
          <w:rPr>
            <w:rFonts w:ascii="Verdana" w:hAnsi="Verdana" w:cs="Arial"/>
            <w:b/>
            <w:color w:val="FF0000"/>
          </w:rPr>
          <w:id w:val="253793545"/>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2D6DF2">
        <w:rPr>
          <w:rFonts w:ascii="Verdana" w:hAnsi="Verdana" w:cs="Arial"/>
          <w:b/>
          <w:color w:val="FF0000"/>
        </w:rPr>
        <w:tab/>
      </w:r>
      <w:r w:rsidR="008D0F0C" w:rsidRPr="001A357A">
        <w:rPr>
          <w:rFonts w:ascii="Verdana" w:hAnsi="Verdana" w:cs="Arial"/>
          <w:color w:val="191919"/>
        </w:rPr>
        <w:t>Oświadczam, że w stosunku do następującego podmiotu, będącego dostawcą, na którego przypada ponad 10% wartości zamówienia: ……………………………………………………………………</w:t>
      </w:r>
      <w:r w:rsidR="008D0F0C">
        <w:rPr>
          <w:rFonts w:ascii="Verdana" w:hAnsi="Verdana" w:cs="Arial"/>
          <w:color w:val="191919"/>
        </w:rPr>
        <w:t>………………………………….</w:t>
      </w:r>
      <w:r w:rsidR="008D0F0C" w:rsidRPr="001A357A">
        <w:rPr>
          <w:rFonts w:ascii="Verdana" w:hAnsi="Verdana" w:cs="Arial"/>
          <w:color w:val="191919"/>
        </w:rPr>
        <w:t xml:space="preserve"> ………………………….………..….…………………………………………………………………………………………………………………</w:t>
      </w:r>
      <w:r w:rsidR="008D0F0C">
        <w:rPr>
          <w:rFonts w:ascii="Verdana" w:hAnsi="Verdana" w:cs="Arial"/>
          <w:color w:val="191919"/>
        </w:rPr>
        <w:t>……….</w:t>
      </w:r>
      <w:r w:rsidR="008D0F0C" w:rsidRPr="001A357A">
        <w:rPr>
          <w:rFonts w:ascii="Verdana" w:hAnsi="Verdana" w:cs="Arial"/>
          <w:color w:val="191919"/>
        </w:rPr>
        <w:t xml:space="preserve"> </w:t>
      </w:r>
      <w:r w:rsidR="008D0F0C" w:rsidRPr="001A357A">
        <w:rPr>
          <w:rFonts w:ascii="Verdana" w:hAnsi="Verdana" w:cs="Arial"/>
          <w:i/>
          <w:color w:val="191919"/>
          <w:sz w:val="16"/>
          <w:szCs w:val="16"/>
        </w:rPr>
        <w:t>(podać pełną nazwę/firmę, adres, a także w zależności od podmiotu: NIP/PESEL, KRS/</w:t>
      </w:r>
      <w:proofErr w:type="spellStart"/>
      <w:r w:rsidR="008D0F0C" w:rsidRPr="001A357A">
        <w:rPr>
          <w:rFonts w:ascii="Verdana" w:hAnsi="Verdana" w:cs="Arial"/>
          <w:i/>
          <w:color w:val="191919"/>
          <w:sz w:val="16"/>
          <w:szCs w:val="16"/>
        </w:rPr>
        <w:t>CEiDG</w:t>
      </w:r>
      <w:proofErr w:type="spellEnd"/>
      <w:r w:rsidR="008D0F0C" w:rsidRPr="001A357A">
        <w:rPr>
          <w:rFonts w:ascii="Verdana" w:hAnsi="Verdana" w:cs="Arial"/>
          <w:i/>
          <w:color w:val="191919"/>
          <w:sz w:val="16"/>
          <w:szCs w:val="16"/>
        </w:rPr>
        <w:t>)</w:t>
      </w:r>
      <w:r w:rsidR="008D0F0C" w:rsidRPr="001A357A">
        <w:rPr>
          <w:rFonts w:ascii="Verdana" w:hAnsi="Verdana" w:cs="Arial"/>
          <w:color w:val="191919"/>
          <w:sz w:val="16"/>
          <w:szCs w:val="16"/>
        </w:rPr>
        <w:t>,</w:t>
      </w:r>
      <w:r w:rsidR="008D0F0C" w:rsidRPr="001A357A">
        <w:rPr>
          <w:rFonts w:ascii="Verdana" w:hAnsi="Verdana" w:cs="Arial"/>
          <w:color w:val="191919"/>
        </w:rPr>
        <w:br/>
      </w:r>
      <w:r w:rsidR="008D0F0C" w:rsidRPr="001A357A">
        <w:rPr>
          <w:rFonts w:ascii="Verdana" w:hAnsi="Verdana" w:cs="Arial"/>
          <w:b/>
          <w:color w:val="191919"/>
        </w:rPr>
        <w:t>nie zachodzą podstawy wykluczenia z postępowania o udzielenie zamówienia przewidziane w  art.  5k rozporządzenia 833/2014 w brzmieniu nadanym rozporządzeniem 2022/576.</w:t>
      </w:r>
    </w:p>
    <w:p w14:paraId="4159018C" w14:textId="77777777" w:rsidR="008D0F0C" w:rsidRPr="001A357A" w:rsidRDefault="008D0F0C" w:rsidP="008D0F0C">
      <w:pPr>
        <w:spacing w:after="240"/>
        <w:jc w:val="both"/>
        <w:rPr>
          <w:rFonts w:ascii="Verdana" w:hAnsi="Verdana" w:cs="Arial"/>
          <w:b/>
          <w:color w:val="191919"/>
        </w:rPr>
      </w:pPr>
      <w:r w:rsidRPr="001A357A">
        <w:rPr>
          <w:rFonts w:ascii="Verdana" w:hAnsi="Verdana" w:cs="Arial"/>
          <w:b/>
          <w:color w:val="191919"/>
        </w:rPr>
        <w:t xml:space="preserve">albo </w:t>
      </w:r>
    </w:p>
    <w:p w14:paraId="0E9D3C91" w14:textId="3C022875" w:rsidR="008D0F0C" w:rsidRPr="008D0F0C" w:rsidRDefault="00C56C37" w:rsidP="008D0F0C">
      <w:pPr>
        <w:spacing w:after="240"/>
        <w:jc w:val="both"/>
        <w:rPr>
          <w:rFonts w:ascii="Verdana" w:hAnsi="Verdana" w:cs="Arial"/>
          <w:b/>
          <w:bCs/>
          <w:color w:val="191919"/>
        </w:rPr>
      </w:pPr>
      <w:sdt>
        <w:sdtPr>
          <w:rPr>
            <w:rFonts w:ascii="Verdana" w:hAnsi="Verdana" w:cs="Arial"/>
            <w:b/>
            <w:color w:val="FF0000"/>
          </w:rPr>
          <w:id w:val="-1751111952"/>
          <w14:checkbox>
            <w14:checked w14:val="0"/>
            <w14:checkedState w14:val="2612" w14:font="MS Gothic"/>
            <w14:uncheckedState w14:val="2610" w14:font="MS Gothic"/>
          </w14:checkbox>
        </w:sdtPr>
        <w:sdtEndPr/>
        <w:sdtContent>
          <w:r w:rsidR="00EF259C">
            <w:rPr>
              <w:rFonts w:ascii="MS Gothic" w:eastAsia="MS Gothic" w:hAnsi="MS Gothic" w:cs="Arial" w:hint="eastAsia"/>
              <w:b/>
              <w:color w:val="FF0000"/>
            </w:rPr>
            <w:t>☐</w:t>
          </w:r>
        </w:sdtContent>
      </w:sdt>
      <w:r w:rsidR="008D0F0C" w:rsidRPr="001A357A">
        <w:rPr>
          <w:rFonts w:ascii="Verdana" w:hAnsi="Verdana" w:cs="Arial"/>
          <w:b/>
          <w:color w:val="191919"/>
        </w:rPr>
        <w:tab/>
        <w:t>Wskazuję, że w postępowaniu nie będę korzystał z dostawcy, na którego przypada ponad 10% wartości zamówienia</w:t>
      </w:r>
      <w:r w:rsidR="008D0F0C" w:rsidRPr="001A357A">
        <w:rPr>
          <w:rFonts w:ascii="Verdana" w:hAnsi="Verdana" w:cs="Arial"/>
          <w:b/>
          <w:bCs/>
          <w:color w:val="191919"/>
        </w:rPr>
        <w:t>.</w:t>
      </w:r>
    </w:p>
    <w:p w14:paraId="147CB3C2" w14:textId="77777777" w:rsidR="008C4026" w:rsidRPr="005F3152" w:rsidRDefault="008C4026" w:rsidP="008C4026">
      <w:pPr>
        <w:spacing w:after="240"/>
        <w:jc w:val="both"/>
        <w:rPr>
          <w:rFonts w:ascii="Verdana" w:hAnsi="Verdana" w:cs="Arial"/>
          <w:bCs/>
          <w:i/>
          <w:color w:val="FF0000"/>
          <w:sz w:val="16"/>
        </w:rPr>
      </w:pPr>
      <w:r w:rsidRPr="0098555B">
        <w:rPr>
          <w:rFonts w:ascii="Verdana" w:hAnsi="Verdana" w:cs="Arial"/>
          <w:bCs/>
          <w:i/>
          <w:color w:val="FF0000"/>
          <w:sz w:val="16"/>
        </w:rPr>
        <w:t>Należy wskazać właściwe poprzez zaznaczenie odpowiedniego pola.</w:t>
      </w:r>
    </w:p>
    <w:p w14:paraId="41293EF2" w14:textId="0F366056" w:rsidR="008D0F0C" w:rsidRPr="008D0F0C" w:rsidRDefault="008D0F0C" w:rsidP="008D0F0C">
      <w:pPr>
        <w:spacing w:after="240" w:line="300" w:lineRule="auto"/>
        <w:contextualSpacing/>
        <w:rPr>
          <w:rFonts w:ascii="Verdana" w:hAnsi="Verdana" w:cs="Calibri"/>
          <w:b/>
          <w:snapToGrid w:val="0"/>
          <w:color w:val="191919"/>
        </w:rPr>
      </w:pPr>
    </w:p>
    <w:p w14:paraId="5285EE8B" w14:textId="77777777" w:rsidR="00FC1456" w:rsidRPr="00FA5962" w:rsidRDefault="00FC1456" w:rsidP="001A357A">
      <w:pPr>
        <w:suppressAutoHyphens/>
        <w:autoSpaceDN w:val="0"/>
        <w:spacing w:after="200"/>
        <w:textAlignment w:val="baseline"/>
        <w:rPr>
          <w:rFonts w:ascii="Verdana" w:eastAsia="Calibri" w:hAnsi="Verdana"/>
          <w:b/>
          <w:lang w:eastAsia="en-US"/>
        </w:rPr>
      </w:pPr>
    </w:p>
    <w:p w14:paraId="771D1EF0" w14:textId="77777777" w:rsidR="00FC1456" w:rsidRPr="00FA5962" w:rsidRDefault="00FC1456" w:rsidP="00FC1456">
      <w:pPr>
        <w:spacing w:after="240"/>
        <w:contextualSpacing/>
        <w:rPr>
          <w:rFonts w:ascii="Verdana" w:hAnsi="Verdana" w:cs="Calibri"/>
        </w:rPr>
      </w:pPr>
      <w:r w:rsidRPr="00FA5962">
        <w:rPr>
          <w:rFonts w:ascii="Verdana" w:hAnsi="Verdana" w:cs="Calibri"/>
        </w:rPr>
        <w:t>______________________</w:t>
      </w:r>
    </w:p>
    <w:p w14:paraId="3338D23A" w14:textId="77777777" w:rsidR="00FC1456" w:rsidRPr="00FA5962" w:rsidRDefault="00FC1456" w:rsidP="00FC1456">
      <w:pPr>
        <w:spacing w:after="240"/>
        <w:ind w:firstLine="357"/>
        <w:contextualSpacing/>
        <w:rPr>
          <w:rFonts w:ascii="Verdana" w:hAnsi="Verdana" w:cs="Calibri"/>
          <w:sz w:val="16"/>
          <w:szCs w:val="16"/>
        </w:rPr>
      </w:pPr>
      <w:r w:rsidRPr="00FA5962">
        <w:rPr>
          <w:rFonts w:ascii="Verdana" w:hAnsi="Verdana" w:cs="Calibri"/>
          <w:sz w:val="16"/>
          <w:szCs w:val="16"/>
        </w:rPr>
        <w:t>(miejscowość i data)</w:t>
      </w:r>
      <w:r w:rsidRPr="00FA5962">
        <w:rPr>
          <w:rFonts w:ascii="Verdana" w:hAnsi="Verdana" w:cs="Calibri"/>
          <w:sz w:val="16"/>
          <w:szCs w:val="16"/>
        </w:rPr>
        <w:tab/>
      </w:r>
    </w:p>
    <w:p w14:paraId="25E5CA6C" w14:textId="77777777" w:rsidR="00FC1456" w:rsidRPr="00FA5962" w:rsidRDefault="00FC1456" w:rsidP="00FC1456">
      <w:pPr>
        <w:spacing w:after="240"/>
        <w:contextualSpacing/>
        <w:rPr>
          <w:rFonts w:ascii="Verdana" w:hAnsi="Verdana" w:cs="Calibri"/>
        </w:rPr>
      </w:pPr>
    </w:p>
    <w:p w14:paraId="7B93526B" w14:textId="23E7024A" w:rsidR="00FC1456" w:rsidRDefault="00FC1456" w:rsidP="00FC1456">
      <w:pPr>
        <w:spacing w:after="240"/>
        <w:contextualSpacing/>
        <w:rPr>
          <w:rFonts w:ascii="Verdana" w:hAnsi="Verdana" w:cs="Calibri"/>
        </w:rPr>
      </w:pPr>
    </w:p>
    <w:p w14:paraId="704F8627" w14:textId="77777777" w:rsidR="00115A97" w:rsidRPr="00FA5962" w:rsidRDefault="00115A97" w:rsidP="00FC1456">
      <w:pPr>
        <w:spacing w:after="240"/>
        <w:contextualSpacing/>
        <w:rPr>
          <w:rFonts w:ascii="Verdana" w:hAnsi="Verdana" w:cs="Calibri"/>
        </w:rPr>
      </w:pPr>
    </w:p>
    <w:p w14:paraId="5DCDD41F" w14:textId="77777777" w:rsidR="00FC1456" w:rsidRPr="00FA5962" w:rsidRDefault="00FC1456" w:rsidP="00FC1456">
      <w:pPr>
        <w:contextualSpacing/>
        <w:rPr>
          <w:rFonts w:ascii="Verdana" w:hAnsi="Verdana" w:cs="Calibri"/>
        </w:rPr>
      </w:pPr>
      <w:r w:rsidRPr="00FA5962">
        <w:rPr>
          <w:rFonts w:ascii="Verdana" w:hAnsi="Verdana" w:cs="Calibri"/>
        </w:rPr>
        <w:t>_________________________________________</w:t>
      </w:r>
    </w:p>
    <w:p w14:paraId="3C4F8FD7" w14:textId="21EFB38A" w:rsidR="00FC1456" w:rsidRPr="00FA5962" w:rsidRDefault="00115A97" w:rsidP="00FC1456">
      <w:pPr>
        <w:pStyle w:val="Akapitzlist"/>
        <w:shd w:val="clear" w:color="auto" w:fill="FFFFFF"/>
        <w:tabs>
          <w:tab w:val="left" w:pos="0"/>
        </w:tabs>
        <w:spacing w:after="240"/>
        <w:ind w:left="0"/>
        <w:contextualSpacing/>
        <w:rPr>
          <w:rFonts w:ascii="Verdana" w:hAnsi="Verdana" w:cs="Calibri"/>
          <w:sz w:val="16"/>
          <w:szCs w:val="16"/>
        </w:rPr>
      </w:pPr>
      <w:r w:rsidRPr="00115A97">
        <w:rPr>
          <w:rFonts w:ascii="Verdana" w:hAnsi="Verdana" w:cs="Calibri"/>
          <w:sz w:val="16"/>
          <w:szCs w:val="16"/>
        </w:rPr>
        <w:t>(podpisy osób upoważnionych zgodnie z zasadami reprezentacji Wykonawcy)</w:t>
      </w:r>
    </w:p>
    <w:p w14:paraId="28A84C3D" w14:textId="2BE16F19" w:rsidR="00480380" w:rsidRPr="00D0723F" w:rsidRDefault="00480380" w:rsidP="00D0723F">
      <w:pPr>
        <w:pStyle w:val="Akapitzlist"/>
        <w:shd w:val="clear" w:color="auto" w:fill="FFFFFF"/>
        <w:tabs>
          <w:tab w:val="left" w:pos="0"/>
        </w:tabs>
        <w:spacing w:after="240"/>
        <w:ind w:left="0"/>
        <w:contextualSpacing/>
        <w:rPr>
          <w:rFonts w:ascii="Verdana" w:hAnsi="Verdana" w:cs="Calibri"/>
          <w:sz w:val="16"/>
          <w:szCs w:val="16"/>
        </w:rPr>
      </w:pPr>
    </w:p>
    <w:sectPr w:rsidR="00480380" w:rsidRPr="00D0723F" w:rsidSect="00C56C37">
      <w:headerReference w:type="even" r:id="rId13"/>
      <w:headerReference w:type="default" r:id="rId14"/>
      <w:footerReference w:type="even" r:id="rId15"/>
      <w:footerReference w:type="default" r:id="rId16"/>
      <w:headerReference w:type="first" r:id="rId17"/>
      <w:footerReference w:type="first" r:id="rId18"/>
      <w:pgSz w:w="11909" w:h="16834" w:code="9"/>
      <w:pgMar w:top="1276" w:right="852" w:bottom="1135" w:left="85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A13E3" w14:textId="77777777" w:rsidR="0044079D" w:rsidRDefault="0044079D">
      <w:r>
        <w:separator/>
      </w:r>
    </w:p>
  </w:endnote>
  <w:endnote w:type="continuationSeparator" w:id="0">
    <w:p w14:paraId="4D4FAC5B" w14:textId="77777777" w:rsidR="0044079D" w:rsidRDefault="00440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UI"/>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F1D2" w14:textId="77777777" w:rsidR="0044079D" w:rsidRDefault="0044079D">
    <w:pPr>
      <w:pStyle w:val="Stopka"/>
      <w:framePr w:wrap="around" w:vAnchor="text" w:hAnchor="margin" w:xAlign="center" w:y="1"/>
      <w:rPr>
        <w:rStyle w:val="Numerstrony"/>
      </w:rPr>
    </w:pPr>
  </w:p>
  <w:p w14:paraId="77F5D921" w14:textId="77777777" w:rsidR="0044079D" w:rsidRDefault="0044079D">
    <w:pPr>
      <w:pStyle w:val="Stopka"/>
      <w:jc w:val="right"/>
    </w:pPr>
    <w:r>
      <w:rPr>
        <w:snapToGrid w:val="0"/>
      </w:rPr>
      <w:t xml:space="preserve">Strona </w:t>
    </w:r>
    <w:r>
      <w:rPr>
        <w:snapToGrid w:val="0"/>
      </w:rPr>
      <w:fldChar w:fldCharType="begin"/>
    </w:r>
    <w:r>
      <w:rPr>
        <w:snapToGrid w:val="0"/>
      </w:rPr>
      <w:instrText xml:space="preserve"> PAGE </w:instrText>
    </w:r>
    <w:r>
      <w:rPr>
        <w:snapToGrid w:val="0"/>
      </w:rPr>
      <w:fldChar w:fldCharType="separate"/>
    </w:r>
    <w:r>
      <w:rPr>
        <w:noProof/>
        <w:snapToGrid w:val="0"/>
      </w:rPr>
      <w:t>22</w:t>
    </w:r>
    <w:r>
      <w:rPr>
        <w:snapToGrid w:val="0"/>
      </w:rPr>
      <w:fldChar w:fldCharType="end"/>
    </w:r>
    <w:r>
      <w:rPr>
        <w:snapToGrid w:val="0"/>
      </w:rPr>
      <w:t xml:space="preserve"> z </w:t>
    </w:r>
    <w:r>
      <w:rPr>
        <w:snapToGrid w:val="0"/>
      </w:rPr>
      <w:fldChar w:fldCharType="begin"/>
    </w:r>
    <w:r>
      <w:rPr>
        <w:snapToGrid w:val="0"/>
      </w:rPr>
      <w:instrText xml:space="preserve"> NUMPAGES </w:instrText>
    </w:r>
    <w:r>
      <w:rPr>
        <w:snapToGrid w:val="0"/>
      </w:rPr>
      <w:fldChar w:fldCharType="separate"/>
    </w:r>
    <w:r>
      <w:rPr>
        <w:noProof/>
        <w:snapToGrid w:val="0"/>
      </w:rPr>
      <w:t>34</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03AF" w14:textId="0150D40B" w:rsidR="0044079D" w:rsidRPr="009F78E0" w:rsidRDefault="0044079D" w:rsidP="00D46B7B">
    <w:pPr>
      <w:pStyle w:val="Stopka"/>
      <w:jc w:val="center"/>
      <w:rPr>
        <w:rStyle w:val="Numerstrony"/>
        <w:rFonts w:ascii="Trebuchet MS" w:hAnsi="Trebuchet MS"/>
        <w:color w:val="808080" w:themeColor="background1" w:themeShade="80"/>
        <w:sz w:val="16"/>
        <w:szCs w:val="16"/>
      </w:rPr>
    </w:pPr>
    <w:r w:rsidRPr="009F78E0">
      <w:rPr>
        <w:rStyle w:val="Numerstrony"/>
        <w:rFonts w:ascii="Trebuchet MS" w:hAnsi="Trebuchet MS"/>
        <w:snapToGrid w:val="0"/>
        <w:color w:val="808080" w:themeColor="background1" w:themeShade="80"/>
        <w:sz w:val="16"/>
        <w:szCs w:val="16"/>
      </w:rPr>
      <w:fldChar w:fldCharType="begin"/>
    </w:r>
    <w:r w:rsidRPr="009F78E0">
      <w:rPr>
        <w:rStyle w:val="Numerstrony"/>
        <w:rFonts w:ascii="Trebuchet MS" w:hAnsi="Trebuchet MS"/>
        <w:snapToGrid w:val="0"/>
        <w:color w:val="808080" w:themeColor="background1" w:themeShade="80"/>
        <w:sz w:val="16"/>
        <w:szCs w:val="16"/>
      </w:rPr>
      <w:instrText xml:space="preserve"> PAGE </w:instrText>
    </w:r>
    <w:r w:rsidRPr="009F78E0">
      <w:rPr>
        <w:rStyle w:val="Numerstrony"/>
        <w:rFonts w:ascii="Trebuchet MS" w:hAnsi="Trebuchet MS"/>
        <w:snapToGrid w:val="0"/>
        <w:color w:val="808080" w:themeColor="background1" w:themeShade="80"/>
        <w:sz w:val="16"/>
        <w:szCs w:val="16"/>
      </w:rPr>
      <w:fldChar w:fldCharType="separate"/>
    </w:r>
    <w:r w:rsidR="003B0CAE">
      <w:rPr>
        <w:rStyle w:val="Numerstrony"/>
        <w:rFonts w:ascii="Trebuchet MS" w:hAnsi="Trebuchet MS"/>
        <w:noProof/>
        <w:snapToGrid w:val="0"/>
        <w:color w:val="808080" w:themeColor="background1" w:themeShade="80"/>
        <w:sz w:val="16"/>
        <w:szCs w:val="16"/>
      </w:rPr>
      <w:t>35</w:t>
    </w:r>
    <w:r w:rsidRPr="009F78E0">
      <w:rPr>
        <w:rStyle w:val="Numerstrony"/>
        <w:rFonts w:ascii="Trebuchet MS" w:hAnsi="Trebuchet MS"/>
        <w:snapToGrid w:val="0"/>
        <w:color w:val="808080" w:themeColor="background1" w:themeShade="80"/>
        <w:sz w:val="16"/>
        <w:szCs w:val="16"/>
      </w:rPr>
      <w:fldChar w:fldCharType="end"/>
    </w:r>
  </w:p>
  <w:p w14:paraId="30AC0EC4" w14:textId="77777777" w:rsidR="0044079D" w:rsidRDefault="0044079D">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D791" w14:textId="0D7BF8B5" w:rsidR="0044079D" w:rsidRPr="00033B0A" w:rsidRDefault="007F7491">
    <w:pPr>
      <w:pStyle w:val="Stopka"/>
      <w:jc w:val="center"/>
      <w:rPr>
        <w:rFonts w:ascii="Trebuchet MS" w:hAnsi="Trebuchet MS"/>
        <w:color w:val="808080" w:themeColor="background1" w:themeShade="80"/>
        <w:sz w:val="16"/>
        <w:szCs w:val="16"/>
      </w:rPr>
    </w:pPr>
    <w:r w:rsidRPr="00582CE9">
      <w:rPr>
        <w:noProof/>
      </w:rPr>
      <w:drawing>
        <wp:anchor distT="0" distB="0" distL="114300" distR="114300" simplePos="0" relativeHeight="251659264" behindDoc="1" locked="0" layoutInCell="1" allowOverlap="1" wp14:anchorId="3DDE3826" wp14:editId="2A4B2EF8">
          <wp:simplePos x="0" y="0"/>
          <wp:positionH relativeFrom="column">
            <wp:posOffset>-559183</wp:posOffset>
          </wp:positionH>
          <wp:positionV relativeFrom="paragraph">
            <wp:posOffset>-1634490</wp:posOffset>
          </wp:positionV>
          <wp:extent cx="7617460" cy="2360930"/>
          <wp:effectExtent l="0" t="0" r="2540" b="127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 cstate="print">
                    <a:extLst>
                      <a:ext uri="{28A0092B-C50C-407E-A947-70E740481C1C}">
                        <a14:useLocalDpi xmlns:a14="http://schemas.microsoft.com/office/drawing/2010/main" val="0"/>
                      </a:ext>
                    </a:extLst>
                  </a:blip>
                  <a:srcRect t="21185" b="56886"/>
                  <a:stretch/>
                </pic:blipFill>
                <pic:spPr bwMode="auto">
                  <a:xfrm>
                    <a:off x="0" y="0"/>
                    <a:ext cx="7617460" cy="23609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4079D" w:rsidRPr="00033B0A">
      <w:rPr>
        <w:rFonts w:ascii="Trebuchet MS" w:hAnsi="Trebuchet MS"/>
        <w:color w:val="808080" w:themeColor="background1" w:themeShade="80"/>
        <w:sz w:val="16"/>
        <w:szCs w:val="16"/>
      </w:rPr>
      <w:fldChar w:fldCharType="begin"/>
    </w:r>
    <w:r w:rsidR="0044079D" w:rsidRPr="00033B0A">
      <w:rPr>
        <w:rFonts w:ascii="Trebuchet MS" w:hAnsi="Trebuchet MS"/>
        <w:color w:val="808080" w:themeColor="background1" w:themeShade="80"/>
        <w:sz w:val="16"/>
        <w:szCs w:val="16"/>
      </w:rPr>
      <w:instrText>PAGE   \* MERGEFORMAT</w:instrText>
    </w:r>
    <w:r w:rsidR="0044079D" w:rsidRPr="00033B0A">
      <w:rPr>
        <w:rFonts w:ascii="Trebuchet MS" w:hAnsi="Trebuchet MS"/>
        <w:color w:val="808080" w:themeColor="background1" w:themeShade="80"/>
        <w:sz w:val="16"/>
        <w:szCs w:val="16"/>
      </w:rPr>
      <w:fldChar w:fldCharType="separate"/>
    </w:r>
    <w:r w:rsidR="003B0CAE">
      <w:rPr>
        <w:rFonts w:ascii="Trebuchet MS" w:hAnsi="Trebuchet MS"/>
        <w:noProof/>
        <w:color w:val="808080" w:themeColor="background1" w:themeShade="80"/>
        <w:sz w:val="16"/>
        <w:szCs w:val="16"/>
      </w:rPr>
      <w:t>1</w:t>
    </w:r>
    <w:r w:rsidR="0044079D" w:rsidRPr="00033B0A">
      <w:rPr>
        <w:rFonts w:ascii="Trebuchet MS" w:hAnsi="Trebuchet MS"/>
        <w:color w:val="808080" w:themeColor="background1" w:themeShade="80"/>
        <w:sz w:val="16"/>
        <w:szCs w:val="16"/>
      </w:rPr>
      <w:fldChar w:fldCharType="end"/>
    </w:r>
  </w:p>
  <w:p w14:paraId="4EFACD43" w14:textId="376A8BA5" w:rsidR="0044079D" w:rsidRDefault="004407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5BF2" w14:textId="77777777" w:rsidR="0044079D" w:rsidRDefault="0044079D">
      <w:r>
        <w:separator/>
      </w:r>
    </w:p>
  </w:footnote>
  <w:footnote w:type="continuationSeparator" w:id="0">
    <w:p w14:paraId="219FEC7C" w14:textId="77777777" w:rsidR="0044079D" w:rsidRDefault="0044079D">
      <w:r>
        <w:continuationSeparator/>
      </w:r>
    </w:p>
  </w:footnote>
  <w:footnote w:id="1">
    <w:p w14:paraId="2AED6A0A" w14:textId="77777777" w:rsidR="0044079D" w:rsidRPr="002811D4" w:rsidRDefault="0044079D" w:rsidP="008D0F0C">
      <w:pPr>
        <w:pStyle w:val="Tekstprzypisudolnego"/>
        <w:jc w:val="both"/>
        <w:rPr>
          <w:rFonts w:cs="Arial"/>
          <w:sz w:val="16"/>
          <w:szCs w:val="16"/>
        </w:rPr>
      </w:pPr>
      <w:r w:rsidRPr="002811D4">
        <w:rPr>
          <w:rStyle w:val="Odwoanieprzypisudolnego"/>
          <w:rFonts w:cs="Arial"/>
          <w:sz w:val="16"/>
          <w:szCs w:val="16"/>
        </w:rPr>
        <w:footnoteRef/>
      </w:r>
      <w:r w:rsidRPr="002811D4">
        <w:rPr>
          <w:rFonts w:cs="Arial"/>
          <w:sz w:val="16"/>
          <w:szCs w:val="16"/>
        </w:rPr>
        <w:t xml:space="preserve">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109D16E" w14:textId="77777777" w:rsidR="0044079D" w:rsidRPr="002811D4" w:rsidRDefault="0044079D" w:rsidP="00F54340">
      <w:pPr>
        <w:pStyle w:val="Tekstprzypisudolnego"/>
        <w:numPr>
          <w:ilvl w:val="0"/>
          <w:numId w:val="39"/>
        </w:numPr>
        <w:rPr>
          <w:rFonts w:cs="Arial"/>
          <w:sz w:val="16"/>
          <w:szCs w:val="16"/>
        </w:rPr>
      </w:pPr>
      <w:r w:rsidRPr="002811D4">
        <w:rPr>
          <w:rFonts w:cs="Arial"/>
          <w:sz w:val="16"/>
          <w:szCs w:val="16"/>
        </w:rPr>
        <w:t>obywateli rosyjskich lub osób fizycznych lub prawnych, podmiotów lub organów z siedzibą w Rosji;</w:t>
      </w:r>
    </w:p>
    <w:p w14:paraId="20B453F6" w14:textId="77777777" w:rsidR="0044079D" w:rsidRPr="002811D4" w:rsidRDefault="0044079D" w:rsidP="00F54340">
      <w:pPr>
        <w:pStyle w:val="Tekstprzypisudolnego"/>
        <w:numPr>
          <w:ilvl w:val="0"/>
          <w:numId w:val="39"/>
        </w:numPr>
        <w:rPr>
          <w:rFonts w:cs="Arial"/>
          <w:sz w:val="16"/>
          <w:szCs w:val="16"/>
        </w:rPr>
      </w:pPr>
      <w:bookmarkStart w:id="2" w:name="_Hlk102557314"/>
      <w:r w:rsidRPr="002811D4">
        <w:rPr>
          <w:rFonts w:cs="Arial"/>
          <w:sz w:val="16"/>
          <w:szCs w:val="16"/>
        </w:rPr>
        <w:t>osób prawnych, podmiotów lub organów, do których prawa własności bezpośrednio lub pośrednio w ponad 50 % należą do podmiotu, o którym mowa w lit. a) niniejszego ustępu; lub</w:t>
      </w:r>
      <w:bookmarkEnd w:id="2"/>
    </w:p>
    <w:p w14:paraId="4105C687" w14:textId="77777777" w:rsidR="0044079D" w:rsidRPr="002811D4" w:rsidRDefault="0044079D" w:rsidP="00F54340">
      <w:pPr>
        <w:pStyle w:val="Tekstprzypisudolnego"/>
        <w:numPr>
          <w:ilvl w:val="0"/>
          <w:numId w:val="39"/>
        </w:numPr>
        <w:rPr>
          <w:rFonts w:cs="Arial"/>
          <w:sz w:val="16"/>
          <w:szCs w:val="16"/>
        </w:rPr>
      </w:pPr>
      <w:r w:rsidRPr="002811D4">
        <w:rPr>
          <w:rFonts w:cs="Arial"/>
          <w:sz w:val="16"/>
          <w:szCs w:val="16"/>
        </w:rPr>
        <w:t>osób fizycznych lub prawnych, podmiotów lub organów działających w imieniu lub pod kierunkiem podmiotu, o którym mowa w lit. a) lub b) niniejszego ustępu,</w:t>
      </w:r>
    </w:p>
    <w:p w14:paraId="159E11CC" w14:textId="77777777" w:rsidR="0044079D" w:rsidRPr="002811D4" w:rsidRDefault="0044079D" w:rsidP="008D0F0C">
      <w:pPr>
        <w:pStyle w:val="Tekstprzypisudolnego"/>
        <w:jc w:val="both"/>
        <w:rPr>
          <w:rFonts w:cs="Arial"/>
          <w:sz w:val="16"/>
          <w:szCs w:val="16"/>
        </w:rPr>
      </w:pPr>
      <w:r w:rsidRPr="002811D4">
        <w:rPr>
          <w:rFonts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6C1D7009" w14:textId="77777777" w:rsidR="0044079D" w:rsidRPr="002811D4" w:rsidRDefault="0044079D" w:rsidP="008D0F0C">
      <w:pPr>
        <w:jc w:val="both"/>
        <w:rPr>
          <w:rFonts w:cs="Arial"/>
          <w:color w:val="222222"/>
          <w:sz w:val="16"/>
          <w:szCs w:val="16"/>
        </w:rPr>
      </w:pPr>
      <w:r w:rsidRPr="002811D4">
        <w:rPr>
          <w:rStyle w:val="Odwoanieprzypisudolnego"/>
          <w:rFonts w:cs="Arial"/>
          <w:sz w:val="16"/>
          <w:szCs w:val="16"/>
        </w:rPr>
        <w:footnoteRef/>
      </w:r>
      <w:r w:rsidRPr="002811D4">
        <w:rPr>
          <w:rFonts w:cs="Arial"/>
          <w:sz w:val="16"/>
          <w:szCs w:val="16"/>
        </w:rPr>
        <w:t xml:space="preserve"> </w:t>
      </w:r>
      <w:r w:rsidRPr="002811D4">
        <w:rPr>
          <w:rFonts w:cs="Arial"/>
          <w:color w:val="222222"/>
          <w:sz w:val="16"/>
          <w:szCs w:val="16"/>
        </w:rPr>
        <w:t xml:space="preserve">Zgodnie z treścią art. 7 ust. 1 ustawy z dnia 13 kwietnia 2022 r. </w:t>
      </w:r>
      <w:r w:rsidRPr="002811D4">
        <w:rPr>
          <w:rFonts w:cs="Arial"/>
          <w:i/>
          <w:iCs/>
          <w:color w:val="222222"/>
          <w:sz w:val="16"/>
          <w:szCs w:val="16"/>
        </w:rPr>
        <w:t xml:space="preserve">o szczególnych rozwiązaniach w zakresie przeciwdziałania wspieraniu agresji na Ukrainę oraz służących ochronie bezpieczeństwa narodowego,  </w:t>
      </w:r>
      <w:r w:rsidRPr="002811D4">
        <w:rPr>
          <w:rFonts w:cs="Arial"/>
          <w:color w:val="222222"/>
          <w:sz w:val="16"/>
          <w:szCs w:val="16"/>
        </w:rPr>
        <w:t>z postępowania o udzielenie zamówienia publicznego lub konkursu prowadzonego na podstawie ustawy Pzp wyklucza się:</w:t>
      </w:r>
    </w:p>
    <w:p w14:paraId="405FFA90" w14:textId="77777777" w:rsidR="0044079D" w:rsidRPr="002811D4" w:rsidRDefault="0044079D" w:rsidP="008D0F0C">
      <w:pPr>
        <w:jc w:val="both"/>
        <w:rPr>
          <w:rFonts w:cs="Arial"/>
          <w:color w:val="222222"/>
          <w:sz w:val="16"/>
          <w:szCs w:val="16"/>
        </w:rPr>
      </w:pPr>
      <w:r w:rsidRPr="002811D4">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D1C325D" w14:textId="77777777" w:rsidR="0044079D" w:rsidRPr="002811D4" w:rsidRDefault="0044079D" w:rsidP="008D0F0C">
      <w:pPr>
        <w:jc w:val="both"/>
        <w:rPr>
          <w:rFonts w:cs="Arial"/>
          <w:color w:val="222222"/>
          <w:sz w:val="16"/>
          <w:szCs w:val="16"/>
        </w:rPr>
      </w:pPr>
      <w:r w:rsidRPr="002811D4">
        <w:rPr>
          <w:rFonts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DC501A2" w14:textId="77777777" w:rsidR="0044079D" w:rsidRPr="002811D4" w:rsidRDefault="0044079D" w:rsidP="008D0F0C">
      <w:pPr>
        <w:jc w:val="both"/>
        <w:rPr>
          <w:rFonts w:cs="Arial"/>
          <w:sz w:val="16"/>
          <w:szCs w:val="16"/>
        </w:rPr>
      </w:pPr>
      <w:r w:rsidRPr="002811D4">
        <w:rPr>
          <w:rFonts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7E4DE" w14:textId="741A5426" w:rsidR="0044079D" w:rsidRDefault="0044079D" w:rsidP="002F70FF">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B46D" w14:textId="33DB034C" w:rsidR="0044079D" w:rsidRPr="00E6158F" w:rsidRDefault="00410096" w:rsidP="00F649CE">
    <w:pPr>
      <w:pStyle w:val="Nagwek"/>
      <w:rPr>
        <w:rFonts w:ascii="Trebuchet MS" w:hAnsi="Trebuchet MS" w:cs="Arial"/>
        <w:color w:val="808080" w:themeColor="background1" w:themeShade="80"/>
        <w:sz w:val="16"/>
        <w:szCs w:val="16"/>
      </w:rPr>
    </w:pPr>
    <w:r>
      <w:rPr>
        <w:rFonts w:ascii="Trebuchet MS" w:hAnsi="Trebuchet MS" w:cs="Arial"/>
        <w:noProof/>
        <w:color w:val="808080" w:themeColor="background1" w:themeShade="80"/>
        <w:sz w:val="16"/>
        <w:szCs w:val="16"/>
      </w:rPr>
      <mc:AlternateContent>
        <mc:Choice Requires="wps">
          <w:drawing>
            <wp:anchor distT="0" distB="0" distL="114300" distR="114300" simplePos="0" relativeHeight="251660288" behindDoc="0" locked="0" layoutInCell="1" allowOverlap="1" wp14:anchorId="142316E9" wp14:editId="08369012">
              <wp:simplePos x="0" y="0"/>
              <wp:positionH relativeFrom="column">
                <wp:posOffset>5739503</wp:posOffset>
              </wp:positionH>
              <wp:positionV relativeFrom="paragraph">
                <wp:posOffset>-246175</wp:posOffset>
              </wp:positionV>
              <wp:extent cx="921957" cy="513877"/>
              <wp:effectExtent l="0" t="0" r="0" b="635"/>
              <wp:wrapNone/>
              <wp:docPr id="4" name="Pole tekstowe 4"/>
              <wp:cNvGraphicFramePr/>
              <a:graphic xmlns:a="http://schemas.openxmlformats.org/drawingml/2006/main">
                <a:graphicData uri="http://schemas.microsoft.com/office/word/2010/wordprocessingShape">
                  <wps:wsp>
                    <wps:cNvSpPr txBox="1"/>
                    <wps:spPr>
                      <a:xfrm>
                        <a:off x="0" y="0"/>
                        <a:ext cx="921957" cy="513877"/>
                      </a:xfrm>
                      <a:prstGeom prst="rect">
                        <a:avLst/>
                      </a:prstGeom>
                      <a:solidFill>
                        <a:schemeClr val="lt1"/>
                      </a:solidFill>
                      <a:ln w="6350">
                        <a:noFill/>
                      </a:ln>
                    </wps:spPr>
                    <wps:txbx>
                      <w:txbxContent>
                        <w:p w14:paraId="303FA48B" w14:textId="3649E059" w:rsidR="00410096" w:rsidRDefault="00410096">
                          <w:r>
                            <w:rPr>
                              <w:rFonts w:ascii="Trebuchet MS" w:hAnsi="Trebuchet MS" w:cs="Arial"/>
                              <w:noProof/>
                              <w:color w:val="808080" w:themeColor="background1" w:themeShade="80"/>
                              <w:sz w:val="16"/>
                              <w:szCs w:val="16"/>
                            </w:rPr>
                            <w:drawing>
                              <wp:inline distT="0" distB="0" distL="0" distR="0" wp14:anchorId="4B3085D5" wp14:editId="1F8B0B81">
                                <wp:extent cx="723130" cy="347624"/>
                                <wp:effectExtent l="0" t="0" r="127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618" cy="358915"/>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2316E9" id="_x0000_t202" coordsize="21600,21600" o:spt="202" path="m,l,21600r21600,l21600,xe">
              <v:stroke joinstyle="miter"/>
              <v:path gradientshapeok="t" o:connecttype="rect"/>
            </v:shapetype>
            <v:shape id="Pole tekstowe 4" o:spid="_x0000_s1026" type="#_x0000_t202" style="position:absolute;margin-left:451.95pt;margin-top:-19.4pt;width:72.6pt;height:40.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" fillcolor="white [3201]" stroked="f" strokeweight=".5pt">
              <v:textbox>
                <w:txbxContent>
                  <w:p w14:paraId="303FA48B" w14:textId="3649E059" w:rsidR="00410096" w:rsidRDefault="00410096">
                    <w:r>
                      <w:rPr>
                        <w:rFonts w:ascii="Trebuchet MS" w:hAnsi="Trebuchet MS" w:cs="Arial"/>
                        <w:noProof/>
                        <w:color w:val="808080" w:themeColor="background1" w:themeShade="80"/>
                        <w:sz w:val="16"/>
                        <w:szCs w:val="16"/>
                      </w:rPr>
                      <w:drawing>
                        <wp:inline distT="0" distB="0" distL="0" distR="0" wp14:anchorId="4B3085D5" wp14:editId="1F8B0B81">
                          <wp:extent cx="723130" cy="347624"/>
                          <wp:effectExtent l="0" t="0" r="127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618" cy="358915"/>
                                  </a:xfrm>
                                  <a:prstGeom prst="rect">
                                    <a:avLst/>
                                  </a:prstGeom>
                                  <a:noFill/>
                                </pic:spPr>
                              </pic:pic>
                            </a:graphicData>
                          </a:graphic>
                        </wp:inline>
                      </w:drawing>
                    </w:r>
                  </w:p>
                </w:txbxContent>
              </v:textbox>
            </v:shape>
          </w:pict>
        </mc:Fallback>
      </mc:AlternateContent>
    </w:r>
    <w:r w:rsidR="0044079D" w:rsidRPr="00E6158F">
      <w:rPr>
        <w:rFonts w:ascii="Trebuchet MS" w:hAnsi="Trebuchet MS" w:cs="Arial"/>
        <w:color w:val="808080" w:themeColor="background1" w:themeShade="80"/>
        <w:sz w:val="16"/>
        <w:szCs w:val="16"/>
      </w:rPr>
      <w:t>Nazwa postępowania: „</w:t>
    </w:r>
    <w:r w:rsidR="00775C86" w:rsidRPr="00775C86">
      <w:rPr>
        <w:rFonts w:ascii="Trebuchet MS" w:hAnsi="Trebuchet MS" w:cs="Arial"/>
        <w:i/>
        <w:color w:val="808080" w:themeColor="background1" w:themeShade="80"/>
        <w:sz w:val="16"/>
        <w:szCs w:val="16"/>
      </w:rPr>
      <w:t>Zakup Usług Medycznych dla Pracowników PGE Obrót S.A.</w:t>
    </w:r>
    <w:r w:rsidR="0044079D" w:rsidRPr="00E6158F">
      <w:rPr>
        <w:rFonts w:ascii="Trebuchet MS" w:hAnsi="Trebuchet MS" w:cs="Arial"/>
        <w:color w:val="808080" w:themeColor="background1" w:themeShade="80"/>
        <w:sz w:val="16"/>
        <w:szCs w:val="16"/>
      </w:rPr>
      <w:t>”</w:t>
    </w:r>
  </w:p>
  <w:p w14:paraId="61B78978" w14:textId="6EA29097" w:rsidR="0044079D" w:rsidRDefault="0044079D" w:rsidP="00F649CE">
    <w:pPr>
      <w:pStyle w:val="Nagwek"/>
      <w:pBdr>
        <w:bottom w:val="single" w:sz="12" w:space="1" w:color="auto"/>
      </w:pBdr>
      <w:rPr>
        <w:rFonts w:ascii="Trebuchet MS" w:hAnsi="Trebuchet MS" w:cs="Arial"/>
        <w:color w:val="808080" w:themeColor="background1" w:themeShade="80"/>
        <w:sz w:val="16"/>
        <w:szCs w:val="16"/>
      </w:rPr>
    </w:pPr>
    <w:r w:rsidRPr="00E6158F">
      <w:rPr>
        <w:rFonts w:ascii="Trebuchet MS" w:hAnsi="Trebuchet MS" w:cs="Arial"/>
        <w:color w:val="808080" w:themeColor="background1" w:themeShade="80"/>
        <w:sz w:val="16"/>
        <w:szCs w:val="16"/>
      </w:rPr>
      <w:t>Nr postępowania</w:t>
    </w:r>
    <w:r w:rsidR="00C027FC">
      <w:rPr>
        <w:rFonts w:ascii="Trebuchet MS" w:hAnsi="Trebuchet MS" w:cs="Arial"/>
        <w:color w:val="808080" w:themeColor="background1" w:themeShade="80"/>
        <w:sz w:val="16"/>
        <w:szCs w:val="16"/>
      </w:rPr>
      <w:t xml:space="preserve">: </w:t>
    </w:r>
    <w:r w:rsidR="00C027FC" w:rsidRPr="00C027FC">
      <w:rPr>
        <w:rFonts w:ascii="Trebuchet MS" w:hAnsi="Trebuchet MS" w:cs="Arial"/>
        <w:color w:val="808080" w:themeColor="background1" w:themeShade="80"/>
        <w:sz w:val="16"/>
        <w:szCs w:val="16"/>
      </w:rPr>
      <w:t>POST/OBR/OBR/DZZ/00063/2025</w:t>
    </w:r>
  </w:p>
  <w:p w14:paraId="5EAC3271" w14:textId="77777777" w:rsidR="00410096" w:rsidRPr="003165EA" w:rsidRDefault="00410096" w:rsidP="00F649CE">
    <w:pPr>
      <w:pStyle w:val="Nagwek"/>
      <w:pBdr>
        <w:bottom w:val="single" w:sz="12" w:space="1" w:color="auto"/>
      </w:pBdr>
      <w:rPr>
        <w:rFonts w:ascii="Trebuchet MS" w:hAnsi="Trebuchet MS" w:cs="Arial"/>
        <w:color w:val="808080" w:themeColor="background1" w:themeShade="80"/>
        <w:sz w:val="8"/>
        <w:szCs w:val="8"/>
      </w:rPr>
    </w:pPr>
  </w:p>
  <w:p w14:paraId="5921B28F" w14:textId="77777777" w:rsidR="0044079D" w:rsidRPr="007E4942" w:rsidRDefault="0044079D" w:rsidP="00F649CE">
    <w:pPr>
      <w:pStyle w:val="Nagwek"/>
      <w:rPr>
        <w:rFonts w:ascii="Calibri" w:hAnsi="Calibri"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7A71" w14:textId="02207FFF" w:rsidR="0044079D" w:rsidRPr="009122CB" w:rsidRDefault="008906C9" w:rsidP="008906C9">
    <w:pPr>
      <w:pStyle w:val="Nagwek"/>
      <w:jc w:val="right"/>
      <w:rPr>
        <w:rFonts w:ascii="Arial" w:hAnsi="Arial" w:cs="Arial"/>
        <w:color w:val="FF0000"/>
        <w:sz w:val="18"/>
        <w:szCs w:val="18"/>
      </w:rPr>
    </w:pPr>
    <w:r>
      <w:rPr>
        <w:rFonts w:ascii="Trebuchet MS" w:hAnsi="Trebuchet MS" w:cs="Arial"/>
        <w:noProof/>
        <w:color w:val="808080" w:themeColor="background1" w:themeShade="80"/>
        <w:sz w:val="16"/>
        <w:szCs w:val="16"/>
      </w:rPr>
      <w:drawing>
        <wp:inline distT="0" distB="0" distL="0" distR="0" wp14:anchorId="4ADD6328" wp14:editId="2A31CF1C">
          <wp:extent cx="723130" cy="347624"/>
          <wp:effectExtent l="0" t="0" r="127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618" cy="358915"/>
                  </a:xfrm>
                  <a:prstGeom prst="rect">
                    <a:avLst/>
                  </a:prstGeom>
                  <a:noFill/>
                </pic:spPr>
              </pic:pic>
            </a:graphicData>
          </a:graphic>
        </wp:inline>
      </w:drawing>
    </w:r>
  </w:p>
  <w:p w14:paraId="3E8D809B" w14:textId="07E52D95" w:rsidR="0044079D" w:rsidRPr="00863437" w:rsidRDefault="0044079D" w:rsidP="008906C9">
    <w:pPr>
      <w:pStyle w:val="Nagwek"/>
      <w:pBdr>
        <w:bottom w:val="single" w:sz="12" w:space="1" w:color="auto"/>
      </w:pBdr>
      <w:tabs>
        <w:tab w:val="clear" w:pos="4536"/>
        <w:tab w:val="clear" w:pos="9072"/>
        <w:tab w:val="left" w:pos="8550"/>
      </w:tabs>
      <w:jc w:val="right"/>
      <w:rPr>
        <w:rFonts w:ascii="Arial" w:hAnsi="Arial" w:cs="Arial"/>
        <w:color w:val="000000"/>
        <w:sz w:val="18"/>
        <w:szCs w:val="18"/>
      </w:rPr>
    </w:pPr>
    <w:r>
      <w:rPr>
        <w:rFonts w:ascii="Arial" w:hAnsi="Arial" w:cs="Arial"/>
        <w:color w:val="000000"/>
        <w:sz w:val="18"/>
        <w:szCs w:val="18"/>
      </w:rPr>
      <w:tab/>
    </w:r>
    <w:r>
      <w:rPr>
        <w:rFonts w:ascii="Arial" w:hAnsi="Arial" w:cs="Arial"/>
        <w:color w:val="00000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536FFB"/>
    <w:multiLevelType w:val="hybridMultilevel"/>
    <w:tmpl w:val="FFFFFFFF"/>
    <w:lvl w:ilvl="0" w:tplc="FFFFFFFF">
      <w:start w:val="1"/>
      <w:numFmt w:val="bullet"/>
      <w:lvlText w:val="•"/>
      <w:lvlJc w:val="left"/>
    </w:lvl>
    <w:lvl w:ilvl="1" w:tplc="EFA5D1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A30F2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BB75DB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E1745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33D9714"/>
    <w:multiLevelType w:val="hybridMultilevel"/>
    <w:tmpl w:val="FFFFFFFF"/>
    <w:lvl w:ilvl="0" w:tplc="FFFFFFFF">
      <w:start w:val="1"/>
      <w:numFmt w:val="bullet"/>
      <w:lvlText w:val="•"/>
      <w:lvlJc w:val="left"/>
    </w:lvl>
    <w:lvl w:ilvl="1" w:tplc="B1EAC3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17B1ED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E634D4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3"/>
    <w:multiLevelType w:val="multilevel"/>
    <w:tmpl w:val="91D8A474"/>
    <w:name w:val="WW8Num3"/>
    <w:lvl w:ilvl="0">
      <w:start w:val="1"/>
      <w:numFmt w:val="decimal"/>
      <w:lvlText w:val="%1."/>
      <w:lvlJc w:val="left"/>
      <w:pPr>
        <w:tabs>
          <w:tab w:val="num" w:pos="360"/>
        </w:tabs>
        <w:ind w:left="360" w:hanging="360"/>
      </w:pPr>
      <w:rPr>
        <w:i w:val="0"/>
      </w:r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040"/>
        </w:tabs>
        <w:ind w:left="5040" w:hanging="2160"/>
      </w:pPr>
    </w:lvl>
  </w:abstractNum>
  <w:abstractNum w:abstractNumId="8" w15:restartNumberingAfterBreak="0">
    <w:nsid w:val="00000006"/>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9" w15:restartNumberingAfterBreak="0">
    <w:nsid w:val="00CC49A6"/>
    <w:multiLevelType w:val="multilevel"/>
    <w:tmpl w:val="0415001F"/>
    <w:numStyleLink w:val="Styl1"/>
  </w:abstractNum>
  <w:abstractNum w:abstractNumId="10" w15:restartNumberingAfterBreak="0">
    <w:nsid w:val="031A196B"/>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2A1EC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68E1F10"/>
    <w:multiLevelType w:val="singleLevel"/>
    <w:tmpl w:val="3E9EA188"/>
    <w:lvl w:ilvl="0">
      <w:start w:val="1"/>
      <w:numFmt w:val="decimal"/>
      <w:lvlText w:val="%1."/>
      <w:lvlJc w:val="left"/>
      <w:pPr>
        <w:tabs>
          <w:tab w:val="num" w:pos="360"/>
        </w:tabs>
        <w:ind w:left="360" w:hanging="360"/>
      </w:pPr>
      <w:rPr>
        <w:rFonts w:hint="default"/>
        <w:b w:val="0"/>
      </w:rPr>
    </w:lvl>
  </w:abstractNum>
  <w:abstractNum w:abstractNumId="13" w15:restartNumberingAfterBreak="0">
    <w:nsid w:val="06C30D11"/>
    <w:multiLevelType w:val="singleLevel"/>
    <w:tmpl w:val="C27A3F60"/>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072208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8C06AA1"/>
    <w:multiLevelType w:val="hybridMultilevel"/>
    <w:tmpl w:val="7DBC3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0E0FF3"/>
    <w:multiLevelType w:val="hybridMultilevel"/>
    <w:tmpl w:val="09625A36"/>
    <w:lvl w:ilvl="0" w:tplc="FFFFFFFF">
      <w:start w:val="2"/>
      <w:numFmt w:val="decimal"/>
      <w:lvlText w:val="%1."/>
      <w:lvlJc w:val="left"/>
      <w:pPr>
        <w:tabs>
          <w:tab w:val="num" w:pos="0"/>
        </w:tabs>
        <w:ind w:left="340" w:hanging="340"/>
      </w:pPr>
      <w:rPr>
        <w:rFonts w:ascii="Verdana" w:hAnsi="Verdana" w:cs="Arial" w:hint="default"/>
        <w:b w:val="0"/>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D517E9B"/>
    <w:multiLevelType w:val="hybridMultilevel"/>
    <w:tmpl w:val="24EA7F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C22EEC"/>
    <w:multiLevelType w:val="hybridMultilevel"/>
    <w:tmpl w:val="8D441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2A3497"/>
    <w:multiLevelType w:val="multilevel"/>
    <w:tmpl w:val="055262EE"/>
    <w:lvl w:ilvl="0">
      <w:start w:val="1"/>
      <w:numFmt w:val="decimal"/>
      <w:lvlText w:val="%1."/>
      <w:lvlJc w:val="left"/>
      <w:pPr>
        <w:ind w:left="408" w:hanging="408"/>
      </w:pPr>
      <w:rPr>
        <w:rFonts w:hint="default"/>
        <w:i w:val="0"/>
        <w:color w:val="auto"/>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lowerLetter"/>
      <w:lvlText w:val="%6)"/>
      <w:lvlJc w:val="left"/>
      <w:pPr>
        <w:ind w:left="4275" w:hanging="1440"/>
      </w:pPr>
      <w:rPr>
        <w:rFonts w:ascii="Verdana" w:eastAsia="Times New Roman" w:hAnsi="Verdana" w:cs="Calibri"/>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120F57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36A0824"/>
    <w:multiLevelType w:val="hybridMultilevel"/>
    <w:tmpl w:val="A7DE6D58"/>
    <w:lvl w:ilvl="0" w:tplc="654A445A">
      <w:start w:val="1"/>
      <w:numFmt w:val="decimal"/>
      <w:lvlText w:val="%1."/>
      <w:lvlJc w:val="left"/>
      <w:pPr>
        <w:ind w:left="502" w:hanging="360"/>
      </w:pPr>
      <w:rPr>
        <w:i w:val="0"/>
        <w:color w:val="auto"/>
      </w:rPr>
    </w:lvl>
    <w:lvl w:ilvl="1" w:tplc="95CC28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C94519"/>
    <w:multiLevelType w:val="hybridMultilevel"/>
    <w:tmpl w:val="7DBC30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B7B92"/>
    <w:multiLevelType w:val="multilevel"/>
    <w:tmpl w:val="0E5406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1815175E"/>
    <w:multiLevelType w:val="singleLevel"/>
    <w:tmpl w:val="4448EA72"/>
    <w:lvl w:ilvl="0">
      <w:start w:val="3"/>
      <w:numFmt w:val="upperRoman"/>
      <w:pStyle w:val="Nagwek7"/>
      <w:lvlText w:val="%1."/>
      <w:lvlJc w:val="left"/>
      <w:pPr>
        <w:tabs>
          <w:tab w:val="num" w:pos="720"/>
        </w:tabs>
        <w:ind w:left="720" w:hanging="720"/>
      </w:pPr>
      <w:rPr>
        <w:rFonts w:hint="default"/>
      </w:rPr>
    </w:lvl>
  </w:abstractNum>
  <w:abstractNum w:abstractNumId="25" w15:restartNumberingAfterBreak="0">
    <w:nsid w:val="1C191D58"/>
    <w:multiLevelType w:val="hybridMultilevel"/>
    <w:tmpl w:val="7C949836"/>
    <w:lvl w:ilvl="0" w:tplc="3D30D04C">
      <w:start w:val="1"/>
      <w:numFmt w:val="decimal"/>
      <w:lvlText w:val="%1."/>
      <w:lvlJc w:val="left"/>
      <w:pPr>
        <w:ind w:left="428" w:hanging="360"/>
      </w:pPr>
      <w:rPr>
        <w:rFonts w:hint="default"/>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6" w15:restartNumberingAfterBreak="0">
    <w:nsid w:val="21C827F2"/>
    <w:multiLevelType w:val="hybridMultilevel"/>
    <w:tmpl w:val="DAD0FAFC"/>
    <w:lvl w:ilvl="0" w:tplc="7EBEBB10">
      <w:start w:val="1"/>
      <w:numFmt w:val="lowerLetter"/>
      <w:lvlText w:val="%1)"/>
      <w:lvlJc w:val="left"/>
      <w:pPr>
        <w:tabs>
          <w:tab w:val="num" w:pos="340"/>
        </w:tabs>
        <w:ind w:left="340" w:hanging="340"/>
      </w:pPr>
      <w:rPr>
        <w:rFonts w:hint="default"/>
        <w:color w:val="0000FF"/>
      </w:rPr>
    </w:lvl>
    <w:lvl w:ilvl="1" w:tplc="2F5432AE">
      <w:start w:val="4"/>
      <w:numFmt w:val="lowerLetter"/>
      <w:lvlText w:val="%2)"/>
      <w:lvlJc w:val="left"/>
      <w:pPr>
        <w:tabs>
          <w:tab w:val="num" w:pos="340"/>
        </w:tabs>
        <w:ind w:left="340" w:hanging="340"/>
      </w:pPr>
      <w:rPr>
        <w:rFonts w:ascii="Verdana" w:eastAsia="Times New Roman" w:hAnsi="Verdana" w:cs="Arial" w:hint="default"/>
        <w:i w:val="0"/>
        <w:color w:val="000000"/>
        <w:sz w:val="20"/>
        <w:szCs w:val="20"/>
      </w:rPr>
    </w:lvl>
    <w:lvl w:ilvl="2" w:tplc="FCA25532">
      <w:start w:val="4"/>
      <w:numFmt w:val="upperRoman"/>
      <w:lvlText w:val="%3."/>
      <w:lvlJc w:val="left"/>
      <w:pPr>
        <w:ind w:left="4072" w:hanging="720"/>
      </w:pPr>
      <w:rPr>
        <w:rFonts w:hint="default"/>
      </w:rPr>
    </w:lvl>
    <w:lvl w:ilvl="3" w:tplc="0415000F" w:tentative="1">
      <w:start w:val="1"/>
      <w:numFmt w:val="decimal"/>
      <w:lvlText w:val="%4."/>
      <w:lvlJc w:val="left"/>
      <w:pPr>
        <w:tabs>
          <w:tab w:val="num" w:pos="4252"/>
        </w:tabs>
        <w:ind w:left="4252" w:hanging="360"/>
      </w:pPr>
    </w:lvl>
    <w:lvl w:ilvl="4" w:tplc="04150019" w:tentative="1">
      <w:start w:val="1"/>
      <w:numFmt w:val="lowerLetter"/>
      <w:lvlText w:val="%5."/>
      <w:lvlJc w:val="left"/>
      <w:pPr>
        <w:tabs>
          <w:tab w:val="num" w:pos="4972"/>
        </w:tabs>
        <w:ind w:left="4972" w:hanging="360"/>
      </w:pPr>
    </w:lvl>
    <w:lvl w:ilvl="5" w:tplc="0415001B" w:tentative="1">
      <w:start w:val="1"/>
      <w:numFmt w:val="lowerRoman"/>
      <w:lvlText w:val="%6."/>
      <w:lvlJc w:val="right"/>
      <w:pPr>
        <w:tabs>
          <w:tab w:val="num" w:pos="5692"/>
        </w:tabs>
        <w:ind w:left="5692" w:hanging="180"/>
      </w:pPr>
    </w:lvl>
    <w:lvl w:ilvl="6" w:tplc="0415000F" w:tentative="1">
      <w:start w:val="1"/>
      <w:numFmt w:val="decimal"/>
      <w:lvlText w:val="%7."/>
      <w:lvlJc w:val="left"/>
      <w:pPr>
        <w:tabs>
          <w:tab w:val="num" w:pos="6412"/>
        </w:tabs>
        <w:ind w:left="6412" w:hanging="360"/>
      </w:pPr>
    </w:lvl>
    <w:lvl w:ilvl="7" w:tplc="04150019" w:tentative="1">
      <w:start w:val="1"/>
      <w:numFmt w:val="lowerLetter"/>
      <w:lvlText w:val="%8."/>
      <w:lvlJc w:val="left"/>
      <w:pPr>
        <w:tabs>
          <w:tab w:val="num" w:pos="7132"/>
        </w:tabs>
        <w:ind w:left="7132" w:hanging="360"/>
      </w:pPr>
    </w:lvl>
    <w:lvl w:ilvl="8" w:tplc="0415001B" w:tentative="1">
      <w:start w:val="1"/>
      <w:numFmt w:val="lowerRoman"/>
      <w:lvlText w:val="%9."/>
      <w:lvlJc w:val="right"/>
      <w:pPr>
        <w:tabs>
          <w:tab w:val="num" w:pos="7852"/>
        </w:tabs>
        <w:ind w:left="7852" w:hanging="180"/>
      </w:pPr>
    </w:lvl>
  </w:abstractNum>
  <w:abstractNum w:abstractNumId="27" w15:restartNumberingAfterBreak="0">
    <w:nsid w:val="27260E08"/>
    <w:multiLevelType w:val="singleLevel"/>
    <w:tmpl w:val="D820D886"/>
    <w:lvl w:ilvl="0">
      <w:start w:val="4"/>
      <w:numFmt w:val="upperRoman"/>
      <w:pStyle w:val="Nagwek5"/>
      <w:lvlText w:val="%1. "/>
      <w:legacy w:legacy="1" w:legacySpace="0" w:legacyIndent="283"/>
      <w:lvlJc w:val="left"/>
      <w:pPr>
        <w:ind w:left="283" w:hanging="283"/>
      </w:pPr>
      <w:rPr>
        <w:rFonts w:ascii="Times New Roman" w:hAnsi="Times New Roman" w:hint="default"/>
        <w:b/>
        <w:i w:val="0"/>
        <w:sz w:val="24"/>
        <w:u w:val="none"/>
      </w:rPr>
    </w:lvl>
  </w:abstractNum>
  <w:abstractNum w:abstractNumId="28" w15:restartNumberingAfterBreak="0">
    <w:nsid w:val="2733089B"/>
    <w:multiLevelType w:val="hybridMultilevel"/>
    <w:tmpl w:val="4ECEC780"/>
    <w:lvl w:ilvl="0" w:tplc="F22C1024">
      <w:start w:val="1"/>
      <w:numFmt w:val="lowerLetter"/>
      <w:lvlText w:val="%1)"/>
      <w:lvlJc w:val="left"/>
      <w:pPr>
        <w:tabs>
          <w:tab w:val="num" w:pos="539"/>
        </w:tabs>
        <w:ind w:left="539" w:hanging="397"/>
      </w:pPr>
      <w:rPr>
        <w:rFonts w:ascii="Verdana" w:eastAsia="Times New Roman" w:hAnsi="Verdana" w:cs="Arial" w:hint="default"/>
        <w:i w:val="0"/>
        <w:color w:val="00000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73441B8"/>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30" w15:restartNumberingAfterBreak="0">
    <w:nsid w:val="2A023B08"/>
    <w:multiLevelType w:val="hybridMultilevel"/>
    <w:tmpl w:val="09625A36"/>
    <w:lvl w:ilvl="0" w:tplc="FFFFFFFF">
      <w:start w:val="2"/>
      <w:numFmt w:val="decimal"/>
      <w:lvlText w:val="%1."/>
      <w:lvlJc w:val="left"/>
      <w:pPr>
        <w:tabs>
          <w:tab w:val="num" w:pos="0"/>
        </w:tabs>
        <w:ind w:left="340" w:hanging="340"/>
      </w:pPr>
      <w:rPr>
        <w:rFonts w:ascii="Verdana" w:hAnsi="Verdana" w:cs="Arial" w:hint="default"/>
        <w:b w:val="0"/>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lvl>
  </w:abstractNum>
  <w:abstractNum w:abstractNumId="32" w15:restartNumberingAfterBreak="0">
    <w:nsid w:val="2D0A1047"/>
    <w:multiLevelType w:val="hybridMultilevel"/>
    <w:tmpl w:val="3564B51C"/>
    <w:lvl w:ilvl="0" w:tplc="0415000F">
      <w:start w:val="1"/>
      <w:numFmt w:val="decimal"/>
      <w:lvlText w:val="%1."/>
      <w:lvlJc w:val="left"/>
      <w:pPr>
        <w:ind w:left="502" w:hanging="360"/>
      </w:pPr>
    </w:lvl>
    <w:lvl w:ilvl="1" w:tplc="95CC28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7">
      <w:start w:val="1"/>
      <w:numFmt w:val="lowerLetter"/>
      <w:lvlText w:val="%6)"/>
      <w:lvlJc w:val="lef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7E7641"/>
    <w:multiLevelType w:val="hybridMultilevel"/>
    <w:tmpl w:val="B8566186"/>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4" w15:restartNumberingAfterBreak="0">
    <w:nsid w:val="3170598E"/>
    <w:multiLevelType w:val="hybridMultilevel"/>
    <w:tmpl w:val="E9620386"/>
    <w:lvl w:ilvl="0" w:tplc="6A4A3118">
      <w:start w:val="2"/>
      <w:numFmt w:val="decimal"/>
      <w:lvlText w:val="%1."/>
      <w:lvlJc w:val="left"/>
      <w:pPr>
        <w:tabs>
          <w:tab w:val="num" w:pos="360"/>
        </w:tabs>
        <w:ind w:left="340" w:hanging="340"/>
      </w:pPr>
      <w:rPr>
        <w:rFonts w:ascii="Verdana" w:hAnsi="Verdana" w:cs="Arial" w:hint="default"/>
        <w:color w:val="000000"/>
      </w:rPr>
    </w:lvl>
    <w:lvl w:ilvl="1" w:tplc="0392302C">
      <w:start w:val="2"/>
      <w:numFmt w:val="upperRoman"/>
      <w:lvlText w:val="%2."/>
      <w:lvlJc w:val="left"/>
      <w:pPr>
        <w:tabs>
          <w:tab w:val="num" w:pos="1800"/>
        </w:tabs>
        <w:ind w:left="1800" w:hanging="720"/>
      </w:pPr>
      <w:rPr>
        <w:rFonts w:hint="default"/>
      </w:rPr>
    </w:lvl>
    <w:lvl w:ilvl="2" w:tplc="F5FAF956">
      <w:start w:val="3"/>
      <w:numFmt w:val="upperRoman"/>
      <w:lvlText w:val="%3&gt;"/>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32E20E5"/>
    <w:multiLevelType w:val="multilevel"/>
    <w:tmpl w:val="6C9C36F0"/>
    <w:lvl w:ilvl="0">
      <w:start w:val="1"/>
      <w:numFmt w:val="decimal"/>
      <w:lvlText w:val="%1."/>
      <w:lvlJc w:val="left"/>
      <w:pPr>
        <w:tabs>
          <w:tab w:val="num" w:pos="360"/>
        </w:tabs>
        <w:ind w:left="340" w:hanging="340"/>
      </w:pPr>
    </w:lvl>
    <w:lvl w:ilvl="1">
      <w:start w:val="1"/>
      <w:numFmt w:val="lowerLetter"/>
      <w:lvlText w:val="%2."/>
      <w:lvlJc w:val="left"/>
      <w:pPr>
        <w:tabs>
          <w:tab w:val="num" w:pos="0"/>
        </w:tabs>
        <w:ind w:left="0" w:firstLine="0"/>
      </w:pPr>
    </w:lvl>
    <w:lvl w:ilvl="2">
      <w:start w:val="1"/>
      <w:numFmt w:val="decimal"/>
      <w:lvlText w:val="%3."/>
      <w:lvlJc w:val="left"/>
      <w:pPr>
        <w:tabs>
          <w:tab w:val="num" w:pos="44"/>
        </w:tabs>
        <w:ind w:left="2204" w:hanging="360"/>
      </w:pPr>
      <w:rPr>
        <w:rFonts w:ascii="Verdana" w:eastAsia="Times New Roman" w:hAnsi="Verdana" w:cs="Calibri" w:hint="default"/>
        <w:color w:val="auto"/>
      </w:rPr>
    </w:lvl>
    <w:lvl w:ilvl="3">
      <w:start w:val="1"/>
      <w:numFmt w:val="decimal"/>
      <w:lvlText w:val="%4."/>
      <w:lvlJc w:val="left"/>
      <w:pPr>
        <w:tabs>
          <w:tab w:val="num" w:pos="-2520"/>
        </w:tabs>
        <w:ind w:left="36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36" w15:restartNumberingAfterBreak="0">
    <w:nsid w:val="35652690"/>
    <w:multiLevelType w:val="hybridMultilevel"/>
    <w:tmpl w:val="2BDE2F28"/>
    <w:lvl w:ilvl="0" w:tplc="9CF4D00C">
      <w:start w:val="1"/>
      <w:numFmt w:val="lowerLetter"/>
      <w:lvlText w:val="%1)"/>
      <w:lvlJc w:val="left"/>
      <w:pPr>
        <w:ind w:left="643" w:hanging="360"/>
      </w:pPr>
      <w:rPr>
        <w:rFonts w:hint="default"/>
        <w:i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906140"/>
    <w:multiLevelType w:val="multilevel"/>
    <w:tmpl w:val="D740565C"/>
    <w:lvl w:ilvl="0">
      <w:start w:val="6"/>
      <w:numFmt w:val="upperRoman"/>
      <w:pStyle w:val="Nagwek1"/>
      <w:lvlText w:val="%1."/>
      <w:lvlJc w:val="right"/>
      <w:pPr>
        <w:tabs>
          <w:tab w:val="num" w:pos="1134"/>
        </w:tabs>
        <w:ind w:left="1134" w:firstLine="1"/>
      </w:pPr>
      <w:rPr>
        <w:rFonts w:hint="default"/>
        <w:sz w:val="28"/>
        <w:szCs w:val="28"/>
      </w:rPr>
    </w:lvl>
    <w:lvl w:ilvl="1">
      <w:start w:val="1"/>
      <w:numFmt w:val="decimal"/>
      <w:lvlText w:val="%1.%2."/>
      <w:lvlJc w:val="left"/>
      <w:pPr>
        <w:tabs>
          <w:tab w:val="num" w:pos="1156"/>
        </w:tabs>
        <w:ind w:left="508" w:hanging="432"/>
      </w:pPr>
      <w:rPr>
        <w:rFonts w:hint="default"/>
      </w:rPr>
    </w:lvl>
    <w:lvl w:ilvl="2">
      <w:start w:val="1"/>
      <w:numFmt w:val="decimal"/>
      <w:lvlText w:val="%1.%2.%3."/>
      <w:lvlJc w:val="left"/>
      <w:pPr>
        <w:tabs>
          <w:tab w:val="num" w:pos="1876"/>
        </w:tabs>
        <w:ind w:left="940" w:hanging="504"/>
      </w:pPr>
      <w:rPr>
        <w:rFonts w:hint="default"/>
      </w:rPr>
    </w:lvl>
    <w:lvl w:ilvl="3">
      <w:start w:val="1"/>
      <w:numFmt w:val="decimal"/>
      <w:lvlText w:val="%1.%2.%3.%4."/>
      <w:lvlJc w:val="left"/>
      <w:pPr>
        <w:tabs>
          <w:tab w:val="num" w:pos="2956"/>
        </w:tabs>
        <w:ind w:left="1444" w:hanging="648"/>
      </w:pPr>
      <w:rPr>
        <w:rFonts w:hint="default"/>
      </w:rPr>
    </w:lvl>
    <w:lvl w:ilvl="4">
      <w:start w:val="1"/>
      <w:numFmt w:val="decimal"/>
      <w:lvlText w:val="%1.%2.%3.%4.%5."/>
      <w:lvlJc w:val="left"/>
      <w:pPr>
        <w:tabs>
          <w:tab w:val="num" w:pos="3676"/>
        </w:tabs>
        <w:ind w:left="1948" w:hanging="792"/>
      </w:pPr>
      <w:rPr>
        <w:rFonts w:hint="default"/>
      </w:rPr>
    </w:lvl>
    <w:lvl w:ilvl="5">
      <w:start w:val="1"/>
      <w:numFmt w:val="decimal"/>
      <w:lvlText w:val="%1.%2.%3.%4.%5.%6."/>
      <w:lvlJc w:val="left"/>
      <w:pPr>
        <w:tabs>
          <w:tab w:val="num" w:pos="4396"/>
        </w:tabs>
        <w:ind w:left="2452" w:hanging="936"/>
      </w:pPr>
      <w:rPr>
        <w:rFonts w:hint="default"/>
      </w:rPr>
    </w:lvl>
    <w:lvl w:ilvl="6">
      <w:start w:val="1"/>
      <w:numFmt w:val="decimal"/>
      <w:lvlText w:val="%1.%2.%3.%4.%5.%6.%7."/>
      <w:lvlJc w:val="left"/>
      <w:pPr>
        <w:tabs>
          <w:tab w:val="num" w:pos="5116"/>
        </w:tabs>
        <w:ind w:left="2956" w:hanging="1080"/>
      </w:pPr>
      <w:rPr>
        <w:rFonts w:hint="default"/>
      </w:rPr>
    </w:lvl>
    <w:lvl w:ilvl="7">
      <w:start w:val="1"/>
      <w:numFmt w:val="decimal"/>
      <w:lvlText w:val="%1.%2.%3.%4.%5.%6.%7.%8."/>
      <w:lvlJc w:val="left"/>
      <w:pPr>
        <w:tabs>
          <w:tab w:val="num" w:pos="6196"/>
        </w:tabs>
        <w:ind w:left="3460" w:hanging="1224"/>
      </w:pPr>
      <w:rPr>
        <w:rFonts w:hint="default"/>
      </w:rPr>
    </w:lvl>
    <w:lvl w:ilvl="8">
      <w:start w:val="1"/>
      <w:numFmt w:val="decimal"/>
      <w:lvlText w:val="%1.%2.%3.%4.%5.%6.%7.%8.%9."/>
      <w:lvlJc w:val="left"/>
      <w:pPr>
        <w:tabs>
          <w:tab w:val="num" w:pos="6916"/>
        </w:tabs>
        <w:ind w:left="4036" w:hanging="1440"/>
      </w:pPr>
      <w:rPr>
        <w:rFonts w:hint="default"/>
      </w:rPr>
    </w:lvl>
  </w:abstractNum>
  <w:abstractNum w:abstractNumId="38" w15:restartNumberingAfterBreak="0">
    <w:nsid w:val="383505E8"/>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39" w15:restartNumberingAfterBreak="0">
    <w:nsid w:val="3BE636FA"/>
    <w:multiLevelType w:val="multilevel"/>
    <w:tmpl w:val="F1CA5E8E"/>
    <w:lvl w:ilvl="0">
      <w:start w:val="1"/>
      <w:numFmt w:val="decimal"/>
      <w:lvlText w:val="%1."/>
      <w:lvlJc w:val="left"/>
      <w:pPr>
        <w:tabs>
          <w:tab w:val="num" w:pos="0"/>
        </w:tabs>
        <w:ind w:left="340" w:hanging="340"/>
      </w:pPr>
      <w:rPr>
        <w:rFonts w:ascii="Verdana" w:hAnsi="Verdana" w:cs="Arial" w:hint="default"/>
        <w:b w:val="0"/>
        <w:i w:val="0"/>
        <w:sz w:val="20"/>
        <w:szCs w:val="20"/>
      </w:rPr>
    </w:lvl>
    <w:lvl w:ilvl="1">
      <w:start w:val="1"/>
      <w:numFmt w:val="decimal"/>
      <w:isLgl/>
      <w:lvlText w:val="%1.%2."/>
      <w:lvlJc w:val="left"/>
      <w:pPr>
        <w:ind w:left="860" w:hanging="435"/>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40" w15:restartNumberingAfterBreak="0">
    <w:nsid w:val="428241EA"/>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41" w15:restartNumberingAfterBreak="0">
    <w:nsid w:val="4301365E"/>
    <w:multiLevelType w:val="multilevel"/>
    <w:tmpl w:val="7102E16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40"/>
        </w:tabs>
        <w:ind w:left="340" w:hanging="340"/>
      </w:pPr>
      <w:rPr>
        <w:rFonts w:ascii="Arial" w:eastAsia="Times New Roman" w:hAnsi="Arial" w:cs="Arial"/>
        <w:color w:val="000000"/>
      </w:rPr>
    </w:lvl>
    <w:lvl w:ilvl="2">
      <w:start w:val="4"/>
      <w:numFmt w:val="upperRoman"/>
      <w:lvlText w:val="%3."/>
      <w:lvlJc w:val="left"/>
      <w:pPr>
        <w:ind w:left="4072" w:hanging="720"/>
      </w:pPr>
      <w:rPr>
        <w:rFonts w:hint="default"/>
      </w:rPr>
    </w:lvl>
    <w:lvl w:ilvl="3" w:tentative="1">
      <w:start w:val="1"/>
      <w:numFmt w:val="decimal"/>
      <w:lvlText w:val="%4."/>
      <w:lvlJc w:val="left"/>
      <w:pPr>
        <w:tabs>
          <w:tab w:val="num" w:pos="4252"/>
        </w:tabs>
        <w:ind w:left="4252" w:hanging="360"/>
      </w:pPr>
    </w:lvl>
    <w:lvl w:ilvl="4" w:tentative="1">
      <w:start w:val="1"/>
      <w:numFmt w:val="lowerLetter"/>
      <w:lvlText w:val="%5."/>
      <w:lvlJc w:val="left"/>
      <w:pPr>
        <w:tabs>
          <w:tab w:val="num" w:pos="4972"/>
        </w:tabs>
        <w:ind w:left="4972" w:hanging="360"/>
      </w:pPr>
    </w:lvl>
    <w:lvl w:ilvl="5" w:tentative="1">
      <w:start w:val="1"/>
      <w:numFmt w:val="lowerRoman"/>
      <w:lvlText w:val="%6."/>
      <w:lvlJc w:val="right"/>
      <w:pPr>
        <w:tabs>
          <w:tab w:val="num" w:pos="5692"/>
        </w:tabs>
        <w:ind w:left="5692" w:hanging="180"/>
      </w:pPr>
    </w:lvl>
    <w:lvl w:ilvl="6" w:tentative="1">
      <w:start w:val="1"/>
      <w:numFmt w:val="decimal"/>
      <w:lvlText w:val="%7."/>
      <w:lvlJc w:val="left"/>
      <w:pPr>
        <w:tabs>
          <w:tab w:val="num" w:pos="6412"/>
        </w:tabs>
        <w:ind w:left="6412" w:hanging="360"/>
      </w:pPr>
    </w:lvl>
    <w:lvl w:ilvl="7" w:tentative="1">
      <w:start w:val="1"/>
      <w:numFmt w:val="lowerLetter"/>
      <w:lvlText w:val="%8."/>
      <w:lvlJc w:val="left"/>
      <w:pPr>
        <w:tabs>
          <w:tab w:val="num" w:pos="7132"/>
        </w:tabs>
        <w:ind w:left="7132" w:hanging="360"/>
      </w:pPr>
    </w:lvl>
    <w:lvl w:ilvl="8" w:tentative="1">
      <w:start w:val="1"/>
      <w:numFmt w:val="lowerRoman"/>
      <w:lvlText w:val="%9."/>
      <w:lvlJc w:val="right"/>
      <w:pPr>
        <w:tabs>
          <w:tab w:val="num" w:pos="7852"/>
        </w:tabs>
        <w:ind w:left="7852" w:hanging="180"/>
      </w:pPr>
    </w:lvl>
  </w:abstractNum>
  <w:abstractNum w:abstractNumId="42" w15:restartNumberingAfterBreak="0">
    <w:nsid w:val="437C2F73"/>
    <w:multiLevelType w:val="hybridMultilevel"/>
    <w:tmpl w:val="24EA7F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4B7E1B"/>
    <w:multiLevelType w:val="hybridMultilevel"/>
    <w:tmpl w:val="3D7413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FAE15DA"/>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45" w15:restartNumberingAfterBreak="0">
    <w:nsid w:val="516251BA"/>
    <w:multiLevelType w:val="multilevel"/>
    <w:tmpl w:val="6C9C36F0"/>
    <w:lvl w:ilvl="0">
      <w:start w:val="1"/>
      <w:numFmt w:val="decimal"/>
      <w:lvlText w:val="%1."/>
      <w:lvlJc w:val="left"/>
      <w:pPr>
        <w:tabs>
          <w:tab w:val="num" w:pos="360"/>
        </w:tabs>
        <w:ind w:left="340" w:hanging="340"/>
      </w:pPr>
    </w:lvl>
    <w:lvl w:ilvl="1">
      <w:start w:val="1"/>
      <w:numFmt w:val="lowerLetter"/>
      <w:lvlText w:val="%2."/>
      <w:lvlJc w:val="left"/>
      <w:pPr>
        <w:tabs>
          <w:tab w:val="num" w:pos="0"/>
        </w:tabs>
        <w:ind w:left="0" w:firstLine="0"/>
      </w:pPr>
    </w:lvl>
    <w:lvl w:ilvl="2">
      <w:start w:val="1"/>
      <w:numFmt w:val="decimal"/>
      <w:lvlText w:val="%3."/>
      <w:lvlJc w:val="left"/>
      <w:pPr>
        <w:tabs>
          <w:tab w:val="num" w:pos="44"/>
        </w:tabs>
        <w:ind w:left="2204" w:hanging="360"/>
      </w:pPr>
      <w:rPr>
        <w:rFonts w:ascii="Verdana" w:eastAsia="Times New Roman" w:hAnsi="Verdana" w:cs="Calibri" w:hint="default"/>
        <w:color w:val="auto"/>
      </w:rPr>
    </w:lvl>
    <w:lvl w:ilvl="3">
      <w:start w:val="1"/>
      <w:numFmt w:val="decimal"/>
      <w:lvlText w:val="%4."/>
      <w:lvlJc w:val="left"/>
      <w:pPr>
        <w:tabs>
          <w:tab w:val="num" w:pos="-2520"/>
        </w:tabs>
        <w:ind w:left="36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46" w15:restartNumberingAfterBreak="0">
    <w:nsid w:val="53AC3177"/>
    <w:multiLevelType w:val="hybridMultilevel"/>
    <w:tmpl w:val="24EA7F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B57FD2"/>
    <w:multiLevelType w:val="hybridMultilevel"/>
    <w:tmpl w:val="D84C730E"/>
    <w:lvl w:ilvl="0" w:tplc="7A0E10EC">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1361C8"/>
    <w:multiLevelType w:val="hybridMultilevel"/>
    <w:tmpl w:val="8944962E"/>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71C25D4"/>
    <w:multiLevelType w:val="multilevel"/>
    <w:tmpl w:val="D23E0C7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5AA47D6D"/>
    <w:multiLevelType w:val="hybridMultilevel"/>
    <w:tmpl w:val="6D0A9070"/>
    <w:lvl w:ilvl="0" w:tplc="0415000B">
      <w:start w:val="1"/>
      <w:numFmt w:val="bullet"/>
      <w:lvlText w:val=""/>
      <w:lvlJc w:val="left"/>
      <w:pPr>
        <w:tabs>
          <w:tab w:val="num" w:pos="142"/>
        </w:tabs>
        <w:ind w:left="482" w:hanging="340"/>
      </w:pPr>
      <w:rPr>
        <w:rFonts w:ascii="Wingdings" w:hAnsi="Wingdings" w:hint="default"/>
        <w:b w:val="0"/>
        <w:i w:val="0"/>
        <w:sz w:val="22"/>
        <w:szCs w:val="22"/>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51" w15:restartNumberingAfterBreak="0">
    <w:nsid w:val="5AB81952"/>
    <w:multiLevelType w:val="hybridMultilevel"/>
    <w:tmpl w:val="BACCBD6C"/>
    <w:lvl w:ilvl="0" w:tplc="8F4010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301C48"/>
    <w:multiLevelType w:val="hybridMultilevel"/>
    <w:tmpl w:val="09625A36"/>
    <w:lvl w:ilvl="0" w:tplc="FFFFFFFF">
      <w:start w:val="2"/>
      <w:numFmt w:val="decimal"/>
      <w:lvlText w:val="%1."/>
      <w:lvlJc w:val="left"/>
      <w:pPr>
        <w:tabs>
          <w:tab w:val="num" w:pos="0"/>
        </w:tabs>
        <w:ind w:left="340" w:hanging="340"/>
      </w:pPr>
      <w:rPr>
        <w:rFonts w:ascii="Verdana" w:hAnsi="Verdana" w:cs="Arial" w:hint="default"/>
        <w:b w:val="0"/>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5E292639"/>
    <w:multiLevelType w:val="hybridMultilevel"/>
    <w:tmpl w:val="09625A36"/>
    <w:lvl w:ilvl="0" w:tplc="FFFFFFFF">
      <w:start w:val="2"/>
      <w:numFmt w:val="decimal"/>
      <w:lvlText w:val="%1."/>
      <w:lvlJc w:val="left"/>
      <w:pPr>
        <w:tabs>
          <w:tab w:val="num" w:pos="0"/>
        </w:tabs>
        <w:ind w:left="340" w:hanging="340"/>
      </w:pPr>
      <w:rPr>
        <w:rFonts w:ascii="Verdana" w:hAnsi="Verdana" w:cs="Arial" w:hint="default"/>
        <w:b w:val="0"/>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61315B9D"/>
    <w:multiLevelType w:val="hybridMultilevel"/>
    <w:tmpl w:val="40E85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C73B36"/>
    <w:multiLevelType w:val="hybridMultilevel"/>
    <w:tmpl w:val="1A4295AE"/>
    <w:lvl w:ilvl="0" w:tplc="FFFFFFFF">
      <w:start w:val="1"/>
      <w:numFmt w:val="lowerLetter"/>
      <w:lvlText w:val="%1)"/>
      <w:lvlJc w:val="left"/>
      <w:pPr>
        <w:tabs>
          <w:tab w:val="num" w:pos="5130"/>
        </w:tabs>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lowerLetter"/>
      <w:lvlText w:val="%3)"/>
      <w:lvlJc w:val="left"/>
      <w:pPr>
        <w:tabs>
          <w:tab w:val="num" w:pos="7110"/>
        </w:tabs>
        <w:ind w:left="1980"/>
      </w:pPr>
      <w:rPr>
        <w:rFonts w:cs="Times New Roman" w:hint="default"/>
      </w:rPr>
    </w:lvl>
    <w:lvl w:ilvl="3" w:tplc="9DC62ADA">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6" w15:restartNumberingAfterBreak="0">
    <w:nsid w:val="634C2FC5"/>
    <w:multiLevelType w:val="hybridMultilevel"/>
    <w:tmpl w:val="CBF6201A"/>
    <w:lvl w:ilvl="0" w:tplc="EB98CAE6">
      <w:start w:val="1"/>
      <w:numFmt w:val="upperRoman"/>
      <w:pStyle w:val="Spistreci3"/>
      <w:lvlText w:val="%1."/>
      <w:lvlJc w:val="left"/>
      <w:pPr>
        <w:ind w:left="1123" w:hanging="720"/>
      </w:pPr>
      <w:rPr>
        <w:rFonts w:ascii="Verdana" w:eastAsia="Times New Roman" w:hAnsi="Verdana" w:cs="Times New Roman" w:hint="default"/>
        <w:b/>
        <w:bCs/>
        <w:i w:val="0"/>
        <w:iCs w:val="0"/>
        <w:color w:val="auto"/>
        <w:sz w:val="20"/>
        <w:u w:val="none"/>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7" w15:restartNumberingAfterBreak="0">
    <w:nsid w:val="6851457B"/>
    <w:multiLevelType w:val="multilevel"/>
    <w:tmpl w:val="C33676C0"/>
    <w:lvl w:ilvl="0">
      <w:start w:val="5"/>
      <w:numFmt w:val="decimal"/>
      <w:lvlText w:val="%1."/>
      <w:lvlJc w:val="left"/>
      <w:pPr>
        <w:ind w:left="360" w:hanging="360"/>
      </w:pPr>
      <w:rPr>
        <w:rFonts w:hint="default"/>
        <w:b/>
      </w:rPr>
    </w:lvl>
    <w:lvl w:ilvl="1">
      <w:start w:val="1"/>
      <w:numFmt w:val="lowerLetter"/>
      <w:lvlText w:val="%2)"/>
      <w:lvlJc w:val="left"/>
      <w:pPr>
        <w:ind w:left="360" w:hanging="360"/>
      </w:pPr>
      <w:rPr>
        <w:rFonts w:hint="default"/>
        <w:b w:val="0"/>
        <w:i w:val="0"/>
        <w:sz w:val="20"/>
        <w:szCs w:val="20"/>
      </w:rPr>
    </w:lvl>
    <w:lvl w:ilvl="2">
      <w:start w:val="1"/>
      <w:numFmt w:val="decimal"/>
      <w:lvlText w:val="%1.%2.%3."/>
      <w:lvlJc w:val="left"/>
      <w:pPr>
        <w:ind w:left="5823"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6C86214C"/>
    <w:multiLevelType w:val="hybridMultilevel"/>
    <w:tmpl w:val="09625A36"/>
    <w:lvl w:ilvl="0" w:tplc="596E28FC">
      <w:start w:val="2"/>
      <w:numFmt w:val="decimal"/>
      <w:lvlText w:val="%1."/>
      <w:lvlJc w:val="left"/>
      <w:pPr>
        <w:tabs>
          <w:tab w:val="num" w:pos="0"/>
        </w:tabs>
        <w:ind w:left="340" w:hanging="340"/>
      </w:pPr>
      <w:rPr>
        <w:rFonts w:ascii="Verdana" w:hAnsi="Verdana" w:cs="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FBF4346"/>
    <w:multiLevelType w:val="hybridMultilevel"/>
    <w:tmpl w:val="34F6242A"/>
    <w:lvl w:ilvl="0" w:tplc="ADB213B2">
      <w:start w:val="1"/>
      <w:numFmt w:val="decimal"/>
      <w:lvlText w:val="%1."/>
      <w:lvlJc w:val="left"/>
      <w:pPr>
        <w:tabs>
          <w:tab w:val="num" w:pos="357"/>
        </w:tabs>
        <w:ind w:left="357" w:hanging="357"/>
      </w:pPr>
      <w:rPr>
        <w:rFonts w:hint="default"/>
        <w:b w:val="0"/>
        <w:i w:val="0"/>
        <w:color w:val="000000"/>
        <w:sz w:val="20"/>
        <w:szCs w:val="20"/>
      </w:rPr>
    </w:lvl>
    <w:lvl w:ilvl="1" w:tplc="81249F18">
      <w:start w:val="1"/>
      <w:numFmt w:val="lowerLetter"/>
      <w:lvlText w:val="%2)"/>
      <w:lvlJc w:val="left"/>
      <w:pPr>
        <w:ind w:left="1515" w:hanging="43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1162FA8"/>
    <w:multiLevelType w:val="singleLevel"/>
    <w:tmpl w:val="C27A3F60"/>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718C653B"/>
    <w:multiLevelType w:val="multilevel"/>
    <w:tmpl w:val="9DEA99A8"/>
    <w:lvl w:ilvl="0">
      <w:start w:val="12"/>
      <w:numFmt w:val="decimal"/>
      <w:lvlText w:val="%1"/>
      <w:lvlJc w:val="left"/>
      <w:pPr>
        <w:ind w:left="462" w:hanging="462"/>
      </w:pPr>
      <w:rPr>
        <w:rFonts w:hint="default"/>
      </w:rPr>
    </w:lvl>
    <w:lvl w:ilvl="1">
      <w:start w:val="2"/>
      <w:numFmt w:val="decimal"/>
      <w:lvlText w:val="%1.%2"/>
      <w:lvlJc w:val="left"/>
      <w:pPr>
        <w:ind w:left="1644" w:hanging="7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852" w:hanging="1080"/>
      </w:pPr>
      <w:rPr>
        <w:rFonts w:hint="default"/>
      </w:rPr>
    </w:lvl>
    <w:lvl w:ilvl="4">
      <w:start w:val="1"/>
      <w:numFmt w:val="decimal"/>
      <w:lvlText w:val="%1.%2.%3.%4.%5"/>
      <w:lvlJc w:val="left"/>
      <w:pPr>
        <w:ind w:left="5136" w:hanging="1440"/>
      </w:pPr>
      <w:rPr>
        <w:rFonts w:hint="default"/>
      </w:rPr>
    </w:lvl>
    <w:lvl w:ilvl="5">
      <w:start w:val="1"/>
      <w:numFmt w:val="decimal"/>
      <w:lvlText w:val="%1.%2.%3.%4.%5.%6"/>
      <w:lvlJc w:val="left"/>
      <w:pPr>
        <w:ind w:left="6060" w:hanging="1440"/>
      </w:pPr>
      <w:rPr>
        <w:rFonts w:hint="default"/>
      </w:rPr>
    </w:lvl>
    <w:lvl w:ilvl="6">
      <w:start w:val="1"/>
      <w:numFmt w:val="decimal"/>
      <w:lvlText w:val="%1.%2.%3.%4.%5.%6.%7"/>
      <w:lvlJc w:val="left"/>
      <w:pPr>
        <w:ind w:left="7344" w:hanging="1800"/>
      </w:pPr>
      <w:rPr>
        <w:rFonts w:hint="default"/>
      </w:rPr>
    </w:lvl>
    <w:lvl w:ilvl="7">
      <w:start w:val="1"/>
      <w:numFmt w:val="decimal"/>
      <w:lvlText w:val="%1.%2.%3.%4.%5.%6.%7.%8"/>
      <w:lvlJc w:val="left"/>
      <w:pPr>
        <w:ind w:left="8628" w:hanging="2160"/>
      </w:pPr>
      <w:rPr>
        <w:rFonts w:hint="default"/>
      </w:rPr>
    </w:lvl>
    <w:lvl w:ilvl="8">
      <w:start w:val="1"/>
      <w:numFmt w:val="decimal"/>
      <w:lvlText w:val="%1.%2.%3.%4.%5.%6.%7.%8.%9"/>
      <w:lvlJc w:val="left"/>
      <w:pPr>
        <w:ind w:left="9552" w:hanging="2160"/>
      </w:pPr>
      <w:rPr>
        <w:rFonts w:hint="default"/>
      </w:rPr>
    </w:lvl>
  </w:abstractNum>
  <w:abstractNum w:abstractNumId="63" w15:restartNumberingAfterBreak="0">
    <w:nsid w:val="71964907"/>
    <w:multiLevelType w:val="hybridMultilevel"/>
    <w:tmpl w:val="90385D1A"/>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64" w15:restartNumberingAfterBreak="0">
    <w:nsid w:val="71995419"/>
    <w:multiLevelType w:val="hybridMultilevel"/>
    <w:tmpl w:val="29482C08"/>
    <w:lvl w:ilvl="0" w:tplc="73A60324">
      <w:start w:val="1"/>
      <w:numFmt w:val="bullet"/>
      <w:lvlText w:val=""/>
      <w:lvlJc w:val="left"/>
      <w:pPr>
        <w:ind w:left="720" w:hanging="360"/>
      </w:pPr>
      <w:rPr>
        <w:rFonts w:ascii="Symbol" w:hAnsi="Symbol" w:hint="default"/>
        <w:b/>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19E7BF6"/>
    <w:multiLevelType w:val="hybridMultilevel"/>
    <w:tmpl w:val="C6D67532"/>
    <w:lvl w:ilvl="0" w:tplc="04150017">
      <w:start w:val="1"/>
      <w:numFmt w:val="lowerLetter"/>
      <w:lvlText w:val="%1)"/>
      <w:lvlJc w:val="left"/>
      <w:pPr>
        <w:ind w:left="2280" w:hanging="360"/>
      </w:pPr>
    </w:lvl>
    <w:lvl w:ilvl="1" w:tplc="04150001">
      <w:start w:val="1"/>
      <w:numFmt w:val="bullet"/>
      <w:lvlText w:val=""/>
      <w:lvlJc w:val="left"/>
      <w:pPr>
        <w:ind w:left="3000" w:hanging="360"/>
      </w:pPr>
      <w:rPr>
        <w:rFonts w:ascii="Symbol" w:hAnsi="Symbol" w:hint="default"/>
      </w:r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66" w15:restartNumberingAfterBreak="0">
    <w:nsid w:val="742B6430"/>
    <w:multiLevelType w:val="hybridMultilevel"/>
    <w:tmpl w:val="AC5852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411E3B"/>
    <w:multiLevelType w:val="hybridMultilevel"/>
    <w:tmpl w:val="09625A36"/>
    <w:lvl w:ilvl="0" w:tplc="FFFFFFFF">
      <w:start w:val="2"/>
      <w:numFmt w:val="decimal"/>
      <w:lvlText w:val="%1."/>
      <w:lvlJc w:val="left"/>
      <w:pPr>
        <w:tabs>
          <w:tab w:val="num" w:pos="0"/>
        </w:tabs>
        <w:ind w:left="340" w:hanging="340"/>
      </w:pPr>
      <w:rPr>
        <w:rFonts w:ascii="Verdana" w:hAnsi="Verdana" w:cs="Arial" w:hint="default"/>
        <w:b w:val="0"/>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8988D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7A385E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7B0D7CEF"/>
    <w:multiLevelType w:val="multilevel"/>
    <w:tmpl w:val="2446DBA2"/>
    <w:lvl w:ilvl="0">
      <w:start w:val="1"/>
      <w:numFmt w:val="decimal"/>
      <w:lvlText w:val="%1."/>
      <w:lvlJc w:val="left"/>
      <w:pPr>
        <w:tabs>
          <w:tab w:val="num" w:pos="360"/>
        </w:tabs>
        <w:ind w:left="340" w:hanging="34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16cid:durableId="850484823">
    <w:abstractNumId w:val="27"/>
  </w:num>
  <w:num w:numId="2" w16cid:durableId="497813319">
    <w:abstractNumId w:val="24"/>
  </w:num>
  <w:num w:numId="3" w16cid:durableId="484398046">
    <w:abstractNumId w:val="8"/>
  </w:num>
  <w:num w:numId="4" w16cid:durableId="111365771">
    <w:abstractNumId w:val="41"/>
  </w:num>
  <w:num w:numId="5" w16cid:durableId="1514568004">
    <w:abstractNumId w:val="61"/>
  </w:num>
  <w:num w:numId="6" w16cid:durableId="300579285">
    <w:abstractNumId w:val="13"/>
  </w:num>
  <w:num w:numId="7" w16cid:durableId="931089460">
    <w:abstractNumId w:val="37"/>
  </w:num>
  <w:num w:numId="8" w16cid:durableId="1935437292">
    <w:abstractNumId w:val="34"/>
  </w:num>
  <w:num w:numId="9" w16cid:durableId="1134450416">
    <w:abstractNumId w:val="45"/>
  </w:num>
  <w:num w:numId="10" w16cid:durableId="1479762056">
    <w:abstractNumId w:val="26"/>
  </w:num>
  <w:num w:numId="11" w16cid:durableId="2028632650">
    <w:abstractNumId w:val="58"/>
  </w:num>
  <w:num w:numId="12" w16cid:durableId="1404258478">
    <w:abstractNumId w:val="31"/>
  </w:num>
  <w:num w:numId="13" w16cid:durableId="32969268">
    <w:abstractNumId w:val="55"/>
  </w:num>
  <w:num w:numId="14" w16cid:durableId="92090039">
    <w:abstractNumId w:val="15"/>
  </w:num>
  <w:num w:numId="15" w16cid:durableId="1164586022">
    <w:abstractNumId w:val="46"/>
  </w:num>
  <w:num w:numId="16" w16cid:durableId="704986749">
    <w:abstractNumId w:val="18"/>
  </w:num>
  <w:num w:numId="17" w16cid:durableId="1386878478">
    <w:abstractNumId w:val="36"/>
  </w:num>
  <w:num w:numId="18" w16cid:durableId="477263250">
    <w:abstractNumId w:val="66"/>
  </w:num>
  <w:num w:numId="19" w16cid:durableId="522010776">
    <w:abstractNumId w:val="22"/>
  </w:num>
  <w:num w:numId="20" w16cid:durableId="403144458">
    <w:abstractNumId w:val="39"/>
  </w:num>
  <w:num w:numId="21" w16cid:durableId="1337030663">
    <w:abstractNumId w:val="50"/>
  </w:num>
  <w:num w:numId="22" w16cid:durableId="1060665122">
    <w:abstractNumId w:val="32"/>
  </w:num>
  <w:num w:numId="23" w16cid:durableId="1808428426">
    <w:abstractNumId w:val="54"/>
  </w:num>
  <w:num w:numId="24" w16cid:durableId="1447846041">
    <w:abstractNumId w:val="23"/>
  </w:num>
  <w:num w:numId="25" w16cid:durableId="1459302998">
    <w:abstractNumId w:val="48"/>
  </w:num>
  <w:num w:numId="26" w16cid:durableId="1370372420">
    <w:abstractNumId w:val="28"/>
  </w:num>
  <w:num w:numId="27" w16cid:durableId="798260017">
    <w:abstractNumId w:val="12"/>
  </w:num>
  <w:num w:numId="28" w16cid:durableId="730347002">
    <w:abstractNumId w:val="59"/>
  </w:num>
  <w:num w:numId="29" w16cid:durableId="914121978">
    <w:abstractNumId w:val="49"/>
  </w:num>
  <w:num w:numId="30" w16cid:durableId="782961547">
    <w:abstractNumId w:val="57"/>
  </w:num>
  <w:num w:numId="31" w16cid:durableId="598224399">
    <w:abstractNumId w:val="65"/>
  </w:num>
  <w:num w:numId="32" w16cid:durableId="1692536015">
    <w:abstractNumId w:val="47"/>
  </w:num>
  <w:num w:numId="33" w16cid:durableId="1128087799">
    <w:abstractNumId w:val="21"/>
  </w:num>
  <w:num w:numId="34" w16cid:durableId="593049516">
    <w:abstractNumId w:val="17"/>
  </w:num>
  <w:num w:numId="35" w16cid:durableId="1839273123">
    <w:abstractNumId w:val="42"/>
  </w:num>
  <w:num w:numId="36" w16cid:durableId="383991868">
    <w:abstractNumId w:val="19"/>
  </w:num>
  <w:num w:numId="37" w16cid:durableId="817691">
    <w:abstractNumId w:val="63"/>
  </w:num>
  <w:num w:numId="38" w16cid:durableId="240255153">
    <w:abstractNumId w:val="43"/>
  </w:num>
  <w:num w:numId="39" w16cid:durableId="2058046954">
    <w:abstractNumId w:val="60"/>
  </w:num>
  <w:num w:numId="40" w16cid:durableId="1510483919">
    <w:abstractNumId w:val="51"/>
  </w:num>
  <w:num w:numId="41" w16cid:durableId="1688601266">
    <w:abstractNumId w:val="25"/>
  </w:num>
  <w:num w:numId="42" w16cid:durableId="1445419388">
    <w:abstractNumId w:val="56"/>
  </w:num>
  <w:num w:numId="43" w16cid:durableId="594870977">
    <w:abstractNumId w:val="62"/>
  </w:num>
  <w:num w:numId="44" w16cid:durableId="183641032">
    <w:abstractNumId w:val="9"/>
  </w:num>
  <w:num w:numId="45" w16cid:durableId="648284693">
    <w:abstractNumId w:val="10"/>
  </w:num>
  <w:num w:numId="46" w16cid:durableId="940018">
    <w:abstractNumId w:val="33"/>
  </w:num>
  <w:num w:numId="47" w16cid:durableId="952519944">
    <w:abstractNumId w:val="35"/>
  </w:num>
  <w:num w:numId="48" w16cid:durableId="918170281">
    <w:abstractNumId w:val="1"/>
  </w:num>
  <w:num w:numId="49" w16cid:durableId="1063017317">
    <w:abstractNumId w:val="64"/>
  </w:num>
  <w:num w:numId="50" w16cid:durableId="812405123">
    <w:abstractNumId w:val="5"/>
  </w:num>
  <w:num w:numId="51" w16cid:durableId="1694307430">
    <w:abstractNumId w:val="6"/>
  </w:num>
  <w:num w:numId="52" w16cid:durableId="535430642">
    <w:abstractNumId w:val="14"/>
  </w:num>
  <w:num w:numId="53" w16cid:durableId="1328561387">
    <w:abstractNumId w:val="20"/>
  </w:num>
  <w:num w:numId="54" w16cid:durableId="892279395">
    <w:abstractNumId w:val="3"/>
  </w:num>
  <w:num w:numId="55" w16cid:durableId="1187017455">
    <w:abstractNumId w:val="2"/>
  </w:num>
  <w:num w:numId="56" w16cid:durableId="1420637004">
    <w:abstractNumId w:val="0"/>
  </w:num>
  <w:num w:numId="57" w16cid:durableId="297953416">
    <w:abstractNumId w:val="4"/>
  </w:num>
  <w:num w:numId="58" w16cid:durableId="8067621">
    <w:abstractNumId w:val="69"/>
  </w:num>
  <w:num w:numId="59" w16cid:durableId="1062214436">
    <w:abstractNumId w:val="11"/>
  </w:num>
  <w:num w:numId="60" w16cid:durableId="1590384536">
    <w:abstractNumId w:val="68"/>
  </w:num>
  <w:num w:numId="61" w16cid:durableId="715667779">
    <w:abstractNumId w:val="70"/>
  </w:num>
  <w:num w:numId="62" w16cid:durableId="1931428242">
    <w:abstractNumId w:val="67"/>
  </w:num>
  <w:num w:numId="63" w16cid:durableId="1854490370">
    <w:abstractNumId w:val="40"/>
  </w:num>
  <w:num w:numId="64" w16cid:durableId="481121776">
    <w:abstractNumId w:val="52"/>
  </w:num>
  <w:num w:numId="65" w16cid:durableId="170922889">
    <w:abstractNumId w:val="44"/>
  </w:num>
  <w:num w:numId="66" w16cid:durableId="371003601">
    <w:abstractNumId w:val="53"/>
  </w:num>
  <w:num w:numId="67" w16cid:durableId="1775859800">
    <w:abstractNumId w:val="29"/>
  </w:num>
  <w:num w:numId="68" w16cid:durableId="2133742181">
    <w:abstractNumId w:val="16"/>
  </w:num>
  <w:num w:numId="69" w16cid:durableId="1027370442">
    <w:abstractNumId w:val="38"/>
  </w:num>
  <w:num w:numId="70" w16cid:durableId="1427458608">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142"/>
  <w:doNotHyphenateCaps/>
  <w:displayHorizontalDrawingGridEvery w:val="0"/>
  <w:displayVerticalDrawingGridEvery w:val="0"/>
  <w:doNotUseMarginsForDrawingGridOrigin/>
  <w:noPunctuationKerning/>
  <w:characterSpacingControl w:val="doNotCompress"/>
  <w:hdrShapeDefaults>
    <o:shapedefaults v:ext="edit" spidmax="24577" fillcolor="none [1300]" strokecolor="none [1604]">
      <v:fill color="none [1300]"/>
      <v:stroke color="none [1604]"/>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A8D"/>
    <w:rsid w:val="000019D3"/>
    <w:rsid w:val="0000205F"/>
    <w:rsid w:val="00002689"/>
    <w:rsid w:val="00002772"/>
    <w:rsid w:val="00003143"/>
    <w:rsid w:val="00004022"/>
    <w:rsid w:val="00004248"/>
    <w:rsid w:val="00005C46"/>
    <w:rsid w:val="00006326"/>
    <w:rsid w:val="000069DF"/>
    <w:rsid w:val="00006F3D"/>
    <w:rsid w:val="00007E6D"/>
    <w:rsid w:val="00007F92"/>
    <w:rsid w:val="0001066D"/>
    <w:rsid w:val="0001072F"/>
    <w:rsid w:val="0001115A"/>
    <w:rsid w:val="0001212D"/>
    <w:rsid w:val="00012D70"/>
    <w:rsid w:val="00015DC6"/>
    <w:rsid w:val="00017CBC"/>
    <w:rsid w:val="00017E8B"/>
    <w:rsid w:val="000202D2"/>
    <w:rsid w:val="00022E34"/>
    <w:rsid w:val="0002319E"/>
    <w:rsid w:val="000238F8"/>
    <w:rsid w:val="00024285"/>
    <w:rsid w:val="00024514"/>
    <w:rsid w:val="000259B5"/>
    <w:rsid w:val="00026763"/>
    <w:rsid w:val="000269D8"/>
    <w:rsid w:val="00027F9D"/>
    <w:rsid w:val="000309FC"/>
    <w:rsid w:val="00031320"/>
    <w:rsid w:val="00031D71"/>
    <w:rsid w:val="00032537"/>
    <w:rsid w:val="0003327B"/>
    <w:rsid w:val="00033B0A"/>
    <w:rsid w:val="00034C29"/>
    <w:rsid w:val="00040F60"/>
    <w:rsid w:val="000429CE"/>
    <w:rsid w:val="00043FE9"/>
    <w:rsid w:val="00044784"/>
    <w:rsid w:val="00045D46"/>
    <w:rsid w:val="00046369"/>
    <w:rsid w:val="00047969"/>
    <w:rsid w:val="00047C37"/>
    <w:rsid w:val="000507F2"/>
    <w:rsid w:val="00050B1D"/>
    <w:rsid w:val="0005405D"/>
    <w:rsid w:val="0005444E"/>
    <w:rsid w:val="00054BA3"/>
    <w:rsid w:val="00054FAE"/>
    <w:rsid w:val="000552A3"/>
    <w:rsid w:val="00055614"/>
    <w:rsid w:val="000608AB"/>
    <w:rsid w:val="0006202F"/>
    <w:rsid w:val="00064E22"/>
    <w:rsid w:val="0006560A"/>
    <w:rsid w:val="000657A9"/>
    <w:rsid w:val="00065DAC"/>
    <w:rsid w:val="000663CD"/>
    <w:rsid w:val="00070989"/>
    <w:rsid w:val="00071DAB"/>
    <w:rsid w:val="00071EDC"/>
    <w:rsid w:val="00072384"/>
    <w:rsid w:val="000735FA"/>
    <w:rsid w:val="0007670A"/>
    <w:rsid w:val="000812DC"/>
    <w:rsid w:val="000813FD"/>
    <w:rsid w:val="00081CFB"/>
    <w:rsid w:val="0008260A"/>
    <w:rsid w:val="000836F4"/>
    <w:rsid w:val="00085F79"/>
    <w:rsid w:val="000872FB"/>
    <w:rsid w:val="000904D2"/>
    <w:rsid w:val="00090ED5"/>
    <w:rsid w:val="000911E1"/>
    <w:rsid w:val="00091787"/>
    <w:rsid w:val="00092002"/>
    <w:rsid w:val="0009343F"/>
    <w:rsid w:val="000946F1"/>
    <w:rsid w:val="00094FBF"/>
    <w:rsid w:val="000974B7"/>
    <w:rsid w:val="000A12EF"/>
    <w:rsid w:val="000A16DF"/>
    <w:rsid w:val="000A2141"/>
    <w:rsid w:val="000A2635"/>
    <w:rsid w:val="000A2F49"/>
    <w:rsid w:val="000A2FBD"/>
    <w:rsid w:val="000A330E"/>
    <w:rsid w:val="000A4CA1"/>
    <w:rsid w:val="000A5D42"/>
    <w:rsid w:val="000A6008"/>
    <w:rsid w:val="000A61E0"/>
    <w:rsid w:val="000A62B3"/>
    <w:rsid w:val="000A76A4"/>
    <w:rsid w:val="000B05B4"/>
    <w:rsid w:val="000B17E4"/>
    <w:rsid w:val="000B2310"/>
    <w:rsid w:val="000B343B"/>
    <w:rsid w:val="000B3F9E"/>
    <w:rsid w:val="000B4817"/>
    <w:rsid w:val="000B4B16"/>
    <w:rsid w:val="000B769C"/>
    <w:rsid w:val="000C0889"/>
    <w:rsid w:val="000C099A"/>
    <w:rsid w:val="000C18F2"/>
    <w:rsid w:val="000C216B"/>
    <w:rsid w:val="000C28B6"/>
    <w:rsid w:val="000C4543"/>
    <w:rsid w:val="000C47CB"/>
    <w:rsid w:val="000C5020"/>
    <w:rsid w:val="000C53B6"/>
    <w:rsid w:val="000C56E0"/>
    <w:rsid w:val="000C5A6E"/>
    <w:rsid w:val="000C751F"/>
    <w:rsid w:val="000C7C2D"/>
    <w:rsid w:val="000D0D25"/>
    <w:rsid w:val="000D125B"/>
    <w:rsid w:val="000D1529"/>
    <w:rsid w:val="000D2345"/>
    <w:rsid w:val="000D32EC"/>
    <w:rsid w:val="000D5377"/>
    <w:rsid w:val="000D5D13"/>
    <w:rsid w:val="000D69BD"/>
    <w:rsid w:val="000E3AD5"/>
    <w:rsid w:val="000E3F43"/>
    <w:rsid w:val="000E4C48"/>
    <w:rsid w:val="000E5526"/>
    <w:rsid w:val="000E64C3"/>
    <w:rsid w:val="000E699E"/>
    <w:rsid w:val="000F1502"/>
    <w:rsid w:val="000F2CE1"/>
    <w:rsid w:val="000F4317"/>
    <w:rsid w:val="000F4840"/>
    <w:rsid w:val="000F4A73"/>
    <w:rsid w:val="000F6667"/>
    <w:rsid w:val="000F7405"/>
    <w:rsid w:val="001001A5"/>
    <w:rsid w:val="00101912"/>
    <w:rsid w:val="001019D0"/>
    <w:rsid w:val="001022E8"/>
    <w:rsid w:val="00102C64"/>
    <w:rsid w:val="00103242"/>
    <w:rsid w:val="00105163"/>
    <w:rsid w:val="001077C9"/>
    <w:rsid w:val="00107AA0"/>
    <w:rsid w:val="001109C1"/>
    <w:rsid w:val="00111500"/>
    <w:rsid w:val="001123EC"/>
    <w:rsid w:val="00112F2F"/>
    <w:rsid w:val="001152B5"/>
    <w:rsid w:val="00115A97"/>
    <w:rsid w:val="0011607C"/>
    <w:rsid w:val="00117C52"/>
    <w:rsid w:val="0012276D"/>
    <w:rsid w:val="001232B7"/>
    <w:rsid w:val="001235C1"/>
    <w:rsid w:val="001239AD"/>
    <w:rsid w:val="001250B3"/>
    <w:rsid w:val="00130686"/>
    <w:rsid w:val="00132913"/>
    <w:rsid w:val="00133AAE"/>
    <w:rsid w:val="00135629"/>
    <w:rsid w:val="00135EED"/>
    <w:rsid w:val="0014235A"/>
    <w:rsid w:val="00142792"/>
    <w:rsid w:val="00143D67"/>
    <w:rsid w:val="001511CC"/>
    <w:rsid w:val="00151346"/>
    <w:rsid w:val="00154F3D"/>
    <w:rsid w:val="00155B0A"/>
    <w:rsid w:val="0015777B"/>
    <w:rsid w:val="001603F1"/>
    <w:rsid w:val="00161879"/>
    <w:rsid w:val="00162B9F"/>
    <w:rsid w:val="00162FF5"/>
    <w:rsid w:val="00164B9A"/>
    <w:rsid w:val="00164E34"/>
    <w:rsid w:val="00167341"/>
    <w:rsid w:val="0016735C"/>
    <w:rsid w:val="00167B65"/>
    <w:rsid w:val="00172263"/>
    <w:rsid w:val="001733BB"/>
    <w:rsid w:val="00175CB5"/>
    <w:rsid w:val="00175CB6"/>
    <w:rsid w:val="0017622F"/>
    <w:rsid w:val="00177263"/>
    <w:rsid w:val="00177397"/>
    <w:rsid w:val="00181B4A"/>
    <w:rsid w:val="00182243"/>
    <w:rsid w:val="00182C58"/>
    <w:rsid w:val="00183F51"/>
    <w:rsid w:val="00184E94"/>
    <w:rsid w:val="00185004"/>
    <w:rsid w:val="001854F2"/>
    <w:rsid w:val="00185EC4"/>
    <w:rsid w:val="00186DD3"/>
    <w:rsid w:val="00187828"/>
    <w:rsid w:val="00190CE0"/>
    <w:rsid w:val="001927B0"/>
    <w:rsid w:val="001931C2"/>
    <w:rsid w:val="00193DFE"/>
    <w:rsid w:val="00195663"/>
    <w:rsid w:val="00195A97"/>
    <w:rsid w:val="00195CB3"/>
    <w:rsid w:val="0019707D"/>
    <w:rsid w:val="001A126F"/>
    <w:rsid w:val="001A14C7"/>
    <w:rsid w:val="001A357A"/>
    <w:rsid w:val="001A4054"/>
    <w:rsid w:val="001A4253"/>
    <w:rsid w:val="001A44E2"/>
    <w:rsid w:val="001A4904"/>
    <w:rsid w:val="001A61F7"/>
    <w:rsid w:val="001B1A3E"/>
    <w:rsid w:val="001B2B7C"/>
    <w:rsid w:val="001B2F26"/>
    <w:rsid w:val="001B6EA2"/>
    <w:rsid w:val="001C1031"/>
    <w:rsid w:val="001C171E"/>
    <w:rsid w:val="001C1E34"/>
    <w:rsid w:val="001C2BBC"/>
    <w:rsid w:val="001C3202"/>
    <w:rsid w:val="001C4249"/>
    <w:rsid w:val="001C6D8F"/>
    <w:rsid w:val="001D0590"/>
    <w:rsid w:val="001D0700"/>
    <w:rsid w:val="001D0D64"/>
    <w:rsid w:val="001D0E6F"/>
    <w:rsid w:val="001D122E"/>
    <w:rsid w:val="001D2891"/>
    <w:rsid w:val="001D2C87"/>
    <w:rsid w:val="001D30BB"/>
    <w:rsid w:val="001D341E"/>
    <w:rsid w:val="001D3479"/>
    <w:rsid w:val="001D4B2B"/>
    <w:rsid w:val="001D5705"/>
    <w:rsid w:val="001D6F00"/>
    <w:rsid w:val="001E1395"/>
    <w:rsid w:val="001E166A"/>
    <w:rsid w:val="001E601D"/>
    <w:rsid w:val="001E74AD"/>
    <w:rsid w:val="001F1BEA"/>
    <w:rsid w:val="001F2346"/>
    <w:rsid w:val="001F2705"/>
    <w:rsid w:val="001F315E"/>
    <w:rsid w:val="001F3C56"/>
    <w:rsid w:val="001F4820"/>
    <w:rsid w:val="001F4D8C"/>
    <w:rsid w:val="001F4E45"/>
    <w:rsid w:val="001F6C18"/>
    <w:rsid w:val="002003B4"/>
    <w:rsid w:val="00200DA2"/>
    <w:rsid w:val="0020112A"/>
    <w:rsid w:val="002013AD"/>
    <w:rsid w:val="002026A9"/>
    <w:rsid w:val="0020307F"/>
    <w:rsid w:val="00204430"/>
    <w:rsid w:val="00204BF6"/>
    <w:rsid w:val="0020574F"/>
    <w:rsid w:val="00206EB1"/>
    <w:rsid w:val="00212816"/>
    <w:rsid w:val="00213EB5"/>
    <w:rsid w:val="00215666"/>
    <w:rsid w:val="00217B31"/>
    <w:rsid w:val="00220132"/>
    <w:rsid w:val="00220150"/>
    <w:rsid w:val="002228E2"/>
    <w:rsid w:val="0022294F"/>
    <w:rsid w:val="00223864"/>
    <w:rsid w:val="00223CD8"/>
    <w:rsid w:val="00226A68"/>
    <w:rsid w:val="0023194A"/>
    <w:rsid w:val="00232E9B"/>
    <w:rsid w:val="00233346"/>
    <w:rsid w:val="002341AF"/>
    <w:rsid w:val="0024026B"/>
    <w:rsid w:val="002410D7"/>
    <w:rsid w:val="002413DE"/>
    <w:rsid w:val="0024445B"/>
    <w:rsid w:val="00244BA3"/>
    <w:rsid w:val="00245EF1"/>
    <w:rsid w:val="002479CA"/>
    <w:rsid w:val="002500B6"/>
    <w:rsid w:val="002512EC"/>
    <w:rsid w:val="00252C64"/>
    <w:rsid w:val="00253472"/>
    <w:rsid w:val="00255796"/>
    <w:rsid w:val="002561BA"/>
    <w:rsid w:val="002564ED"/>
    <w:rsid w:val="00261E98"/>
    <w:rsid w:val="00262F66"/>
    <w:rsid w:val="00264B00"/>
    <w:rsid w:val="00265ADA"/>
    <w:rsid w:val="002707EC"/>
    <w:rsid w:val="00270998"/>
    <w:rsid w:val="002718D0"/>
    <w:rsid w:val="0027339E"/>
    <w:rsid w:val="00273499"/>
    <w:rsid w:val="002742B5"/>
    <w:rsid w:val="0027475A"/>
    <w:rsid w:val="00274FD0"/>
    <w:rsid w:val="00275810"/>
    <w:rsid w:val="00275F48"/>
    <w:rsid w:val="00275FFB"/>
    <w:rsid w:val="00276B8A"/>
    <w:rsid w:val="00280CB0"/>
    <w:rsid w:val="00280F3B"/>
    <w:rsid w:val="002817D0"/>
    <w:rsid w:val="002827E1"/>
    <w:rsid w:val="0028409B"/>
    <w:rsid w:val="00285345"/>
    <w:rsid w:val="00285494"/>
    <w:rsid w:val="002854F4"/>
    <w:rsid w:val="002859F6"/>
    <w:rsid w:val="002860C0"/>
    <w:rsid w:val="002861AD"/>
    <w:rsid w:val="00287911"/>
    <w:rsid w:val="0028796A"/>
    <w:rsid w:val="00287AB6"/>
    <w:rsid w:val="00287E43"/>
    <w:rsid w:val="00291224"/>
    <w:rsid w:val="002912B4"/>
    <w:rsid w:val="00292130"/>
    <w:rsid w:val="0029216F"/>
    <w:rsid w:val="0029494A"/>
    <w:rsid w:val="002963A1"/>
    <w:rsid w:val="002A077E"/>
    <w:rsid w:val="002A11EE"/>
    <w:rsid w:val="002A19B6"/>
    <w:rsid w:val="002A1BF1"/>
    <w:rsid w:val="002A4E3D"/>
    <w:rsid w:val="002A63B3"/>
    <w:rsid w:val="002A64F7"/>
    <w:rsid w:val="002A703B"/>
    <w:rsid w:val="002B0150"/>
    <w:rsid w:val="002B0B40"/>
    <w:rsid w:val="002B1CFB"/>
    <w:rsid w:val="002B2AB5"/>
    <w:rsid w:val="002B2BD0"/>
    <w:rsid w:val="002B2BD4"/>
    <w:rsid w:val="002B2BF1"/>
    <w:rsid w:val="002B3E94"/>
    <w:rsid w:val="002B4673"/>
    <w:rsid w:val="002B4FBC"/>
    <w:rsid w:val="002B5697"/>
    <w:rsid w:val="002C047F"/>
    <w:rsid w:val="002C1144"/>
    <w:rsid w:val="002C24A5"/>
    <w:rsid w:val="002C2A57"/>
    <w:rsid w:val="002C525E"/>
    <w:rsid w:val="002C565D"/>
    <w:rsid w:val="002C7CEC"/>
    <w:rsid w:val="002D0F40"/>
    <w:rsid w:val="002D11B4"/>
    <w:rsid w:val="002D18AB"/>
    <w:rsid w:val="002D20A0"/>
    <w:rsid w:val="002D2AAD"/>
    <w:rsid w:val="002D300F"/>
    <w:rsid w:val="002D3042"/>
    <w:rsid w:val="002D35EB"/>
    <w:rsid w:val="002D4CFA"/>
    <w:rsid w:val="002D6739"/>
    <w:rsid w:val="002D6DF2"/>
    <w:rsid w:val="002D7531"/>
    <w:rsid w:val="002E0877"/>
    <w:rsid w:val="002E1736"/>
    <w:rsid w:val="002E2EB9"/>
    <w:rsid w:val="002E34CD"/>
    <w:rsid w:val="002E3572"/>
    <w:rsid w:val="002E4017"/>
    <w:rsid w:val="002E55D1"/>
    <w:rsid w:val="002E5661"/>
    <w:rsid w:val="002E5E4B"/>
    <w:rsid w:val="002E78BA"/>
    <w:rsid w:val="002F24A9"/>
    <w:rsid w:val="002F42E2"/>
    <w:rsid w:val="002F47F9"/>
    <w:rsid w:val="002F5177"/>
    <w:rsid w:val="002F62B7"/>
    <w:rsid w:val="002F70FF"/>
    <w:rsid w:val="002F7CFB"/>
    <w:rsid w:val="002F7FAE"/>
    <w:rsid w:val="00301290"/>
    <w:rsid w:val="00301DB1"/>
    <w:rsid w:val="003028DC"/>
    <w:rsid w:val="00302B23"/>
    <w:rsid w:val="00303B4B"/>
    <w:rsid w:val="0031029C"/>
    <w:rsid w:val="0031034D"/>
    <w:rsid w:val="0031172D"/>
    <w:rsid w:val="00311BD6"/>
    <w:rsid w:val="00314021"/>
    <w:rsid w:val="00314771"/>
    <w:rsid w:val="003150B6"/>
    <w:rsid w:val="003158DB"/>
    <w:rsid w:val="003165EA"/>
    <w:rsid w:val="00316A20"/>
    <w:rsid w:val="00317626"/>
    <w:rsid w:val="00320ECD"/>
    <w:rsid w:val="0032716F"/>
    <w:rsid w:val="00331D5A"/>
    <w:rsid w:val="00334AEC"/>
    <w:rsid w:val="00334B2F"/>
    <w:rsid w:val="0033580B"/>
    <w:rsid w:val="00335D3B"/>
    <w:rsid w:val="00336999"/>
    <w:rsid w:val="0034210B"/>
    <w:rsid w:val="00342B6F"/>
    <w:rsid w:val="0034455B"/>
    <w:rsid w:val="00344A9B"/>
    <w:rsid w:val="00344FC6"/>
    <w:rsid w:val="0034555C"/>
    <w:rsid w:val="00346581"/>
    <w:rsid w:val="00351231"/>
    <w:rsid w:val="00352D66"/>
    <w:rsid w:val="00352FB7"/>
    <w:rsid w:val="003550E4"/>
    <w:rsid w:val="00357676"/>
    <w:rsid w:val="00357C11"/>
    <w:rsid w:val="00357E18"/>
    <w:rsid w:val="00361E0D"/>
    <w:rsid w:val="00362840"/>
    <w:rsid w:val="003646EA"/>
    <w:rsid w:val="0036532F"/>
    <w:rsid w:val="00371296"/>
    <w:rsid w:val="0037145F"/>
    <w:rsid w:val="00371A32"/>
    <w:rsid w:val="003721EB"/>
    <w:rsid w:val="00374099"/>
    <w:rsid w:val="00375DB1"/>
    <w:rsid w:val="00376307"/>
    <w:rsid w:val="00377D8C"/>
    <w:rsid w:val="00381528"/>
    <w:rsid w:val="00382111"/>
    <w:rsid w:val="003833D9"/>
    <w:rsid w:val="003836DF"/>
    <w:rsid w:val="00383967"/>
    <w:rsid w:val="00384675"/>
    <w:rsid w:val="00384B4D"/>
    <w:rsid w:val="00385BA0"/>
    <w:rsid w:val="00386DB2"/>
    <w:rsid w:val="00386F02"/>
    <w:rsid w:val="0038705E"/>
    <w:rsid w:val="0038711A"/>
    <w:rsid w:val="00387CBE"/>
    <w:rsid w:val="00390D1F"/>
    <w:rsid w:val="00392471"/>
    <w:rsid w:val="003929B0"/>
    <w:rsid w:val="003934DE"/>
    <w:rsid w:val="00394A78"/>
    <w:rsid w:val="00395519"/>
    <w:rsid w:val="003957B5"/>
    <w:rsid w:val="00395BA1"/>
    <w:rsid w:val="00397C9C"/>
    <w:rsid w:val="003A0DD1"/>
    <w:rsid w:val="003A328B"/>
    <w:rsid w:val="003A3E99"/>
    <w:rsid w:val="003B00A9"/>
    <w:rsid w:val="003B0CAE"/>
    <w:rsid w:val="003B14BB"/>
    <w:rsid w:val="003B27BF"/>
    <w:rsid w:val="003B6200"/>
    <w:rsid w:val="003B67CF"/>
    <w:rsid w:val="003C0AC3"/>
    <w:rsid w:val="003C12CA"/>
    <w:rsid w:val="003C16F7"/>
    <w:rsid w:val="003C191B"/>
    <w:rsid w:val="003C32D7"/>
    <w:rsid w:val="003C4AB3"/>
    <w:rsid w:val="003C5464"/>
    <w:rsid w:val="003C6148"/>
    <w:rsid w:val="003C6F51"/>
    <w:rsid w:val="003C7158"/>
    <w:rsid w:val="003D30DC"/>
    <w:rsid w:val="003D37AF"/>
    <w:rsid w:val="003D5943"/>
    <w:rsid w:val="003D5B59"/>
    <w:rsid w:val="003D6213"/>
    <w:rsid w:val="003E0572"/>
    <w:rsid w:val="003E0702"/>
    <w:rsid w:val="003E1D55"/>
    <w:rsid w:val="003E4134"/>
    <w:rsid w:val="003E6924"/>
    <w:rsid w:val="003F08BE"/>
    <w:rsid w:val="003F47D5"/>
    <w:rsid w:val="003F4B3F"/>
    <w:rsid w:val="003F5B72"/>
    <w:rsid w:val="003F6CBD"/>
    <w:rsid w:val="003F6EAD"/>
    <w:rsid w:val="004005FC"/>
    <w:rsid w:val="00400E00"/>
    <w:rsid w:val="00401305"/>
    <w:rsid w:val="00401651"/>
    <w:rsid w:val="00401909"/>
    <w:rsid w:val="00401AB9"/>
    <w:rsid w:val="0040543E"/>
    <w:rsid w:val="00405727"/>
    <w:rsid w:val="00406E0F"/>
    <w:rsid w:val="00407863"/>
    <w:rsid w:val="00410096"/>
    <w:rsid w:val="004121F6"/>
    <w:rsid w:val="004125CF"/>
    <w:rsid w:val="004143F5"/>
    <w:rsid w:val="00420AC2"/>
    <w:rsid w:val="00423E5B"/>
    <w:rsid w:val="00424212"/>
    <w:rsid w:val="00425674"/>
    <w:rsid w:val="00425FF1"/>
    <w:rsid w:val="00427277"/>
    <w:rsid w:val="004279E1"/>
    <w:rsid w:val="00430BA7"/>
    <w:rsid w:val="0043131D"/>
    <w:rsid w:val="00432A81"/>
    <w:rsid w:val="00433053"/>
    <w:rsid w:val="00433340"/>
    <w:rsid w:val="00433D63"/>
    <w:rsid w:val="004346A5"/>
    <w:rsid w:val="004360CC"/>
    <w:rsid w:val="00440386"/>
    <w:rsid w:val="0044069E"/>
    <w:rsid w:val="0044079D"/>
    <w:rsid w:val="004414EF"/>
    <w:rsid w:val="00442FE2"/>
    <w:rsid w:val="004430BB"/>
    <w:rsid w:val="004430DB"/>
    <w:rsid w:val="004439AC"/>
    <w:rsid w:val="004450D3"/>
    <w:rsid w:val="004501E1"/>
    <w:rsid w:val="004505E4"/>
    <w:rsid w:val="0045077F"/>
    <w:rsid w:val="00450C17"/>
    <w:rsid w:val="00450D62"/>
    <w:rsid w:val="004512E4"/>
    <w:rsid w:val="004523E0"/>
    <w:rsid w:val="00453318"/>
    <w:rsid w:val="00460AC6"/>
    <w:rsid w:val="00460C35"/>
    <w:rsid w:val="00462169"/>
    <w:rsid w:val="00463AAA"/>
    <w:rsid w:val="00464661"/>
    <w:rsid w:val="004651B0"/>
    <w:rsid w:val="00465446"/>
    <w:rsid w:val="004655A9"/>
    <w:rsid w:val="00465A82"/>
    <w:rsid w:val="00465F25"/>
    <w:rsid w:val="00467C6D"/>
    <w:rsid w:val="0047187B"/>
    <w:rsid w:val="00472BD1"/>
    <w:rsid w:val="00474920"/>
    <w:rsid w:val="00475C15"/>
    <w:rsid w:val="004760B2"/>
    <w:rsid w:val="00480380"/>
    <w:rsid w:val="00480DA4"/>
    <w:rsid w:val="004814F1"/>
    <w:rsid w:val="004819FF"/>
    <w:rsid w:val="0048320E"/>
    <w:rsid w:val="00483771"/>
    <w:rsid w:val="00485A34"/>
    <w:rsid w:val="00486134"/>
    <w:rsid w:val="004903F7"/>
    <w:rsid w:val="00491026"/>
    <w:rsid w:val="00492844"/>
    <w:rsid w:val="00493A3C"/>
    <w:rsid w:val="004950C1"/>
    <w:rsid w:val="004952D9"/>
    <w:rsid w:val="0049540F"/>
    <w:rsid w:val="00495472"/>
    <w:rsid w:val="00495F90"/>
    <w:rsid w:val="0049669D"/>
    <w:rsid w:val="0049751D"/>
    <w:rsid w:val="004A3149"/>
    <w:rsid w:val="004A3BBF"/>
    <w:rsid w:val="004A456C"/>
    <w:rsid w:val="004A599C"/>
    <w:rsid w:val="004A6084"/>
    <w:rsid w:val="004A73D4"/>
    <w:rsid w:val="004A7700"/>
    <w:rsid w:val="004B39F3"/>
    <w:rsid w:val="004B3B0E"/>
    <w:rsid w:val="004B4A7D"/>
    <w:rsid w:val="004B6B0D"/>
    <w:rsid w:val="004B7441"/>
    <w:rsid w:val="004C0EDF"/>
    <w:rsid w:val="004C1806"/>
    <w:rsid w:val="004C1C1D"/>
    <w:rsid w:val="004C2975"/>
    <w:rsid w:val="004C3676"/>
    <w:rsid w:val="004C464A"/>
    <w:rsid w:val="004C4766"/>
    <w:rsid w:val="004C5C62"/>
    <w:rsid w:val="004C5CA3"/>
    <w:rsid w:val="004C7D46"/>
    <w:rsid w:val="004D26A0"/>
    <w:rsid w:val="004D332E"/>
    <w:rsid w:val="004D4484"/>
    <w:rsid w:val="004D533C"/>
    <w:rsid w:val="004D7ABB"/>
    <w:rsid w:val="004D7F24"/>
    <w:rsid w:val="004E1D46"/>
    <w:rsid w:val="004E4E1B"/>
    <w:rsid w:val="004E580E"/>
    <w:rsid w:val="004E6BBE"/>
    <w:rsid w:val="004E6DDC"/>
    <w:rsid w:val="004E6E55"/>
    <w:rsid w:val="004E715A"/>
    <w:rsid w:val="004F15A8"/>
    <w:rsid w:val="004F184F"/>
    <w:rsid w:val="004F25EA"/>
    <w:rsid w:val="004F2E3C"/>
    <w:rsid w:val="004F379B"/>
    <w:rsid w:val="004F4D91"/>
    <w:rsid w:val="004F5592"/>
    <w:rsid w:val="004F70A6"/>
    <w:rsid w:val="004F7740"/>
    <w:rsid w:val="004F7D91"/>
    <w:rsid w:val="005009E7"/>
    <w:rsid w:val="0050121B"/>
    <w:rsid w:val="00502D70"/>
    <w:rsid w:val="00503E93"/>
    <w:rsid w:val="0050493D"/>
    <w:rsid w:val="00505479"/>
    <w:rsid w:val="00505D01"/>
    <w:rsid w:val="0050631E"/>
    <w:rsid w:val="0050646D"/>
    <w:rsid w:val="005066FD"/>
    <w:rsid w:val="00510163"/>
    <w:rsid w:val="00510F12"/>
    <w:rsid w:val="00511BCB"/>
    <w:rsid w:val="00512852"/>
    <w:rsid w:val="00514344"/>
    <w:rsid w:val="005151B5"/>
    <w:rsid w:val="00515D1D"/>
    <w:rsid w:val="00515F5C"/>
    <w:rsid w:val="00516BE5"/>
    <w:rsid w:val="005176CC"/>
    <w:rsid w:val="00517F59"/>
    <w:rsid w:val="005200FD"/>
    <w:rsid w:val="00520121"/>
    <w:rsid w:val="005208C7"/>
    <w:rsid w:val="00520DFE"/>
    <w:rsid w:val="00520E91"/>
    <w:rsid w:val="005224F6"/>
    <w:rsid w:val="005229F8"/>
    <w:rsid w:val="00522B9C"/>
    <w:rsid w:val="00523EB9"/>
    <w:rsid w:val="0052447A"/>
    <w:rsid w:val="0052492C"/>
    <w:rsid w:val="00525447"/>
    <w:rsid w:val="005274FB"/>
    <w:rsid w:val="00527972"/>
    <w:rsid w:val="005311F7"/>
    <w:rsid w:val="00531617"/>
    <w:rsid w:val="005322A7"/>
    <w:rsid w:val="00533187"/>
    <w:rsid w:val="00534D69"/>
    <w:rsid w:val="00535301"/>
    <w:rsid w:val="005353F1"/>
    <w:rsid w:val="00535ED3"/>
    <w:rsid w:val="0053682B"/>
    <w:rsid w:val="005374EA"/>
    <w:rsid w:val="00537E95"/>
    <w:rsid w:val="0054080F"/>
    <w:rsid w:val="00540910"/>
    <w:rsid w:val="0054179B"/>
    <w:rsid w:val="00541C1B"/>
    <w:rsid w:val="0054216C"/>
    <w:rsid w:val="00543382"/>
    <w:rsid w:val="0054578D"/>
    <w:rsid w:val="00546A8A"/>
    <w:rsid w:val="00546AE6"/>
    <w:rsid w:val="00546F61"/>
    <w:rsid w:val="00550DDA"/>
    <w:rsid w:val="00550F29"/>
    <w:rsid w:val="005519D3"/>
    <w:rsid w:val="00551EA5"/>
    <w:rsid w:val="00553DE8"/>
    <w:rsid w:val="005543C7"/>
    <w:rsid w:val="00554BF7"/>
    <w:rsid w:val="00556371"/>
    <w:rsid w:val="00561618"/>
    <w:rsid w:val="00561DBD"/>
    <w:rsid w:val="005626AC"/>
    <w:rsid w:val="00563BE2"/>
    <w:rsid w:val="00563FB9"/>
    <w:rsid w:val="005650BA"/>
    <w:rsid w:val="0056565D"/>
    <w:rsid w:val="00566F85"/>
    <w:rsid w:val="005673B6"/>
    <w:rsid w:val="00570579"/>
    <w:rsid w:val="0057210A"/>
    <w:rsid w:val="00572F2C"/>
    <w:rsid w:val="00573861"/>
    <w:rsid w:val="00573B41"/>
    <w:rsid w:val="00574481"/>
    <w:rsid w:val="00575A9D"/>
    <w:rsid w:val="00576007"/>
    <w:rsid w:val="005775B4"/>
    <w:rsid w:val="0058032C"/>
    <w:rsid w:val="00580B8D"/>
    <w:rsid w:val="005827C7"/>
    <w:rsid w:val="00583AC9"/>
    <w:rsid w:val="005843DB"/>
    <w:rsid w:val="00587547"/>
    <w:rsid w:val="00590A76"/>
    <w:rsid w:val="00590D3D"/>
    <w:rsid w:val="005928EF"/>
    <w:rsid w:val="005938C1"/>
    <w:rsid w:val="00595070"/>
    <w:rsid w:val="00595D7A"/>
    <w:rsid w:val="00597013"/>
    <w:rsid w:val="0059757D"/>
    <w:rsid w:val="0059799D"/>
    <w:rsid w:val="005A2071"/>
    <w:rsid w:val="005A4185"/>
    <w:rsid w:val="005A432F"/>
    <w:rsid w:val="005A541A"/>
    <w:rsid w:val="005A66E5"/>
    <w:rsid w:val="005A6995"/>
    <w:rsid w:val="005B0026"/>
    <w:rsid w:val="005B03A5"/>
    <w:rsid w:val="005B1B38"/>
    <w:rsid w:val="005B3DA2"/>
    <w:rsid w:val="005B6810"/>
    <w:rsid w:val="005B78BB"/>
    <w:rsid w:val="005C078C"/>
    <w:rsid w:val="005C1C96"/>
    <w:rsid w:val="005C2875"/>
    <w:rsid w:val="005C4181"/>
    <w:rsid w:val="005C4DAE"/>
    <w:rsid w:val="005C5968"/>
    <w:rsid w:val="005C6EC4"/>
    <w:rsid w:val="005D07DF"/>
    <w:rsid w:val="005D16C5"/>
    <w:rsid w:val="005D2853"/>
    <w:rsid w:val="005D41A2"/>
    <w:rsid w:val="005D49F4"/>
    <w:rsid w:val="005D4CF1"/>
    <w:rsid w:val="005D5D98"/>
    <w:rsid w:val="005D63F3"/>
    <w:rsid w:val="005D7297"/>
    <w:rsid w:val="005D797F"/>
    <w:rsid w:val="005D7A56"/>
    <w:rsid w:val="005E0005"/>
    <w:rsid w:val="005E0128"/>
    <w:rsid w:val="005E0FC3"/>
    <w:rsid w:val="005E3888"/>
    <w:rsid w:val="005E42AD"/>
    <w:rsid w:val="005E47DB"/>
    <w:rsid w:val="005E55FA"/>
    <w:rsid w:val="005E6A95"/>
    <w:rsid w:val="005E726B"/>
    <w:rsid w:val="005E7427"/>
    <w:rsid w:val="005F0169"/>
    <w:rsid w:val="005F2018"/>
    <w:rsid w:val="005F7A4B"/>
    <w:rsid w:val="00602B0E"/>
    <w:rsid w:val="0060375C"/>
    <w:rsid w:val="00604978"/>
    <w:rsid w:val="00605727"/>
    <w:rsid w:val="00606335"/>
    <w:rsid w:val="0060726E"/>
    <w:rsid w:val="0061280B"/>
    <w:rsid w:val="00612EBD"/>
    <w:rsid w:val="0061317A"/>
    <w:rsid w:val="00615A67"/>
    <w:rsid w:val="006161D2"/>
    <w:rsid w:val="0061704F"/>
    <w:rsid w:val="006171AF"/>
    <w:rsid w:val="00617D7F"/>
    <w:rsid w:val="0062166A"/>
    <w:rsid w:val="00621AF5"/>
    <w:rsid w:val="00623982"/>
    <w:rsid w:val="006240D7"/>
    <w:rsid w:val="00625ED9"/>
    <w:rsid w:val="0062733D"/>
    <w:rsid w:val="00630CBC"/>
    <w:rsid w:val="006322F6"/>
    <w:rsid w:val="00636FC8"/>
    <w:rsid w:val="00644405"/>
    <w:rsid w:val="006456FB"/>
    <w:rsid w:val="00647941"/>
    <w:rsid w:val="00650C88"/>
    <w:rsid w:val="00651B08"/>
    <w:rsid w:val="00651E4E"/>
    <w:rsid w:val="00652500"/>
    <w:rsid w:val="00652542"/>
    <w:rsid w:val="00652A74"/>
    <w:rsid w:val="00652F12"/>
    <w:rsid w:val="00653626"/>
    <w:rsid w:val="00653964"/>
    <w:rsid w:val="00653CE5"/>
    <w:rsid w:val="006563AF"/>
    <w:rsid w:val="006563BB"/>
    <w:rsid w:val="006572E2"/>
    <w:rsid w:val="00661B0D"/>
    <w:rsid w:val="006622DF"/>
    <w:rsid w:val="006623D1"/>
    <w:rsid w:val="00663BED"/>
    <w:rsid w:val="00663FA3"/>
    <w:rsid w:val="006645A9"/>
    <w:rsid w:val="00666902"/>
    <w:rsid w:val="0066703A"/>
    <w:rsid w:val="006724C6"/>
    <w:rsid w:val="00672BE1"/>
    <w:rsid w:val="00674A1F"/>
    <w:rsid w:val="00674B90"/>
    <w:rsid w:val="0067570C"/>
    <w:rsid w:val="006758FE"/>
    <w:rsid w:val="00675AF3"/>
    <w:rsid w:val="00680C11"/>
    <w:rsid w:val="00681AE0"/>
    <w:rsid w:val="00682F6B"/>
    <w:rsid w:val="00685580"/>
    <w:rsid w:val="00687783"/>
    <w:rsid w:val="00690253"/>
    <w:rsid w:val="006907D5"/>
    <w:rsid w:val="00690CB7"/>
    <w:rsid w:val="0069274C"/>
    <w:rsid w:val="00693C7E"/>
    <w:rsid w:val="006940F3"/>
    <w:rsid w:val="00694F46"/>
    <w:rsid w:val="00695DEB"/>
    <w:rsid w:val="00697F9C"/>
    <w:rsid w:val="00697FDA"/>
    <w:rsid w:val="006A0F37"/>
    <w:rsid w:val="006A2027"/>
    <w:rsid w:val="006A29A9"/>
    <w:rsid w:val="006A3055"/>
    <w:rsid w:val="006A5F2F"/>
    <w:rsid w:val="006B1498"/>
    <w:rsid w:val="006B15E6"/>
    <w:rsid w:val="006B1C26"/>
    <w:rsid w:val="006B1D42"/>
    <w:rsid w:val="006B3960"/>
    <w:rsid w:val="006B4EFC"/>
    <w:rsid w:val="006B6128"/>
    <w:rsid w:val="006B7596"/>
    <w:rsid w:val="006C03C8"/>
    <w:rsid w:val="006C0D0D"/>
    <w:rsid w:val="006C1516"/>
    <w:rsid w:val="006C15B8"/>
    <w:rsid w:val="006C2D10"/>
    <w:rsid w:val="006C2E1C"/>
    <w:rsid w:val="006C3089"/>
    <w:rsid w:val="006C3098"/>
    <w:rsid w:val="006C497A"/>
    <w:rsid w:val="006C6A60"/>
    <w:rsid w:val="006C7756"/>
    <w:rsid w:val="006D0312"/>
    <w:rsid w:val="006D0536"/>
    <w:rsid w:val="006D0BAA"/>
    <w:rsid w:val="006D105D"/>
    <w:rsid w:val="006D2F16"/>
    <w:rsid w:val="006D5BF9"/>
    <w:rsid w:val="006D5F97"/>
    <w:rsid w:val="006D6612"/>
    <w:rsid w:val="006D66C0"/>
    <w:rsid w:val="006D6CA4"/>
    <w:rsid w:val="006D7D07"/>
    <w:rsid w:val="006E00FA"/>
    <w:rsid w:val="006E1BAE"/>
    <w:rsid w:val="006E29FF"/>
    <w:rsid w:val="006E2C1D"/>
    <w:rsid w:val="006E3BC5"/>
    <w:rsid w:val="006E504A"/>
    <w:rsid w:val="006E6022"/>
    <w:rsid w:val="006E67A4"/>
    <w:rsid w:val="006F1D40"/>
    <w:rsid w:val="006F1EA0"/>
    <w:rsid w:val="006F671B"/>
    <w:rsid w:val="006F7F30"/>
    <w:rsid w:val="0070027E"/>
    <w:rsid w:val="007010A6"/>
    <w:rsid w:val="007015A5"/>
    <w:rsid w:val="00701C3A"/>
    <w:rsid w:val="00702240"/>
    <w:rsid w:val="00703418"/>
    <w:rsid w:val="00704166"/>
    <w:rsid w:val="007044EC"/>
    <w:rsid w:val="00704727"/>
    <w:rsid w:val="007105D0"/>
    <w:rsid w:val="0071082B"/>
    <w:rsid w:val="0071455D"/>
    <w:rsid w:val="007145AD"/>
    <w:rsid w:val="00716E4C"/>
    <w:rsid w:val="00721DBE"/>
    <w:rsid w:val="00722BC5"/>
    <w:rsid w:val="007246D5"/>
    <w:rsid w:val="00725169"/>
    <w:rsid w:val="00727586"/>
    <w:rsid w:val="00727647"/>
    <w:rsid w:val="007276E3"/>
    <w:rsid w:val="00727E5D"/>
    <w:rsid w:val="007300A3"/>
    <w:rsid w:val="00730162"/>
    <w:rsid w:val="00730724"/>
    <w:rsid w:val="00731D64"/>
    <w:rsid w:val="0073401A"/>
    <w:rsid w:val="00735009"/>
    <w:rsid w:val="00735AF7"/>
    <w:rsid w:val="00740760"/>
    <w:rsid w:val="007428D0"/>
    <w:rsid w:val="00742A7D"/>
    <w:rsid w:val="00742D67"/>
    <w:rsid w:val="007437D1"/>
    <w:rsid w:val="00743ADF"/>
    <w:rsid w:val="0074408C"/>
    <w:rsid w:val="00744237"/>
    <w:rsid w:val="00744D56"/>
    <w:rsid w:val="007469D7"/>
    <w:rsid w:val="00746F69"/>
    <w:rsid w:val="007478EE"/>
    <w:rsid w:val="00750AC8"/>
    <w:rsid w:val="00750E70"/>
    <w:rsid w:val="00751B5C"/>
    <w:rsid w:val="007523AD"/>
    <w:rsid w:val="007527E1"/>
    <w:rsid w:val="00752E64"/>
    <w:rsid w:val="007557CC"/>
    <w:rsid w:val="007566FF"/>
    <w:rsid w:val="00757D9C"/>
    <w:rsid w:val="0076340F"/>
    <w:rsid w:val="00763D89"/>
    <w:rsid w:val="0076409E"/>
    <w:rsid w:val="0076749E"/>
    <w:rsid w:val="00772984"/>
    <w:rsid w:val="00773ECC"/>
    <w:rsid w:val="007743ED"/>
    <w:rsid w:val="007744BA"/>
    <w:rsid w:val="0077465B"/>
    <w:rsid w:val="00774C54"/>
    <w:rsid w:val="0077533C"/>
    <w:rsid w:val="007759C1"/>
    <w:rsid w:val="00775C86"/>
    <w:rsid w:val="007761DA"/>
    <w:rsid w:val="00777849"/>
    <w:rsid w:val="00777B90"/>
    <w:rsid w:val="007802DF"/>
    <w:rsid w:val="007812BD"/>
    <w:rsid w:val="00781BE4"/>
    <w:rsid w:val="007825C7"/>
    <w:rsid w:val="00783B1D"/>
    <w:rsid w:val="007840DE"/>
    <w:rsid w:val="0078411F"/>
    <w:rsid w:val="007846B1"/>
    <w:rsid w:val="00784E1C"/>
    <w:rsid w:val="007868BF"/>
    <w:rsid w:val="00792E88"/>
    <w:rsid w:val="007946ED"/>
    <w:rsid w:val="00794E84"/>
    <w:rsid w:val="0079530E"/>
    <w:rsid w:val="007972A0"/>
    <w:rsid w:val="007974B4"/>
    <w:rsid w:val="007A2EBD"/>
    <w:rsid w:val="007A3395"/>
    <w:rsid w:val="007A352E"/>
    <w:rsid w:val="007A47DD"/>
    <w:rsid w:val="007A697B"/>
    <w:rsid w:val="007B018B"/>
    <w:rsid w:val="007B1944"/>
    <w:rsid w:val="007B3314"/>
    <w:rsid w:val="007B4E41"/>
    <w:rsid w:val="007B5A83"/>
    <w:rsid w:val="007B683C"/>
    <w:rsid w:val="007B7468"/>
    <w:rsid w:val="007C0894"/>
    <w:rsid w:val="007C0FEF"/>
    <w:rsid w:val="007C1BBF"/>
    <w:rsid w:val="007C3B14"/>
    <w:rsid w:val="007C5000"/>
    <w:rsid w:val="007D1F0D"/>
    <w:rsid w:val="007D2570"/>
    <w:rsid w:val="007D4C0E"/>
    <w:rsid w:val="007D70A0"/>
    <w:rsid w:val="007D7E24"/>
    <w:rsid w:val="007E0AFC"/>
    <w:rsid w:val="007E4316"/>
    <w:rsid w:val="007E4942"/>
    <w:rsid w:val="007E55B2"/>
    <w:rsid w:val="007E57AD"/>
    <w:rsid w:val="007E7DC3"/>
    <w:rsid w:val="007F1412"/>
    <w:rsid w:val="007F14A1"/>
    <w:rsid w:val="007F1708"/>
    <w:rsid w:val="007F1B29"/>
    <w:rsid w:val="007F264E"/>
    <w:rsid w:val="007F2B87"/>
    <w:rsid w:val="007F31C2"/>
    <w:rsid w:val="007F40A1"/>
    <w:rsid w:val="007F4B04"/>
    <w:rsid w:val="007F60BD"/>
    <w:rsid w:val="007F6BAB"/>
    <w:rsid w:val="007F70D7"/>
    <w:rsid w:val="007F7491"/>
    <w:rsid w:val="007F7894"/>
    <w:rsid w:val="00800F37"/>
    <w:rsid w:val="008015FA"/>
    <w:rsid w:val="00802379"/>
    <w:rsid w:val="00802E11"/>
    <w:rsid w:val="008056E1"/>
    <w:rsid w:val="00805962"/>
    <w:rsid w:val="00805B0C"/>
    <w:rsid w:val="00805DA1"/>
    <w:rsid w:val="0080611B"/>
    <w:rsid w:val="00806228"/>
    <w:rsid w:val="00806271"/>
    <w:rsid w:val="00806FE3"/>
    <w:rsid w:val="00810761"/>
    <w:rsid w:val="008125CE"/>
    <w:rsid w:val="008142F1"/>
    <w:rsid w:val="00815CD3"/>
    <w:rsid w:val="00816D69"/>
    <w:rsid w:val="00817454"/>
    <w:rsid w:val="00817550"/>
    <w:rsid w:val="008177E7"/>
    <w:rsid w:val="008179BB"/>
    <w:rsid w:val="00817F13"/>
    <w:rsid w:val="00822C40"/>
    <w:rsid w:val="0082419F"/>
    <w:rsid w:val="008243D9"/>
    <w:rsid w:val="0082474E"/>
    <w:rsid w:val="00825BC2"/>
    <w:rsid w:val="00825C94"/>
    <w:rsid w:val="008270CD"/>
    <w:rsid w:val="008278FF"/>
    <w:rsid w:val="00830568"/>
    <w:rsid w:val="00836460"/>
    <w:rsid w:val="00836F23"/>
    <w:rsid w:val="008425F0"/>
    <w:rsid w:val="00842E25"/>
    <w:rsid w:val="0084381E"/>
    <w:rsid w:val="008444ED"/>
    <w:rsid w:val="00844725"/>
    <w:rsid w:val="0084539A"/>
    <w:rsid w:val="00845634"/>
    <w:rsid w:val="00846734"/>
    <w:rsid w:val="00846C46"/>
    <w:rsid w:val="008478DD"/>
    <w:rsid w:val="00847B47"/>
    <w:rsid w:val="00847D4B"/>
    <w:rsid w:val="00850247"/>
    <w:rsid w:val="00850E30"/>
    <w:rsid w:val="00851043"/>
    <w:rsid w:val="008525CB"/>
    <w:rsid w:val="008534EF"/>
    <w:rsid w:val="00860324"/>
    <w:rsid w:val="00860558"/>
    <w:rsid w:val="00860D8F"/>
    <w:rsid w:val="008632AE"/>
    <w:rsid w:val="00863437"/>
    <w:rsid w:val="00863F49"/>
    <w:rsid w:val="00864105"/>
    <w:rsid w:val="00865A21"/>
    <w:rsid w:val="008667B3"/>
    <w:rsid w:val="00867599"/>
    <w:rsid w:val="00871CA3"/>
    <w:rsid w:val="00871F3D"/>
    <w:rsid w:val="00872847"/>
    <w:rsid w:val="00872F16"/>
    <w:rsid w:val="0087356D"/>
    <w:rsid w:val="0087361E"/>
    <w:rsid w:val="00874E2B"/>
    <w:rsid w:val="0087739F"/>
    <w:rsid w:val="008828DA"/>
    <w:rsid w:val="00884084"/>
    <w:rsid w:val="00885207"/>
    <w:rsid w:val="008856FB"/>
    <w:rsid w:val="008872BB"/>
    <w:rsid w:val="00887C08"/>
    <w:rsid w:val="008906C9"/>
    <w:rsid w:val="00890C93"/>
    <w:rsid w:val="00892EC8"/>
    <w:rsid w:val="0089312C"/>
    <w:rsid w:val="00893263"/>
    <w:rsid w:val="008934E9"/>
    <w:rsid w:val="00894AA3"/>
    <w:rsid w:val="00894CCA"/>
    <w:rsid w:val="00895147"/>
    <w:rsid w:val="00895F36"/>
    <w:rsid w:val="00896E18"/>
    <w:rsid w:val="0089724D"/>
    <w:rsid w:val="00897FB1"/>
    <w:rsid w:val="008A1C1D"/>
    <w:rsid w:val="008A2077"/>
    <w:rsid w:val="008A48E5"/>
    <w:rsid w:val="008A58B4"/>
    <w:rsid w:val="008A6274"/>
    <w:rsid w:val="008A6C06"/>
    <w:rsid w:val="008A734C"/>
    <w:rsid w:val="008B026F"/>
    <w:rsid w:val="008B0400"/>
    <w:rsid w:val="008B0F69"/>
    <w:rsid w:val="008B1920"/>
    <w:rsid w:val="008B1FA4"/>
    <w:rsid w:val="008B5E3A"/>
    <w:rsid w:val="008B664A"/>
    <w:rsid w:val="008C4026"/>
    <w:rsid w:val="008C5240"/>
    <w:rsid w:val="008C5727"/>
    <w:rsid w:val="008C5819"/>
    <w:rsid w:val="008C5FEB"/>
    <w:rsid w:val="008C6332"/>
    <w:rsid w:val="008C6805"/>
    <w:rsid w:val="008C7814"/>
    <w:rsid w:val="008D0DEE"/>
    <w:rsid w:val="008D0F0C"/>
    <w:rsid w:val="008D103E"/>
    <w:rsid w:val="008D189D"/>
    <w:rsid w:val="008D656B"/>
    <w:rsid w:val="008E08A1"/>
    <w:rsid w:val="008E25C3"/>
    <w:rsid w:val="008E26EB"/>
    <w:rsid w:val="008E4173"/>
    <w:rsid w:val="008E4997"/>
    <w:rsid w:val="008E50B4"/>
    <w:rsid w:val="008E5940"/>
    <w:rsid w:val="008E59E4"/>
    <w:rsid w:val="008E5B83"/>
    <w:rsid w:val="008E5E88"/>
    <w:rsid w:val="008E6254"/>
    <w:rsid w:val="008E65F9"/>
    <w:rsid w:val="008E7190"/>
    <w:rsid w:val="008E73E1"/>
    <w:rsid w:val="008E7B3B"/>
    <w:rsid w:val="008F1496"/>
    <w:rsid w:val="008F1DDB"/>
    <w:rsid w:val="008F1E31"/>
    <w:rsid w:val="008F28FE"/>
    <w:rsid w:val="008F4784"/>
    <w:rsid w:val="00900150"/>
    <w:rsid w:val="00900A19"/>
    <w:rsid w:val="00901544"/>
    <w:rsid w:val="00901D34"/>
    <w:rsid w:val="00904ADE"/>
    <w:rsid w:val="00905464"/>
    <w:rsid w:val="00905599"/>
    <w:rsid w:val="009056BE"/>
    <w:rsid w:val="009056F9"/>
    <w:rsid w:val="009066B8"/>
    <w:rsid w:val="00907AE8"/>
    <w:rsid w:val="00910B83"/>
    <w:rsid w:val="009111BA"/>
    <w:rsid w:val="0091127C"/>
    <w:rsid w:val="00911650"/>
    <w:rsid w:val="009122CB"/>
    <w:rsid w:val="00912789"/>
    <w:rsid w:val="00912855"/>
    <w:rsid w:val="00913AF8"/>
    <w:rsid w:val="00913E58"/>
    <w:rsid w:val="00914E67"/>
    <w:rsid w:val="00915076"/>
    <w:rsid w:val="0091567D"/>
    <w:rsid w:val="00916221"/>
    <w:rsid w:val="009169A0"/>
    <w:rsid w:val="00917FFA"/>
    <w:rsid w:val="00920150"/>
    <w:rsid w:val="0092400C"/>
    <w:rsid w:val="009248F1"/>
    <w:rsid w:val="0092548A"/>
    <w:rsid w:val="00925E8E"/>
    <w:rsid w:val="009275E2"/>
    <w:rsid w:val="0093067D"/>
    <w:rsid w:val="009317CC"/>
    <w:rsid w:val="00932BC7"/>
    <w:rsid w:val="00932E8B"/>
    <w:rsid w:val="009331AA"/>
    <w:rsid w:val="009354A6"/>
    <w:rsid w:val="00935A22"/>
    <w:rsid w:val="00937EAD"/>
    <w:rsid w:val="00940250"/>
    <w:rsid w:val="00944D62"/>
    <w:rsid w:val="00946557"/>
    <w:rsid w:val="00946CAF"/>
    <w:rsid w:val="009474B4"/>
    <w:rsid w:val="00951BAC"/>
    <w:rsid w:val="00951D49"/>
    <w:rsid w:val="0095223F"/>
    <w:rsid w:val="0095252E"/>
    <w:rsid w:val="0095264C"/>
    <w:rsid w:val="00953A84"/>
    <w:rsid w:val="009540EC"/>
    <w:rsid w:val="009544DB"/>
    <w:rsid w:val="009548AD"/>
    <w:rsid w:val="0095559A"/>
    <w:rsid w:val="00955835"/>
    <w:rsid w:val="0095636A"/>
    <w:rsid w:val="0096036E"/>
    <w:rsid w:val="00963CE4"/>
    <w:rsid w:val="00964A6F"/>
    <w:rsid w:val="0096562A"/>
    <w:rsid w:val="009658F2"/>
    <w:rsid w:val="009679BD"/>
    <w:rsid w:val="009713C7"/>
    <w:rsid w:val="00971441"/>
    <w:rsid w:val="00972993"/>
    <w:rsid w:val="00976107"/>
    <w:rsid w:val="00976D56"/>
    <w:rsid w:val="00976DB5"/>
    <w:rsid w:val="00980ACA"/>
    <w:rsid w:val="009837DB"/>
    <w:rsid w:val="009837E8"/>
    <w:rsid w:val="00986547"/>
    <w:rsid w:val="00992474"/>
    <w:rsid w:val="00992794"/>
    <w:rsid w:val="00993667"/>
    <w:rsid w:val="00993779"/>
    <w:rsid w:val="0099382C"/>
    <w:rsid w:val="009A0BE7"/>
    <w:rsid w:val="009A21A4"/>
    <w:rsid w:val="009A2399"/>
    <w:rsid w:val="009A2F16"/>
    <w:rsid w:val="009A35B0"/>
    <w:rsid w:val="009A372F"/>
    <w:rsid w:val="009A3D1C"/>
    <w:rsid w:val="009A5552"/>
    <w:rsid w:val="009A5991"/>
    <w:rsid w:val="009A5E50"/>
    <w:rsid w:val="009A6B70"/>
    <w:rsid w:val="009B213F"/>
    <w:rsid w:val="009B5D47"/>
    <w:rsid w:val="009B5ECA"/>
    <w:rsid w:val="009B697A"/>
    <w:rsid w:val="009B7905"/>
    <w:rsid w:val="009C2E7B"/>
    <w:rsid w:val="009C4173"/>
    <w:rsid w:val="009C5D02"/>
    <w:rsid w:val="009C6642"/>
    <w:rsid w:val="009C66B4"/>
    <w:rsid w:val="009C778E"/>
    <w:rsid w:val="009D28DE"/>
    <w:rsid w:val="009D2B5E"/>
    <w:rsid w:val="009D2F4B"/>
    <w:rsid w:val="009D35D7"/>
    <w:rsid w:val="009D373C"/>
    <w:rsid w:val="009D53AF"/>
    <w:rsid w:val="009D76E5"/>
    <w:rsid w:val="009E0B6A"/>
    <w:rsid w:val="009E1D9E"/>
    <w:rsid w:val="009E4656"/>
    <w:rsid w:val="009E4D9A"/>
    <w:rsid w:val="009E7DD1"/>
    <w:rsid w:val="009F019C"/>
    <w:rsid w:val="009F234D"/>
    <w:rsid w:val="009F33BA"/>
    <w:rsid w:val="009F581E"/>
    <w:rsid w:val="009F58B6"/>
    <w:rsid w:val="009F78E0"/>
    <w:rsid w:val="009F7C46"/>
    <w:rsid w:val="00A00C53"/>
    <w:rsid w:val="00A0116A"/>
    <w:rsid w:val="00A01E12"/>
    <w:rsid w:val="00A03779"/>
    <w:rsid w:val="00A04313"/>
    <w:rsid w:val="00A05BC6"/>
    <w:rsid w:val="00A07B5D"/>
    <w:rsid w:val="00A07BD8"/>
    <w:rsid w:val="00A11991"/>
    <w:rsid w:val="00A11B7A"/>
    <w:rsid w:val="00A136A2"/>
    <w:rsid w:val="00A13B01"/>
    <w:rsid w:val="00A13F3E"/>
    <w:rsid w:val="00A1732D"/>
    <w:rsid w:val="00A20C7F"/>
    <w:rsid w:val="00A21881"/>
    <w:rsid w:val="00A21B96"/>
    <w:rsid w:val="00A22511"/>
    <w:rsid w:val="00A24E7C"/>
    <w:rsid w:val="00A2527B"/>
    <w:rsid w:val="00A257E3"/>
    <w:rsid w:val="00A25E50"/>
    <w:rsid w:val="00A26421"/>
    <w:rsid w:val="00A312A9"/>
    <w:rsid w:val="00A321D2"/>
    <w:rsid w:val="00A3327C"/>
    <w:rsid w:val="00A333D5"/>
    <w:rsid w:val="00A3689D"/>
    <w:rsid w:val="00A40437"/>
    <w:rsid w:val="00A40850"/>
    <w:rsid w:val="00A41805"/>
    <w:rsid w:val="00A425D1"/>
    <w:rsid w:val="00A44665"/>
    <w:rsid w:val="00A45EDE"/>
    <w:rsid w:val="00A46CA6"/>
    <w:rsid w:val="00A4765D"/>
    <w:rsid w:val="00A51147"/>
    <w:rsid w:val="00A51F0F"/>
    <w:rsid w:val="00A53739"/>
    <w:rsid w:val="00A54879"/>
    <w:rsid w:val="00A54CBC"/>
    <w:rsid w:val="00A578FB"/>
    <w:rsid w:val="00A60B9C"/>
    <w:rsid w:val="00A61158"/>
    <w:rsid w:val="00A61798"/>
    <w:rsid w:val="00A620EE"/>
    <w:rsid w:val="00A641A6"/>
    <w:rsid w:val="00A652BF"/>
    <w:rsid w:val="00A65A8D"/>
    <w:rsid w:val="00A6642D"/>
    <w:rsid w:val="00A67826"/>
    <w:rsid w:val="00A715CC"/>
    <w:rsid w:val="00A72E45"/>
    <w:rsid w:val="00A748C3"/>
    <w:rsid w:val="00A75102"/>
    <w:rsid w:val="00A7594C"/>
    <w:rsid w:val="00A77AA4"/>
    <w:rsid w:val="00A8002B"/>
    <w:rsid w:val="00A8142E"/>
    <w:rsid w:val="00A81F52"/>
    <w:rsid w:val="00A8228D"/>
    <w:rsid w:val="00A82434"/>
    <w:rsid w:val="00A82FDF"/>
    <w:rsid w:val="00A839CC"/>
    <w:rsid w:val="00A83E8E"/>
    <w:rsid w:val="00A845BC"/>
    <w:rsid w:val="00A8644E"/>
    <w:rsid w:val="00A901B5"/>
    <w:rsid w:val="00A91F19"/>
    <w:rsid w:val="00A94319"/>
    <w:rsid w:val="00A94748"/>
    <w:rsid w:val="00A94D92"/>
    <w:rsid w:val="00A9554B"/>
    <w:rsid w:val="00AA1BB5"/>
    <w:rsid w:val="00AA275F"/>
    <w:rsid w:val="00AA5BAE"/>
    <w:rsid w:val="00AA5C91"/>
    <w:rsid w:val="00AA7D06"/>
    <w:rsid w:val="00AB06E9"/>
    <w:rsid w:val="00AB1C90"/>
    <w:rsid w:val="00AB1E9B"/>
    <w:rsid w:val="00AB27D5"/>
    <w:rsid w:val="00AB5EB3"/>
    <w:rsid w:val="00AB6545"/>
    <w:rsid w:val="00AB6B66"/>
    <w:rsid w:val="00AB7069"/>
    <w:rsid w:val="00AB74CC"/>
    <w:rsid w:val="00AB7681"/>
    <w:rsid w:val="00AC31DE"/>
    <w:rsid w:val="00AC3817"/>
    <w:rsid w:val="00AC4BCA"/>
    <w:rsid w:val="00AC4EB6"/>
    <w:rsid w:val="00AC680B"/>
    <w:rsid w:val="00AC6A95"/>
    <w:rsid w:val="00AC6B6F"/>
    <w:rsid w:val="00AC6D5D"/>
    <w:rsid w:val="00AC7350"/>
    <w:rsid w:val="00AC73C0"/>
    <w:rsid w:val="00AD0811"/>
    <w:rsid w:val="00AD318F"/>
    <w:rsid w:val="00AD42ED"/>
    <w:rsid w:val="00AD4DC6"/>
    <w:rsid w:val="00AD6C7C"/>
    <w:rsid w:val="00AD7771"/>
    <w:rsid w:val="00AE0759"/>
    <w:rsid w:val="00AE092A"/>
    <w:rsid w:val="00AE2F85"/>
    <w:rsid w:val="00AE3FE9"/>
    <w:rsid w:val="00AE4497"/>
    <w:rsid w:val="00AE4D48"/>
    <w:rsid w:val="00AE5F5E"/>
    <w:rsid w:val="00AE5FB5"/>
    <w:rsid w:val="00AE672B"/>
    <w:rsid w:val="00AE6834"/>
    <w:rsid w:val="00AE7B00"/>
    <w:rsid w:val="00AF0FA5"/>
    <w:rsid w:val="00AF20D8"/>
    <w:rsid w:val="00AF6589"/>
    <w:rsid w:val="00AF6B6F"/>
    <w:rsid w:val="00AF6F8A"/>
    <w:rsid w:val="00AF74C0"/>
    <w:rsid w:val="00B00CC4"/>
    <w:rsid w:val="00B019C3"/>
    <w:rsid w:val="00B039CD"/>
    <w:rsid w:val="00B03CA7"/>
    <w:rsid w:val="00B04855"/>
    <w:rsid w:val="00B05A5C"/>
    <w:rsid w:val="00B0725B"/>
    <w:rsid w:val="00B100CD"/>
    <w:rsid w:val="00B115A2"/>
    <w:rsid w:val="00B12201"/>
    <w:rsid w:val="00B125B6"/>
    <w:rsid w:val="00B12659"/>
    <w:rsid w:val="00B12940"/>
    <w:rsid w:val="00B12E97"/>
    <w:rsid w:val="00B13B52"/>
    <w:rsid w:val="00B13B99"/>
    <w:rsid w:val="00B143F1"/>
    <w:rsid w:val="00B15118"/>
    <w:rsid w:val="00B17AA3"/>
    <w:rsid w:val="00B20F5B"/>
    <w:rsid w:val="00B2177B"/>
    <w:rsid w:val="00B22273"/>
    <w:rsid w:val="00B22C75"/>
    <w:rsid w:val="00B22E81"/>
    <w:rsid w:val="00B25BB0"/>
    <w:rsid w:val="00B26B0C"/>
    <w:rsid w:val="00B27634"/>
    <w:rsid w:val="00B3106A"/>
    <w:rsid w:val="00B312C7"/>
    <w:rsid w:val="00B3136E"/>
    <w:rsid w:val="00B317B7"/>
    <w:rsid w:val="00B32948"/>
    <w:rsid w:val="00B32F4F"/>
    <w:rsid w:val="00B335A8"/>
    <w:rsid w:val="00B33C1B"/>
    <w:rsid w:val="00B35B55"/>
    <w:rsid w:val="00B35E0A"/>
    <w:rsid w:val="00B36002"/>
    <w:rsid w:val="00B36874"/>
    <w:rsid w:val="00B377D3"/>
    <w:rsid w:val="00B407C5"/>
    <w:rsid w:val="00B4188E"/>
    <w:rsid w:val="00B41CAD"/>
    <w:rsid w:val="00B4210D"/>
    <w:rsid w:val="00B4416C"/>
    <w:rsid w:val="00B46016"/>
    <w:rsid w:val="00B47BD1"/>
    <w:rsid w:val="00B504CC"/>
    <w:rsid w:val="00B51773"/>
    <w:rsid w:val="00B51F77"/>
    <w:rsid w:val="00B5434D"/>
    <w:rsid w:val="00B56548"/>
    <w:rsid w:val="00B57D7F"/>
    <w:rsid w:val="00B60408"/>
    <w:rsid w:val="00B61FAE"/>
    <w:rsid w:val="00B65871"/>
    <w:rsid w:val="00B677BB"/>
    <w:rsid w:val="00B70F1A"/>
    <w:rsid w:val="00B72761"/>
    <w:rsid w:val="00B74C20"/>
    <w:rsid w:val="00B768DD"/>
    <w:rsid w:val="00B771E9"/>
    <w:rsid w:val="00B773C7"/>
    <w:rsid w:val="00B80768"/>
    <w:rsid w:val="00B80DBF"/>
    <w:rsid w:val="00B815F1"/>
    <w:rsid w:val="00B82640"/>
    <w:rsid w:val="00B8368E"/>
    <w:rsid w:val="00B856BE"/>
    <w:rsid w:val="00B86028"/>
    <w:rsid w:val="00B8798B"/>
    <w:rsid w:val="00B901EA"/>
    <w:rsid w:val="00B90643"/>
    <w:rsid w:val="00B90F15"/>
    <w:rsid w:val="00B91622"/>
    <w:rsid w:val="00B91B93"/>
    <w:rsid w:val="00B91D56"/>
    <w:rsid w:val="00B926FA"/>
    <w:rsid w:val="00B92D9F"/>
    <w:rsid w:val="00B95D31"/>
    <w:rsid w:val="00B970AA"/>
    <w:rsid w:val="00BA014C"/>
    <w:rsid w:val="00BA1B5F"/>
    <w:rsid w:val="00BA202D"/>
    <w:rsid w:val="00BA3719"/>
    <w:rsid w:val="00BA5E77"/>
    <w:rsid w:val="00BB0140"/>
    <w:rsid w:val="00BB15CA"/>
    <w:rsid w:val="00BB1DA8"/>
    <w:rsid w:val="00BB1F73"/>
    <w:rsid w:val="00BB2C31"/>
    <w:rsid w:val="00BB3199"/>
    <w:rsid w:val="00BB3562"/>
    <w:rsid w:val="00BB4FD0"/>
    <w:rsid w:val="00BB504F"/>
    <w:rsid w:val="00BB6540"/>
    <w:rsid w:val="00BB7870"/>
    <w:rsid w:val="00BC05DC"/>
    <w:rsid w:val="00BC0C3A"/>
    <w:rsid w:val="00BC10B7"/>
    <w:rsid w:val="00BC1CE4"/>
    <w:rsid w:val="00BC3624"/>
    <w:rsid w:val="00BC4DFF"/>
    <w:rsid w:val="00BC57BE"/>
    <w:rsid w:val="00BC6F5A"/>
    <w:rsid w:val="00BC798F"/>
    <w:rsid w:val="00BD2312"/>
    <w:rsid w:val="00BD23F9"/>
    <w:rsid w:val="00BD2E1F"/>
    <w:rsid w:val="00BD370E"/>
    <w:rsid w:val="00BD3C06"/>
    <w:rsid w:val="00BD441D"/>
    <w:rsid w:val="00BD64E9"/>
    <w:rsid w:val="00BD6B6F"/>
    <w:rsid w:val="00BD7CE6"/>
    <w:rsid w:val="00BE0D70"/>
    <w:rsid w:val="00BE11DF"/>
    <w:rsid w:val="00BE381C"/>
    <w:rsid w:val="00BE507A"/>
    <w:rsid w:val="00BE560E"/>
    <w:rsid w:val="00BE67E6"/>
    <w:rsid w:val="00BE771C"/>
    <w:rsid w:val="00BF279A"/>
    <w:rsid w:val="00BF2CCC"/>
    <w:rsid w:val="00BF3F3D"/>
    <w:rsid w:val="00BF42F5"/>
    <w:rsid w:val="00BF5D8B"/>
    <w:rsid w:val="00BF6950"/>
    <w:rsid w:val="00C00DD9"/>
    <w:rsid w:val="00C01225"/>
    <w:rsid w:val="00C02744"/>
    <w:rsid w:val="00C027FC"/>
    <w:rsid w:val="00C04980"/>
    <w:rsid w:val="00C04B02"/>
    <w:rsid w:val="00C0545E"/>
    <w:rsid w:val="00C05CFC"/>
    <w:rsid w:val="00C06F39"/>
    <w:rsid w:val="00C11E9D"/>
    <w:rsid w:val="00C1209B"/>
    <w:rsid w:val="00C12588"/>
    <w:rsid w:val="00C13F4A"/>
    <w:rsid w:val="00C14988"/>
    <w:rsid w:val="00C16365"/>
    <w:rsid w:val="00C1763F"/>
    <w:rsid w:val="00C177D4"/>
    <w:rsid w:val="00C20408"/>
    <w:rsid w:val="00C216DF"/>
    <w:rsid w:val="00C21EE0"/>
    <w:rsid w:val="00C26062"/>
    <w:rsid w:val="00C26629"/>
    <w:rsid w:val="00C307FF"/>
    <w:rsid w:val="00C32048"/>
    <w:rsid w:val="00C32AA4"/>
    <w:rsid w:val="00C32DED"/>
    <w:rsid w:val="00C339E8"/>
    <w:rsid w:val="00C34805"/>
    <w:rsid w:val="00C348AF"/>
    <w:rsid w:val="00C37BE4"/>
    <w:rsid w:val="00C4086D"/>
    <w:rsid w:val="00C41241"/>
    <w:rsid w:val="00C4156C"/>
    <w:rsid w:val="00C44EEC"/>
    <w:rsid w:val="00C454D5"/>
    <w:rsid w:val="00C45DCF"/>
    <w:rsid w:val="00C4605F"/>
    <w:rsid w:val="00C470AA"/>
    <w:rsid w:val="00C4731D"/>
    <w:rsid w:val="00C50A75"/>
    <w:rsid w:val="00C53099"/>
    <w:rsid w:val="00C5652C"/>
    <w:rsid w:val="00C56C37"/>
    <w:rsid w:val="00C60299"/>
    <w:rsid w:val="00C64312"/>
    <w:rsid w:val="00C64B3F"/>
    <w:rsid w:val="00C65300"/>
    <w:rsid w:val="00C662EA"/>
    <w:rsid w:val="00C66679"/>
    <w:rsid w:val="00C70C7D"/>
    <w:rsid w:val="00C7135E"/>
    <w:rsid w:val="00C717E4"/>
    <w:rsid w:val="00C7282C"/>
    <w:rsid w:val="00C7449D"/>
    <w:rsid w:val="00C74D8E"/>
    <w:rsid w:val="00C75336"/>
    <w:rsid w:val="00C75525"/>
    <w:rsid w:val="00C7696C"/>
    <w:rsid w:val="00C771A6"/>
    <w:rsid w:val="00C77967"/>
    <w:rsid w:val="00C77C7A"/>
    <w:rsid w:val="00C77DC7"/>
    <w:rsid w:val="00C80231"/>
    <w:rsid w:val="00C811E6"/>
    <w:rsid w:val="00C82283"/>
    <w:rsid w:val="00C827BA"/>
    <w:rsid w:val="00C83538"/>
    <w:rsid w:val="00C849E2"/>
    <w:rsid w:val="00C8589E"/>
    <w:rsid w:val="00C864AE"/>
    <w:rsid w:val="00C87112"/>
    <w:rsid w:val="00C90DF3"/>
    <w:rsid w:val="00C916FE"/>
    <w:rsid w:val="00C91C2A"/>
    <w:rsid w:val="00C92164"/>
    <w:rsid w:val="00C9313C"/>
    <w:rsid w:val="00C932C1"/>
    <w:rsid w:val="00C953D0"/>
    <w:rsid w:val="00C95F2B"/>
    <w:rsid w:val="00CA009B"/>
    <w:rsid w:val="00CA00AD"/>
    <w:rsid w:val="00CA0249"/>
    <w:rsid w:val="00CA2516"/>
    <w:rsid w:val="00CA34E5"/>
    <w:rsid w:val="00CA4DBD"/>
    <w:rsid w:val="00CA4DD7"/>
    <w:rsid w:val="00CA54B9"/>
    <w:rsid w:val="00CA5D43"/>
    <w:rsid w:val="00CB0B26"/>
    <w:rsid w:val="00CB122C"/>
    <w:rsid w:val="00CB2684"/>
    <w:rsid w:val="00CB2926"/>
    <w:rsid w:val="00CB2DA9"/>
    <w:rsid w:val="00CB556C"/>
    <w:rsid w:val="00CC0431"/>
    <w:rsid w:val="00CC31B0"/>
    <w:rsid w:val="00CC3628"/>
    <w:rsid w:val="00CC519E"/>
    <w:rsid w:val="00CC5DD0"/>
    <w:rsid w:val="00CD106B"/>
    <w:rsid w:val="00CD1B92"/>
    <w:rsid w:val="00CD2DD0"/>
    <w:rsid w:val="00CD37EB"/>
    <w:rsid w:val="00CD3F86"/>
    <w:rsid w:val="00CD4A6E"/>
    <w:rsid w:val="00CD6A9B"/>
    <w:rsid w:val="00CD6C7C"/>
    <w:rsid w:val="00CE258E"/>
    <w:rsid w:val="00CE4058"/>
    <w:rsid w:val="00CE44DF"/>
    <w:rsid w:val="00CE67BD"/>
    <w:rsid w:val="00CF00DB"/>
    <w:rsid w:val="00CF0696"/>
    <w:rsid w:val="00CF147B"/>
    <w:rsid w:val="00CF40D0"/>
    <w:rsid w:val="00CF4719"/>
    <w:rsid w:val="00CF5ADA"/>
    <w:rsid w:val="00CF7D9B"/>
    <w:rsid w:val="00D0074B"/>
    <w:rsid w:val="00D017A4"/>
    <w:rsid w:val="00D03AC5"/>
    <w:rsid w:val="00D04C00"/>
    <w:rsid w:val="00D04D32"/>
    <w:rsid w:val="00D0723F"/>
    <w:rsid w:val="00D10E5B"/>
    <w:rsid w:val="00D11410"/>
    <w:rsid w:val="00D11F55"/>
    <w:rsid w:val="00D131BB"/>
    <w:rsid w:val="00D13ECE"/>
    <w:rsid w:val="00D1485D"/>
    <w:rsid w:val="00D167C4"/>
    <w:rsid w:val="00D21C28"/>
    <w:rsid w:val="00D22E47"/>
    <w:rsid w:val="00D24290"/>
    <w:rsid w:val="00D264A9"/>
    <w:rsid w:val="00D2760C"/>
    <w:rsid w:val="00D27720"/>
    <w:rsid w:val="00D27C54"/>
    <w:rsid w:val="00D31DAC"/>
    <w:rsid w:val="00D3213D"/>
    <w:rsid w:val="00D3269F"/>
    <w:rsid w:val="00D32E80"/>
    <w:rsid w:val="00D331B6"/>
    <w:rsid w:val="00D33E0F"/>
    <w:rsid w:val="00D347FA"/>
    <w:rsid w:val="00D36F53"/>
    <w:rsid w:val="00D3717C"/>
    <w:rsid w:val="00D379F9"/>
    <w:rsid w:val="00D402FF"/>
    <w:rsid w:val="00D407A6"/>
    <w:rsid w:val="00D40D71"/>
    <w:rsid w:val="00D4287D"/>
    <w:rsid w:val="00D42D70"/>
    <w:rsid w:val="00D42DBE"/>
    <w:rsid w:val="00D42EA3"/>
    <w:rsid w:val="00D442CD"/>
    <w:rsid w:val="00D449AC"/>
    <w:rsid w:val="00D451CC"/>
    <w:rsid w:val="00D45388"/>
    <w:rsid w:val="00D45A95"/>
    <w:rsid w:val="00D46B7B"/>
    <w:rsid w:val="00D47952"/>
    <w:rsid w:val="00D5072B"/>
    <w:rsid w:val="00D51755"/>
    <w:rsid w:val="00D521B2"/>
    <w:rsid w:val="00D52F36"/>
    <w:rsid w:val="00D53F45"/>
    <w:rsid w:val="00D5469C"/>
    <w:rsid w:val="00D55090"/>
    <w:rsid w:val="00D554A2"/>
    <w:rsid w:val="00D560C8"/>
    <w:rsid w:val="00D56C86"/>
    <w:rsid w:val="00D57BBC"/>
    <w:rsid w:val="00D60BE9"/>
    <w:rsid w:val="00D6261F"/>
    <w:rsid w:val="00D67C3B"/>
    <w:rsid w:val="00D7033D"/>
    <w:rsid w:val="00D71360"/>
    <w:rsid w:val="00D717DB"/>
    <w:rsid w:val="00D743BE"/>
    <w:rsid w:val="00D775A6"/>
    <w:rsid w:val="00D77660"/>
    <w:rsid w:val="00D77AC9"/>
    <w:rsid w:val="00D77B71"/>
    <w:rsid w:val="00D812BD"/>
    <w:rsid w:val="00D835A2"/>
    <w:rsid w:val="00D844F1"/>
    <w:rsid w:val="00D84A06"/>
    <w:rsid w:val="00D850BD"/>
    <w:rsid w:val="00D858AE"/>
    <w:rsid w:val="00D91771"/>
    <w:rsid w:val="00D91967"/>
    <w:rsid w:val="00D93464"/>
    <w:rsid w:val="00D93FC2"/>
    <w:rsid w:val="00D940A7"/>
    <w:rsid w:val="00D94279"/>
    <w:rsid w:val="00D95524"/>
    <w:rsid w:val="00D95B5C"/>
    <w:rsid w:val="00D97B77"/>
    <w:rsid w:val="00DA003E"/>
    <w:rsid w:val="00DA11FC"/>
    <w:rsid w:val="00DA1C7F"/>
    <w:rsid w:val="00DA3143"/>
    <w:rsid w:val="00DA3A88"/>
    <w:rsid w:val="00DA3BB4"/>
    <w:rsid w:val="00DA4F02"/>
    <w:rsid w:val="00DA531F"/>
    <w:rsid w:val="00DA6AB1"/>
    <w:rsid w:val="00DB0653"/>
    <w:rsid w:val="00DB11EE"/>
    <w:rsid w:val="00DB127A"/>
    <w:rsid w:val="00DB1EB1"/>
    <w:rsid w:val="00DB331F"/>
    <w:rsid w:val="00DB3336"/>
    <w:rsid w:val="00DB3699"/>
    <w:rsid w:val="00DB3A39"/>
    <w:rsid w:val="00DB7220"/>
    <w:rsid w:val="00DB7A38"/>
    <w:rsid w:val="00DC161B"/>
    <w:rsid w:val="00DC17B3"/>
    <w:rsid w:val="00DC1B2E"/>
    <w:rsid w:val="00DC1DB9"/>
    <w:rsid w:val="00DC2E45"/>
    <w:rsid w:val="00DC3F84"/>
    <w:rsid w:val="00DC4803"/>
    <w:rsid w:val="00DC6266"/>
    <w:rsid w:val="00DC794D"/>
    <w:rsid w:val="00DD1008"/>
    <w:rsid w:val="00DD1691"/>
    <w:rsid w:val="00DD1A63"/>
    <w:rsid w:val="00DD26A9"/>
    <w:rsid w:val="00DD537A"/>
    <w:rsid w:val="00DD67C5"/>
    <w:rsid w:val="00DD6FFD"/>
    <w:rsid w:val="00DD7B0F"/>
    <w:rsid w:val="00DE03D1"/>
    <w:rsid w:val="00DE0880"/>
    <w:rsid w:val="00DE66A1"/>
    <w:rsid w:val="00DE695D"/>
    <w:rsid w:val="00DF04CE"/>
    <w:rsid w:val="00DF0B3C"/>
    <w:rsid w:val="00DF2A50"/>
    <w:rsid w:val="00DF2ECA"/>
    <w:rsid w:val="00DF47D8"/>
    <w:rsid w:val="00DF4E46"/>
    <w:rsid w:val="00DF4FD9"/>
    <w:rsid w:val="00DF519D"/>
    <w:rsid w:val="00DF54A7"/>
    <w:rsid w:val="00DF55CF"/>
    <w:rsid w:val="00DF56C8"/>
    <w:rsid w:val="00DF5AB1"/>
    <w:rsid w:val="00DF6B78"/>
    <w:rsid w:val="00DF718B"/>
    <w:rsid w:val="00E01A45"/>
    <w:rsid w:val="00E01AE2"/>
    <w:rsid w:val="00E01BCE"/>
    <w:rsid w:val="00E028C7"/>
    <w:rsid w:val="00E040D6"/>
    <w:rsid w:val="00E04267"/>
    <w:rsid w:val="00E04BB2"/>
    <w:rsid w:val="00E05F20"/>
    <w:rsid w:val="00E107CB"/>
    <w:rsid w:val="00E11441"/>
    <w:rsid w:val="00E121EE"/>
    <w:rsid w:val="00E13644"/>
    <w:rsid w:val="00E14E42"/>
    <w:rsid w:val="00E15686"/>
    <w:rsid w:val="00E1606F"/>
    <w:rsid w:val="00E17BED"/>
    <w:rsid w:val="00E20040"/>
    <w:rsid w:val="00E20B13"/>
    <w:rsid w:val="00E2242F"/>
    <w:rsid w:val="00E22595"/>
    <w:rsid w:val="00E2368B"/>
    <w:rsid w:val="00E27F14"/>
    <w:rsid w:val="00E309CC"/>
    <w:rsid w:val="00E31C5F"/>
    <w:rsid w:val="00E31F14"/>
    <w:rsid w:val="00E336BA"/>
    <w:rsid w:val="00E3374B"/>
    <w:rsid w:val="00E33AB2"/>
    <w:rsid w:val="00E33F62"/>
    <w:rsid w:val="00E34522"/>
    <w:rsid w:val="00E34CF3"/>
    <w:rsid w:val="00E36603"/>
    <w:rsid w:val="00E373C7"/>
    <w:rsid w:val="00E374E1"/>
    <w:rsid w:val="00E4216D"/>
    <w:rsid w:val="00E435AF"/>
    <w:rsid w:val="00E4452D"/>
    <w:rsid w:val="00E44AA7"/>
    <w:rsid w:val="00E4565D"/>
    <w:rsid w:val="00E4632F"/>
    <w:rsid w:val="00E46357"/>
    <w:rsid w:val="00E47DB5"/>
    <w:rsid w:val="00E47EAE"/>
    <w:rsid w:val="00E53C8A"/>
    <w:rsid w:val="00E556B7"/>
    <w:rsid w:val="00E57827"/>
    <w:rsid w:val="00E60DDD"/>
    <w:rsid w:val="00E6158F"/>
    <w:rsid w:val="00E623FF"/>
    <w:rsid w:val="00E64A72"/>
    <w:rsid w:val="00E71439"/>
    <w:rsid w:val="00E72234"/>
    <w:rsid w:val="00E73166"/>
    <w:rsid w:val="00E74FF6"/>
    <w:rsid w:val="00E75491"/>
    <w:rsid w:val="00E80AB7"/>
    <w:rsid w:val="00E812EE"/>
    <w:rsid w:val="00E8134D"/>
    <w:rsid w:val="00E82979"/>
    <w:rsid w:val="00E831FC"/>
    <w:rsid w:val="00E8496E"/>
    <w:rsid w:val="00E862B5"/>
    <w:rsid w:val="00E90749"/>
    <w:rsid w:val="00E90D4A"/>
    <w:rsid w:val="00E91245"/>
    <w:rsid w:val="00E925CE"/>
    <w:rsid w:val="00E97D65"/>
    <w:rsid w:val="00EA03DF"/>
    <w:rsid w:val="00EA1169"/>
    <w:rsid w:val="00EA22C6"/>
    <w:rsid w:val="00EA5761"/>
    <w:rsid w:val="00EA72F3"/>
    <w:rsid w:val="00EA7642"/>
    <w:rsid w:val="00EB0553"/>
    <w:rsid w:val="00EB11FC"/>
    <w:rsid w:val="00EB1FFB"/>
    <w:rsid w:val="00EB50C1"/>
    <w:rsid w:val="00EB5BBA"/>
    <w:rsid w:val="00EB7EA9"/>
    <w:rsid w:val="00EC0DE1"/>
    <w:rsid w:val="00EC1295"/>
    <w:rsid w:val="00EC1DCB"/>
    <w:rsid w:val="00EC1E01"/>
    <w:rsid w:val="00EC2564"/>
    <w:rsid w:val="00EC3843"/>
    <w:rsid w:val="00EC3CB3"/>
    <w:rsid w:val="00EC4823"/>
    <w:rsid w:val="00EC6347"/>
    <w:rsid w:val="00EC6719"/>
    <w:rsid w:val="00ED0B1C"/>
    <w:rsid w:val="00ED0DE3"/>
    <w:rsid w:val="00ED175A"/>
    <w:rsid w:val="00ED2CD5"/>
    <w:rsid w:val="00ED2DE8"/>
    <w:rsid w:val="00ED311E"/>
    <w:rsid w:val="00ED329A"/>
    <w:rsid w:val="00ED4923"/>
    <w:rsid w:val="00EE41D2"/>
    <w:rsid w:val="00EE4D78"/>
    <w:rsid w:val="00EE4FB0"/>
    <w:rsid w:val="00EE6278"/>
    <w:rsid w:val="00EF06F4"/>
    <w:rsid w:val="00EF1A20"/>
    <w:rsid w:val="00EF1C42"/>
    <w:rsid w:val="00EF2048"/>
    <w:rsid w:val="00EF259C"/>
    <w:rsid w:val="00EF3C81"/>
    <w:rsid w:val="00EF4E16"/>
    <w:rsid w:val="00EF58B4"/>
    <w:rsid w:val="00EF7675"/>
    <w:rsid w:val="00F015E6"/>
    <w:rsid w:val="00F02966"/>
    <w:rsid w:val="00F02D02"/>
    <w:rsid w:val="00F039CF"/>
    <w:rsid w:val="00F03A74"/>
    <w:rsid w:val="00F04044"/>
    <w:rsid w:val="00F04E72"/>
    <w:rsid w:val="00F05366"/>
    <w:rsid w:val="00F058E3"/>
    <w:rsid w:val="00F05E6F"/>
    <w:rsid w:val="00F06FE8"/>
    <w:rsid w:val="00F071FE"/>
    <w:rsid w:val="00F11447"/>
    <w:rsid w:val="00F115E7"/>
    <w:rsid w:val="00F11708"/>
    <w:rsid w:val="00F11CD5"/>
    <w:rsid w:val="00F16384"/>
    <w:rsid w:val="00F177B4"/>
    <w:rsid w:val="00F21164"/>
    <w:rsid w:val="00F21538"/>
    <w:rsid w:val="00F2268C"/>
    <w:rsid w:val="00F227E3"/>
    <w:rsid w:val="00F2344D"/>
    <w:rsid w:val="00F276B6"/>
    <w:rsid w:val="00F3069C"/>
    <w:rsid w:val="00F3073E"/>
    <w:rsid w:val="00F325A0"/>
    <w:rsid w:val="00F328FC"/>
    <w:rsid w:val="00F33EF6"/>
    <w:rsid w:val="00F35EC5"/>
    <w:rsid w:val="00F35EF6"/>
    <w:rsid w:val="00F3642D"/>
    <w:rsid w:val="00F401EF"/>
    <w:rsid w:val="00F42797"/>
    <w:rsid w:val="00F42BD1"/>
    <w:rsid w:val="00F45109"/>
    <w:rsid w:val="00F45A2F"/>
    <w:rsid w:val="00F462BC"/>
    <w:rsid w:val="00F46BF5"/>
    <w:rsid w:val="00F505E2"/>
    <w:rsid w:val="00F50CBD"/>
    <w:rsid w:val="00F50EC0"/>
    <w:rsid w:val="00F518C3"/>
    <w:rsid w:val="00F52167"/>
    <w:rsid w:val="00F52E86"/>
    <w:rsid w:val="00F54340"/>
    <w:rsid w:val="00F54F68"/>
    <w:rsid w:val="00F57A1C"/>
    <w:rsid w:val="00F61927"/>
    <w:rsid w:val="00F61DEC"/>
    <w:rsid w:val="00F626FF"/>
    <w:rsid w:val="00F62B5B"/>
    <w:rsid w:val="00F62C9D"/>
    <w:rsid w:val="00F635B9"/>
    <w:rsid w:val="00F63602"/>
    <w:rsid w:val="00F6381B"/>
    <w:rsid w:val="00F649CE"/>
    <w:rsid w:val="00F6503B"/>
    <w:rsid w:val="00F65255"/>
    <w:rsid w:val="00F6599C"/>
    <w:rsid w:val="00F659CD"/>
    <w:rsid w:val="00F667EB"/>
    <w:rsid w:val="00F66C14"/>
    <w:rsid w:val="00F66D62"/>
    <w:rsid w:val="00F674C1"/>
    <w:rsid w:val="00F70CB5"/>
    <w:rsid w:val="00F719A3"/>
    <w:rsid w:val="00F72FC3"/>
    <w:rsid w:val="00F73322"/>
    <w:rsid w:val="00F73637"/>
    <w:rsid w:val="00F74790"/>
    <w:rsid w:val="00F76A71"/>
    <w:rsid w:val="00F77715"/>
    <w:rsid w:val="00F82458"/>
    <w:rsid w:val="00F8271B"/>
    <w:rsid w:val="00F83391"/>
    <w:rsid w:val="00F83DFE"/>
    <w:rsid w:val="00F84079"/>
    <w:rsid w:val="00F846E0"/>
    <w:rsid w:val="00F85336"/>
    <w:rsid w:val="00F879AA"/>
    <w:rsid w:val="00F9136D"/>
    <w:rsid w:val="00F9473D"/>
    <w:rsid w:val="00F94761"/>
    <w:rsid w:val="00F96BD9"/>
    <w:rsid w:val="00F97FC7"/>
    <w:rsid w:val="00FA1364"/>
    <w:rsid w:val="00FA4F4F"/>
    <w:rsid w:val="00FA53B2"/>
    <w:rsid w:val="00FA5962"/>
    <w:rsid w:val="00FA732F"/>
    <w:rsid w:val="00FA7C35"/>
    <w:rsid w:val="00FB071E"/>
    <w:rsid w:val="00FB1D8F"/>
    <w:rsid w:val="00FB1E1F"/>
    <w:rsid w:val="00FB2663"/>
    <w:rsid w:val="00FB2F07"/>
    <w:rsid w:val="00FB542E"/>
    <w:rsid w:val="00FB5F68"/>
    <w:rsid w:val="00FB7DD6"/>
    <w:rsid w:val="00FC12F3"/>
    <w:rsid w:val="00FC1456"/>
    <w:rsid w:val="00FC168D"/>
    <w:rsid w:val="00FC2E41"/>
    <w:rsid w:val="00FC33E0"/>
    <w:rsid w:val="00FC42FB"/>
    <w:rsid w:val="00FC4EF0"/>
    <w:rsid w:val="00FC6B63"/>
    <w:rsid w:val="00FD02FF"/>
    <w:rsid w:val="00FD1A76"/>
    <w:rsid w:val="00FD22E6"/>
    <w:rsid w:val="00FD2B6E"/>
    <w:rsid w:val="00FD3E06"/>
    <w:rsid w:val="00FD47DC"/>
    <w:rsid w:val="00FD4DE9"/>
    <w:rsid w:val="00FD528D"/>
    <w:rsid w:val="00FD5C37"/>
    <w:rsid w:val="00FD61A7"/>
    <w:rsid w:val="00FD761D"/>
    <w:rsid w:val="00FE091D"/>
    <w:rsid w:val="00FE12E0"/>
    <w:rsid w:val="00FE2C66"/>
    <w:rsid w:val="00FE304D"/>
    <w:rsid w:val="00FE42B0"/>
    <w:rsid w:val="00FE59AF"/>
    <w:rsid w:val="00FE5B5C"/>
    <w:rsid w:val="00FE601B"/>
    <w:rsid w:val="00FE78AD"/>
    <w:rsid w:val="00FE7DED"/>
    <w:rsid w:val="00FF042C"/>
    <w:rsid w:val="00FF24E4"/>
    <w:rsid w:val="00FF3400"/>
    <w:rsid w:val="00FF4E46"/>
    <w:rsid w:val="00FF5546"/>
    <w:rsid w:val="00FF55F0"/>
    <w:rsid w:val="00FF591F"/>
    <w:rsid w:val="00FF6A96"/>
    <w:rsid w:val="00FF7A87"/>
    <w:rsid w:val="00FF7B0A"/>
    <w:rsid w:val="02D21041"/>
    <w:rsid w:val="039A7576"/>
    <w:rsid w:val="03D7577A"/>
    <w:rsid w:val="0512959A"/>
    <w:rsid w:val="076C19C5"/>
    <w:rsid w:val="07A4B50B"/>
    <w:rsid w:val="08EA15D3"/>
    <w:rsid w:val="09FDC795"/>
    <w:rsid w:val="0B351300"/>
    <w:rsid w:val="0C8F77E5"/>
    <w:rsid w:val="0CED6010"/>
    <w:rsid w:val="0E18A870"/>
    <w:rsid w:val="0EFED6D3"/>
    <w:rsid w:val="0FA89DD9"/>
    <w:rsid w:val="10EB6107"/>
    <w:rsid w:val="11A8AEE5"/>
    <w:rsid w:val="12B2D2D9"/>
    <w:rsid w:val="131DFDE7"/>
    <w:rsid w:val="1363AF96"/>
    <w:rsid w:val="13F73CE8"/>
    <w:rsid w:val="168D0E9C"/>
    <w:rsid w:val="16D10F89"/>
    <w:rsid w:val="199BA501"/>
    <w:rsid w:val="1B9ACDE7"/>
    <w:rsid w:val="1BABAACD"/>
    <w:rsid w:val="1C771EED"/>
    <w:rsid w:val="1C9255AA"/>
    <w:rsid w:val="2084F706"/>
    <w:rsid w:val="22CD9019"/>
    <w:rsid w:val="2320D0BE"/>
    <w:rsid w:val="236CA210"/>
    <w:rsid w:val="25AF5D86"/>
    <w:rsid w:val="25F4E7B3"/>
    <w:rsid w:val="261CBBB1"/>
    <w:rsid w:val="2820D500"/>
    <w:rsid w:val="299F1E54"/>
    <w:rsid w:val="2DF1CED6"/>
    <w:rsid w:val="2F7481F7"/>
    <w:rsid w:val="356E841A"/>
    <w:rsid w:val="3AF44512"/>
    <w:rsid w:val="3B5B1BD1"/>
    <w:rsid w:val="3B5DD2E9"/>
    <w:rsid w:val="3C3CD3D0"/>
    <w:rsid w:val="42B2AF1D"/>
    <w:rsid w:val="43D6DDFD"/>
    <w:rsid w:val="453B04F1"/>
    <w:rsid w:val="47CA6382"/>
    <w:rsid w:val="4868692D"/>
    <w:rsid w:val="491A800F"/>
    <w:rsid w:val="4A93AFCC"/>
    <w:rsid w:val="4C3C0774"/>
    <w:rsid w:val="4E79F1E5"/>
    <w:rsid w:val="50FC9979"/>
    <w:rsid w:val="51B7D633"/>
    <w:rsid w:val="543BEFEE"/>
    <w:rsid w:val="55503FDF"/>
    <w:rsid w:val="5829488D"/>
    <w:rsid w:val="5AF73B79"/>
    <w:rsid w:val="5DAE4879"/>
    <w:rsid w:val="5E7C4516"/>
    <w:rsid w:val="5F90BAE4"/>
    <w:rsid w:val="6057595C"/>
    <w:rsid w:val="63631290"/>
    <w:rsid w:val="6476DD04"/>
    <w:rsid w:val="65D2D4C7"/>
    <w:rsid w:val="660E4180"/>
    <w:rsid w:val="662F9C5F"/>
    <w:rsid w:val="66740644"/>
    <w:rsid w:val="676E8292"/>
    <w:rsid w:val="67C1FCB6"/>
    <w:rsid w:val="67D80C65"/>
    <w:rsid w:val="69D64F0B"/>
    <w:rsid w:val="6A965475"/>
    <w:rsid w:val="6BFEC523"/>
    <w:rsid w:val="6C4DE4CF"/>
    <w:rsid w:val="6E32395E"/>
    <w:rsid w:val="6E39397C"/>
    <w:rsid w:val="70738752"/>
    <w:rsid w:val="71924F35"/>
    <w:rsid w:val="72AE72EA"/>
    <w:rsid w:val="731D9A60"/>
    <w:rsid w:val="739219C2"/>
    <w:rsid w:val="73DB2FC4"/>
    <w:rsid w:val="7472C3DB"/>
    <w:rsid w:val="74BB5B5B"/>
    <w:rsid w:val="7630963C"/>
    <w:rsid w:val="7668B2B6"/>
    <w:rsid w:val="78321E0F"/>
    <w:rsid w:val="787C5AC3"/>
    <w:rsid w:val="793A2AB5"/>
    <w:rsid w:val="7DF538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none [1300]" strokecolor="none [1604]">
      <v:fill color="none [1300]"/>
      <v:stroke color="none [1604]"/>
    </o:shapedefaults>
    <o:shapelayout v:ext="edit">
      <o:idmap v:ext="edit" data="1"/>
    </o:shapelayout>
  </w:shapeDefaults>
  <w:decimalSymbol w:val=","/>
  <w:listSeparator w:val=";"/>
  <w14:docId w14:val="640322BD"/>
  <w15:chartTrackingRefBased/>
  <w15:docId w15:val="{0D83EF81-B3C7-41F8-94AC-11C5D1663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44EC"/>
  </w:style>
  <w:style w:type="paragraph" w:styleId="Nagwek1">
    <w:name w:val="heading 1"/>
    <w:aliases w:val="H1"/>
    <w:basedOn w:val="Normalny"/>
    <w:next w:val="Normalny"/>
    <w:link w:val="Nagwek1Znak"/>
    <w:qFormat/>
    <w:pPr>
      <w:keepNext/>
      <w:numPr>
        <w:numId w:val="7"/>
      </w:numPr>
      <w:spacing w:line="360" w:lineRule="auto"/>
      <w:jc w:val="both"/>
      <w:outlineLvl w:val="0"/>
    </w:pPr>
    <w:rPr>
      <w:b/>
      <w:sz w:val="32"/>
      <w:u w:val="single"/>
      <w14:shadow w14:blurRad="50800" w14:dist="38100" w14:dir="2700000" w14:sx="100000" w14:sy="100000" w14:kx="0" w14:ky="0" w14:algn="tl">
        <w14:srgbClr w14:val="000000">
          <w14:alpha w14:val="60000"/>
        </w14:srgbClr>
      </w14:shadow>
    </w:rPr>
  </w:style>
  <w:style w:type="paragraph" w:styleId="Nagwek2">
    <w:name w:val="heading 2"/>
    <w:aliases w:val="h2,A.B.C.,l2,heading 2"/>
    <w:basedOn w:val="Normalny"/>
    <w:next w:val="Normalny"/>
    <w:link w:val="Nagwek2Znak"/>
    <w:qFormat/>
    <w:pPr>
      <w:keepNext/>
      <w:jc w:val="center"/>
      <w:outlineLvl w:val="1"/>
    </w:pPr>
    <w:rPr>
      <w:b/>
      <w:sz w:val="32"/>
    </w:rPr>
  </w:style>
  <w:style w:type="paragraph" w:styleId="Nagwek3">
    <w:name w:val="heading 3"/>
    <w:basedOn w:val="Normalny"/>
    <w:next w:val="Normalny"/>
    <w:qFormat/>
    <w:pPr>
      <w:keepNext/>
      <w:spacing w:before="240" w:after="60"/>
      <w:jc w:val="both"/>
      <w:outlineLvl w:val="2"/>
    </w:pPr>
    <w:rPr>
      <w:b/>
      <w:sz w:val="24"/>
    </w:rPr>
  </w:style>
  <w:style w:type="paragraph" w:styleId="Nagwek4">
    <w:name w:val="heading 4"/>
    <w:aliases w:val="h4"/>
    <w:basedOn w:val="Normalny"/>
    <w:next w:val="Normalny"/>
    <w:qFormat/>
    <w:pPr>
      <w:keepNext/>
      <w:jc w:val="both"/>
      <w:outlineLvl w:val="3"/>
    </w:pPr>
    <w:rPr>
      <w:b/>
      <w:sz w:val="28"/>
    </w:rPr>
  </w:style>
  <w:style w:type="paragraph" w:styleId="Nagwek5">
    <w:name w:val="heading 5"/>
    <w:basedOn w:val="Normalny"/>
    <w:next w:val="Normalny"/>
    <w:qFormat/>
    <w:pPr>
      <w:keepNext/>
      <w:numPr>
        <w:numId w:val="1"/>
      </w:numPr>
      <w:jc w:val="both"/>
      <w:outlineLvl w:val="4"/>
    </w:pPr>
    <w:rPr>
      <w:b/>
      <w:sz w:val="28"/>
    </w:rPr>
  </w:style>
  <w:style w:type="paragraph" w:styleId="Nagwek6">
    <w:name w:val="heading 6"/>
    <w:basedOn w:val="Normalny"/>
    <w:next w:val="Normalny"/>
    <w:qFormat/>
    <w:pPr>
      <w:keepNext/>
      <w:ind w:left="285"/>
      <w:jc w:val="both"/>
      <w:outlineLvl w:val="5"/>
    </w:pPr>
    <w:rPr>
      <w:rFonts w:ascii="Arial" w:hAnsi="Arial"/>
      <w:b/>
      <w:sz w:val="24"/>
    </w:rPr>
  </w:style>
  <w:style w:type="paragraph" w:styleId="Nagwek7">
    <w:name w:val="heading 7"/>
    <w:basedOn w:val="Normalny"/>
    <w:next w:val="Normalny"/>
    <w:qFormat/>
    <w:pPr>
      <w:keepNext/>
      <w:numPr>
        <w:numId w:val="2"/>
      </w:numPr>
      <w:jc w:val="both"/>
      <w:outlineLvl w:val="6"/>
    </w:pPr>
    <w:rPr>
      <w:b/>
      <w:sz w:val="28"/>
      <w:u w:val="single"/>
    </w:rPr>
  </w:style>
  <w:style w:type="paragraph" w:styleId="Nagwek8">
    <w:name w:val="heading 8"/>
    <w:basedOn w:val="Normalny"/>
    <w:next w:val="Normalny"/>
    <w:qFormat/>
    <w:pPr>
      <w:keepNext/>
      <w:widowControl w:val="0"/>
      <w:ind w:left="7788" w:firstLine="708"/>
      <w:outlineLvl w:val="7"/>
    </w:pPr>
    <w:rPr>
      <w:b/>
      <w:sz w:val="24"/>
    </w:rPr>
  </w:style>
  <w:style w:type="paragraph" w:styleId="Nagwek9">
    <w:name w:val="heading 9"/>
    <w:basedOn w:val="Normalny"/>
    <w:next w:val="Normalny"/>
    <w:qFormat/>
    <w:pPr>
      <w:keepNext/>
      <w:widowControl w:val="0"/>
      <w:jc w:val="righ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rPr>
      <w:b/>
      <w:sz w:val="28"/>
    </w:rPr>
  </w:style>
  <w:style w:type="character" w:styleId="Numerstrony">
    <w:name w:val="page number"/>
    <w:basedOn w:val="Domylnaczcionkaakapitu"/>
  </w:style>
  <w:style w:type="paragraph" w:styleId="Nagwek">
    <w:name w:val="header"/>
    <w:aliases w:val="Nagłówek Znak1,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link w:val="TekstpodstawowyZnak"/>
    <w:pPr>
      <w:numPr>
        <w:ilvl w:val="12"/>
      </w:numPr>
      <w:spacing w:line="360" w:lineRule="auto"/>
      <w:jc w:val="both"/>
    </w:pPr>
    <w:rPr>
      <w:sz w:val="24"/>
    </w:rPr>
  </w:style>
  <w:style w:type="paragraph" w:styleId="Tekstpodstawowywcity">
    <w:name w:val="Body Text Indent"/>
    <w:basedOn w:val="Normalny"/>
    <w:pPr>
      <w:ind w:left="1560" w:hanging="1560"/>
      <w:jc w:val="both"/>
    </w:pPr>
    <w:rPr>
      <w:b/>
      <w:sz w:val="36"/>
    </w:rPr>
  </w:style>
  <w:style w:type="paragraph" w:styleId="Tekstpodstawowy2">
    <w:name w:val="Body Text 2"/>
    <w:basedOn w:val="Normalny"/>
    <w:rPr>
      <w:b/>
      <w:i/>
      <w:sz w:val="32"/>
    </w:rPr>
  </w:style>
  <w:style w:type="paragraph" w:styleId="Tekstpodstawowywcity2">
    <w:name w:val="Body Text Indent 2"/>
    <w:basedOn w:val="Normalny"/>
    <w:pPr>
      <w:spacing w:line="360" w:lineRule="auto"/>
      <w:ind w:left="567" w:hanging="567"/>
      <w:jc w:val="both"/>
    </w:pPr>
    <w:rPr>
      <w:b/>
      <w:sz w:val="24"/>
    </w:rPr>
  </w:style>
  <w:style w:type="paragraph" w:styleId="Tekstpodstawowywcity3">
    <w:name w:val="Body Text Indent 3"/>
    <w:basedOn w:val="Normalny"/>
    <w:pPr>
      <w:spacing w:line="360" w:lineRule="auto"/>
      <w:ind w:left="567" w:hanging="567"/>
    </w:pPr>
    <w:rPr>
      <w:b/>
      <w:sz w:val="24"/>
    </w:rPr>
  </w:style>
  <w:style w:type="paragraph" w:customStyle="1" w:styleId="Wylicz1">
    <w:name w:val="Wylicz1"/>
    <w:basedOn w:val="Normalny"/>
    <w:pPr>
      <w:ind w:left="1468" w:right="1133" w:hanging="283"/>
      <w:jc w:val="both"/>
    </w:pPr>
    <w:rPr>
      <w:sz w:val="24"/>
    </w:rPr>
  </w:style>
  <w:style w:type="paragraph" w:customStyle="1" w:styleId="BodyText22">
    <w:name w:val="Body Text 22"/>
    <w:basedOn w:val="Normalny"/>
    <w:pPr>
      <w:jc w:val="both"/>
    </w:pPr>
    <w:rPr>
      <w:sz w:val="24"/>
    </w:rPr>
  </w:style>
  <w:style w:type="paragraph" w:customStyle="1" w:styleId="BodyText21">
    <w:name w:val="Body Text 21"/>
    <w:basedOn w:val="Normalny"/>
    <w:pPr>
      <w:jc w:val="both"/>
    </w:pPr>
    <w:rPr>
      <w:rFonts w:ascii="Arial" w:hAnsi="Arial"/>
      <w:color w:val="FFFF00"/>
      <w:sz w:val="24"/>
    </w:rPr>
  </w:style>
  <w:style w:type="paragraph" w:customStyle="1" w:styleId="Tresc">
    <w:name w:val="Tresc"/>
    <w:basedOn w:val="Normalny"/>
    <w:pPr>
      <w:ind w:left="1134" w:right="1133"/>
      <w:jc w:val="both"/>
    </w:pPr>
    <w:rPr>
      <w:sz w:val="24"/>
    </w:rPr>
  </w:style>
  <w:style w:type="paragraph" w:customStyle="1" w:styleId="BodyText31">
    <w:name w:val="Body Text 31"/>
    <w:basedOn w:val="Normalny"/>
    <w:pPr>
      <w:jc w:val="both"/>
    </w:pPr>
    <w:rPr>
      <w:rFonts w:ascii="Arial" w:hAnsi="Arial"/>
      <w:b/>
      <w:sz w:val="24"/>
    </w:rPr>
  </w:style>
  <w:style w:type="paragraph" w:customStyle="1" w:styleId="BodyTextIndent21">
    <w:name w:val="Body Text Indent 21"/>
    <w:basedOn w:val="Normalny"/>
    <w:pPr>
      <w:widowControl w:val="0"/>
      <w:ind w:left="5103"/>
      <w:jc w:val="right"/>
    </w:pPr>
    <w:rPr>
      <w:sz w:val="24"/>
    </w:rPr>
  </w:style>
  <w:style w:type="paragraph" w:styleId="Legenda">
    <w:name w:val="caption"/>
    <w:basedOn w:val="Normalny"/>
    <w:next w:val="Normalny"/>
    <w:uiPriority w:val="99"/>
    <w:qFormat/>
    <w:pPr>
      <w:numPr>
        <w:ilvl w:val="12"/>
      </w:numPr>
      <w:jc w:val="both"/>
    </w:pPr>
    <w:rPr>
      <w:b/>
      <w:i/>
      <w:sz w:val="24"/>
    </w:rPr>
  </w:style>
  <w:style w:type="paragraph" w:styleId="Tytu">
    <w:name w:val="Title"/>
    <w:basedOn w:val="Normalny"/>
    <w:link w:val="TytuZnak"/>
    <w:uiPriority w:val="10"/>
    <w:qFormat/>
    <w:pPr>
      <w:jc w:val="center"/>
    </w:pPr>
    <w:rPr>
      <w:b/>
      <w:sz w:val="32"/>
    </w:rPr>
  </w:style>
  <w:style w:type="paragraph" w:styleId="Tekstpodstawowy3">
    <w:name w:val="Body Text 3"/>
    <w:basedOn w:val="Normalny"/>
    <w:pPr>
      <w:jc w:val="both"/>
    </w:pPr>
    <w:rPr>
      <w:b/>
      <w:sz w:val="28"/>
    </w:rPr>
  </w:style>
  <w:style w:type="paragraph" w:customStyle="1" w:styleId="OfferText">
    <w:name w:val="Offer Text"/>
    <w:basedOn w:val="Normalny"/>
    <w:pPr>
      <w:tabs>
        <w:tab w:val="left" w:pos="2552"/>
        <w:tab w:val="left" w:pos="3402"/>
        <w:tab w:val="left" w:pos="4253"/>
        <w:tab w:val="left" w:pos="5103"/>
        <w:tab w:val="left" w:pos="5954"/>
        <w:tab w:val="left" w:pos="6804"/>
        <w:tab w:val="left" w:pos="7655"/>
        <w:tab w:val="left" w:pos="8505"/>
      </w:tabs>
      <w:spacing w:before="120" w:after="120"/>
      <w:ind w:left="1701"/>
      <w:jc w:val="both"/>
    </w:pPr>
    <w:rPr>
      <w:sz w:val="22"/>
    </w:rPr>
  </w:style>
  <w:style w:type="character" w:styleId="Odwoaniedokomentarza">
    <w:name w:val="annotation reference"/>
    <w:semiHidden/>
    <w:rPr>
      <w:sz w:val="16"/>
    </w:rPr>
  </w:style>
  <w:style w:type="paragraph" w:styleId="Tekstkomentarza">
    <w:name w:val="annotation text"/>
    <w:basedOn w:val="Normalny"/>
    <w:link w:val="TekstkomentarzaZnak"/>
    <w:uiPriority w:val="99"/>
  </w:style>
  <w:style w:type="paragraph" w:styleId="Spistreci1">
    <w:name w:val="toc 1"/>
    <w:basedOn w:val="Normalny"/>
    <w:next w:val="Normalny"/>
    <w:autoRedefine/>
    <w:uiPriority w:val="39"/>
    <w:qFormat/>
    <w:pPr>
      <w:tabs>
        <w:tab w:val="left" w:pos="567"/>
        <w:tab w:val="right" w:leader="dot" w:pos="9347"/>
      </w:tabs>
      <w:spacing w:before="120" w:after="120"/>
    </w:pPr>
    <w:rPr>
      <w:b/>
      <w:bCs/>
      <w:caps/>
    </w:rPr>
  </w:style>
  <w:style w:type="paragraph" w:styleId="Spistreci2">
    <w:name w:val="toc 2"/>
    <w:basedOn w:val="Normalny"/>
    <w:next w:val="Normalny"/>
    <w:autoRedefine/>
    <w:uiPriority w:val="39"/>
    <w:qFormat/>
    <w:pPr>
      <w:ind w:left="200"/>
    </w:pPr>
    <w:rPr>
      <w:smallCaps/>
    </w:rPr>
  </w:style>
  <w:style w:type="paragraph" w:styleId="Spistreci3">
    <w:name w:val="toc 3"/>
    <w:basedOn w:val="Normalny"/>
    <w:next w:val="Normalny"/>
    <w:autoRedefine/>
    <w:uiPriority w:val="39"/>
    <w:qFormat/>
    <w:rsid w:val="00111500"/>
    <w:pPr>
      <w:numPr>
        <w:numId w:val="42"/>
      </w:numPr>
      <w:tabs>
        <w:tab w:val="right" w:leader="dot" w:pos="10206"/>
      </w:tabs>
      <w:spacing w:after="240" w:line="480" w:lineRule="auto"/>
      <w:contextualSpacing/>
    </w:pPr>
    <w:rPr>
      <w:i/>
      <w:iCs/>
    </w:rPr>
  </w:style>
  <w:style w:type="paragraph" w:styleId="Spistreci4">
    <w:name w:val="toc 4"/>
    <w:basedOn w:val="Normalny"/>
    <w:next w:val="Normalny"/>
    <w:autoRedefine/>
    <w:semiHidden/>
    <w:pPr>
      <w:ind w:left="600"/>
    </w:pPr>
    <w:rPr>
      <w:sz w:val="18"/>
      <w:szCs w:val="18"/>
    </w:rPr>
  </w:style>
  <w:style w:type="paragraph" w:styleId="Spistreci5">
    <w:name w:val="toc 5"/>
    <w:basedOn w:val="Normalny"/>
    <w:next w:val="Normalny"/>
    <w:autoRedefine/>
    <w:semiHidden/>
    <w:pPr>
      <w:ind w:left="800"/>
    </w:pPr>
    <w:rPr>
      <w:sz w:val="18"/>
      <w:szCs w:val="18"/>
    </w:rPr>
  </w:style>
  <w:style w:type="paragraph" w:styleId="Spistreci6">
    <w:name w:val="toc 6"/>
    <w:basedOn w:val="Normalny"/>
    <w:next w:val="Normalny"/>
    <w:autoRedefine/>
    <w:semiHidden/>
    <w:pPr>
      <w:ind w:left="1000"/>
    </w:pPr>
    <w:rPr>
      <w:sz w:val="18"/>
      <w:szCs w:val="18"/>
    </w:rPr>
  </w:style>
  <w:style w:type="paragraph" w:styleId="Spistreci7">
    <w:name w:val="toc 7"/>
    <w:basedOn w:val="Normalny"/>
    <w:next w:val="Normalny"/>
    <w:autoRedefine/>
    <w:semiHidden/>
    <w:pPr>
      <w:ind w:left="1200"/>
    </w:pPr>
    <w:rPr>
      <w:sz w:val="18"/>
      <w:szCs w:val="18"/>
    </w:rPr>
  </w:style>
  <w:style w:type="paragraph" w:styleId="Spistreci8">
    <w:name w:val="toc 8"/>
    <w:basedOn w:val="Normalny"/>
    <w:next w:val="Normalny"/>
    <w:autoRedefine/>
    <w:semiHidden/>
    <w:pPr>
      <w:ind w:left="1400"/>
    </w:pPr>
    <w:rPr>
      <w:sz w:val="18"/>
      <w:szCs w:val="18"/>
    </w:rPr>
  </w:style>
  <w:style w:type="paragraph" w:styleId="Spistreci9">
    <w:name w:val="toc 9"/>
    <w:basedOn w:val="Normalny"/>
    <w:next w:val="Normalny"/>
    <w:autoRedefine/>
    <w:semiHidden/>
    <w:pPr>
      <w:ind w:left="1600"/>
    </w:pPr>
    <w:rPr>
      <w:sz w:val="18"/>
      <w:szCs w:val="18"/>
    </w:rPr>
  </w:style>
  <w:style w:type="paragraph" w:styleId="Listanumerowana">
    <w:name w:val="List Number"/>
    <w:basedOn w:val="Normalny"/>
    <w:pPr>
      <w:ind w:left="283" w:hanging="283"/>
      <w:jc w:val="both"/>
    </w:pPr>
    <w:rPr>
      <w:sz w:val="24"/>
    </w:rPr>
  </w:style>
  <w:style w:type="paragraph" w:styleId="Tekstdymka">
    <w:name w:val="Balloon Text"/>
    <w:basedOn w:val="Normalny"/>
    <w:semiHidden/>
    <w:rPr>
      <w:rFonts w:ascii="Tahoma" w:hAnsi="Tahoma" w:cs="Courier New"/>
      <w:sz w:val="16"/>
      <w:szCs w:val="16"/>
    </w:rPr>
  </w:style>
  <w:style w:type="paragraph" w:customStyle="1" w:styleId="Blockquote">
    <w:name w:val="Blockquote"/>
    <w:basedOn w:val="Normalny"/>
    <w:pPr>
      <w:spacing w:before="100" w:after="100"/>
      <w:ind w:left="360" w:right="360"/>
    </w:pPr>
    <w:rPr>
      <w:snapToGrid w:val="0"/>
      <w:sz w:val="24"/>
    </w:rPr>
  </w:style>
  <w:style w:type="paragraph" w:customStyle="1" w:styleId="H2">
    <w:name w:val="H2"/>
    <w:basedOn w:val="Normalny"/>
    <w:next w:val="Normalny"/>
    <w:pPr>
      <w:keepNext/>
      <w:spacing w:before="100" w:after="100"/>
      <w:outlineLvl w:val="2"/>
    </w:pPr>
    <w:rPr>
      <w:b/>
      <w:snapToGrid w:val="0"/>
      <w:sz w:val="36"/>
    </w:rPr>
  </w:style>
  <w:style w:type="paragraph" w:customStyle="1" w:styleId="FR1">
    <w:name w:val="FR1"/>
    <w:pPr>
      <w:widowControl w:val="0"/>
      <w:spacing w:before="560"/>
    </w:pPr>
    <w:rPr>
      <w:rFonts w:ascii="Arial" w:hAnsi="Arial"/>
      <w:sz w:val="12"/>
    </w:rPr>
  </w:style>
  <w:style w:type="paragraph" w:styleId="Tekstblokowy">
    <w:name w:val="Block Text"/>
    <w:basedOn w:val="Normalny"/>
    <w:pPr>
      <w:widowControl w:val="0"/>
      <w:spacing w:line="520" w:lineRule="auto"/>
      <w:ind w:left="200" w:right="6000"/>
      <w:jc w:val="both"/>
    </w:pPr>
    <w:rPr>
      <w:rFonts w:ascii="Arial" w:hAnsi="Arial"/>
      <w:sz w:val="16"/>
    </w:rPr>
  </w:style>
  <w:style w:type="character" w:styleId="Hipercze">
    <w:name w:val="Hyperlink"/>
    <w:uiPriority w:val="99"/>
    <w:rPr>
      <w:color w:val="0000FF"/>
      <w:u w:val="single"/>
    </w:rPr>
  </w:style>
  <w:style w:type="paragraph" w:customStyle="1" w:styleId="1">
    <w:name w:val="1"/>
    <w:basedOn w:val="Normalny"/>
    <w:next w:val="Nagwek"/>
    <w:pPr>
      <w:tabs>
        <w:tab w:val="center" w:pos="4536"/>
        <w:tab w:val="right" w:pos="9072"/>
      </w:tabs>
    </w:pPr>
  </w:style>
  <w:style w:type="character" w:customStyle="1" w:styleId="Nagwek1Znak">
    <w:name w:val="Nagłówek 1 Znak"/>
    <w:aliases w:val="H1 Znak"/>
    <w:link w:val="Nagwek1"/>
    <w:rPr>
      <w:b/>
      <w:sz w:val="32"/>
      <w:u w:val="single"/>
      <w14:shadow w14:blurRad="50800" w14:dist="38100" w14:dir="2700000" w14:sx="100000" w14:sy="100000" w14:kx="0" w14:ky="0" w14:algn="tl">
        <w14:srgbClr w14:val="000000">
          <w14:alpha w14:val="60000"/>
        </w14:srgbClr>
      </w14:shadow>
    </w:rPr>
  </w:style>
  <w:style w:type="paragraph" w:styleId="Tekstprzypisudolnego">
    <w:name w:val="footnote text"/>
    <w:basedOn w:val="Normalny"/>
    <w:link w:val="TekstprzypisudolnegoZnak"/>
    <w:uiPriority w:val="99"/>
    <w:semiHidden/>
  </w:style>
  <w:style w:type="character" w:styleId="Odwoanieprzypisudolnego">
    <w:name w:val="footnote reference"/>
    <w:uiPriority w:val="99"/>
    <w:semiHidden/>
    <w:rPr>
      <w:vertAlign w:val="superscript"/>
    </w:rPr>
  </w:style>
  <w:style w:type="character" w:customStyle="1" w:styleId="Nagwek1H1Znak">
    <w:name w:val="Nagłówek 1;H1 Znak"/>
    <w:rPr>
      <w:b/>
      <w:sz w:val="32"/>
      <w:u w:val="single"/>
      <w:lang w:val="pl-PL" w:eastAsia="pl-PL" w:bidi="ar-SA"/>
      <w14:shadow w14:blurRad="50800" w14:dist="38100" w14:dir="2700000" w14:sx="100000" w14:sy="100000" w14:kx="0" w14:ky="0" w14:algn="tl">
        <w14:srgbClr w14:val="000000">
          <w14:alpha w14:val="60000"/>
        </w14:srgbClr>
      </w14:shadow>
    </w:rPr>
  </w:style>
  <w:style w:type="paragraph" w:styleId="Zwykytekst">
    <w:name w:val="Plain Text"/>
    <w:basedOn w:val="Normalny"/>
    <w:link w:val="ZwykytekstZnak"/>
    <w:rPr>
      <w:rFonts w:ascii="Courier New" w:hAnsi="Courier New" w:cs="Courier New"/>
    </w:rPr>
  </w:style>
  <w:style w:type="paragraph" w:customStyle="1" w:styleId="Standard">
    <w:name w:val="Standard"/>
    <w:pPr>
      <w:widowControl w:val="0"/>
      <w:autoSpaceDE w:val="0"/>
      <w:autoSpaceDN w:val="0"/>
      <w:adjustRightInd w:val="0"/>
    </w:pPr>
    <w:rPr>
      <w:sz w:val="24"/>
      <w:szCs w:val="24"/>
    </w:rPr>
  </w:style>
  <w:style w:type="paragraph" w:customStyle="1" w:styleId="ZnakZnak1">
    <w:name w:val="Znak Znak1"/>
    <w:basedOn w:val="Normalny"/>
    <w:rPr>
      <w:rFonts w:ascii="Arial" w:hAnsi="Arial" w:cs="Arial"/>
      <w:sz w:val="24"/>
      <w:szCs w:val="24"/>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463AAA"/>
    <w:pPr>
      <w:shd w:val="clear" w:color="auto" w:fill="000080"/>
    </w:pPr>
    <w:rPr>
      <w:rFonts w:ascii="Tahoma" w:hAnsi="Tahoma" w:cs="Tahoma"/>
    </w:rPr>
  </w:style>
  <w:style w:type="paragraph" w:customStyle="1" w:styleId="a1">
    <w:name w:val="a1"/>
    <w:basedOn w:val="Normalny"/>
    <w:rsid w:val="00E60DDD"/>
    <w:pPr>
      <w:jc w:val="both"/>
    </w:pPr>
    <w:rPr>
      <w:sz w:val="24"/>
      <w:szCs w:val="24"/>
    </w:rPr>
  </w:style>
  <w:style w:type="character" w:customStyle="1" w:styleId="NagwekZnak">
    <w:name w:val="Nagłówek Znak"/>
    <w:aliases w:val="Nagłówek Znak1 Znak,Nagłówek Znak Znak Znak,Nagłówek strony Znak Znak Znak,Nagłówek Znak2 Znak Znak Znak,Nagłówek Znak1 Znak Znak Znak Znak,Nagłówek strony Znak Znak Znak Znak Znak,Nagłówek Znak Znak Znak Znak Znak Znak"/>
    <w:link w:val="Nagwek"/>
    <w:uiPriority w:val="99"/>
    <w:rsid w:val="0062166A"/>
  </w:style>
  <w:style w:type="paragraph" w:customStyle="1" w:styleId="opis">
    <w:name w:val="opis"/>
    <w:basedOn w:val="Normalny"/>
    <w:rsid w:val="000C53B6"/>
    <w:pPr>
      <w:widowControl w:val="0"/>
      <w:snapToGrid w:val="0"/>
      <w:spacing w:line="360" w:lineRule="auto"/>
      <w:ind w:left="170" w:right="170"/>
      <w:jc w:val="both"/>
    </w:pPr>
    <w:rPr>
      <w:rFonts w:ascii="Arial" w:hAnsi="Arial"/>
      <w:sz w:val="24"/>
    </w:rPr>
  </w:style>
  <w:style w:type="paragraph" w:styleId="Tekstprzypisukocowego">
    <w:name w:val="endnote text"/>
    <w:basedOn w:val="Normalny"/>
    <w:link w:val="TekstprzypisukocowegoZnak"/>
    <w:rsid w:val="00DD1008"/>
  </w:style>
  <w:style w:type="character" w:customStyle="1" w:styleId="TekstprzypisukocowegoZnak">
    <w:name w:val="Tekst przypisu końcowego Znak"/>
    <w:basedOn w:val="Domylnaczcionkaakapitu"/>
    <w:link w:val="Tekstprzypisukocowego"/>
    <w:rsid w:val="00DD1008"/>
  </w:style>
  <w:style w:type="character" w:styleId="Odwoanieprzypisukocowego">
    <w:name w:val="endnote reference"/>
    <w:rsid w:val="00DD1008"/>
    <w:rPr>
      <w:vertAlign w:val="superscript"/>
    </w:rPr>
  </w:style>
  <w:style w:type="character" w:customStyle="1" w:styleId="StopkaZnak">
    <w:name w:val="Stopka Znak"/>
    <w:link w:val="Stopka"/>
    <w:uiPriority w:val="99"/>
    <w:rsid w:val="00757D9C"/>
  </w:style>
  <w:style w:type="paragraph" w:styleId="Tematkomentarza">
    <w:name w:val="annotation subject"/>
    <w:basedOn w:val="Tekstkomentarza"/>
    <w:next w:val="Tekstkomentarza"/>
    <w:link w:val="TematkomentarzaZnak"/>
    <w:rsid w:val="00EB0553"/>
    <w:rPr>
      <w:b/>
      <w:bCs/>
    </w:rPr>
  </w:style>
  <w:style w:type="character" w:customStyle="1" w:styleId="TekstkomentarzaZnak">
    <w:name w:val="Tekst komentarza Znak"/>
    <w:basedOn w:val="Domylnaczcionkaakapitu"/>
    <w:link w:val="Tekstkomentarza"/>
    <w:uiPriority w:val="99"/>
    <w:rsid w:val="00EB0553"/>
  </w:style>
  <w:style w:type="character" w:customStyle="1" w:styleId="TematkomentarzaZnak">
    <w:name w:val="Temat komentarza Znak"/>
    <w:link w:val="Tematkomentarza"/>
    <w:rsid w:val="00EB0553"/>
    <w:rPr>
      <w:b/>
      <w:bCs/>
    </w:rPr>
  </w:style>
  <w:style w:type="paragraph" w:styleId="Akapitzlist">
    <w:name w:val="List Paragraph"/>
    <w:aliases w:val="RR PGE Akapit z listą,Preambuła,lp1,List Paragraph1,List Paragraph2,ISCG Numerowanie,Styl 1,CP-UC,CP-Punkty,Bullet List,List - bullets,Equipment,Bullet 1,List Paragraph Char Char,b1,Figure_name,Numbered Indented Text,List Paragraph11,Ref"/>
    <w:basedOn w:val="Normalny"/>
    <w:link w:val="AkapitzlistZnak"/>
    <w:uiPriority w:val="34"/>
    <w:qFormat/>
    <w:rsid w:val="006C7756"/>
    <w:pPr>
      <w:ind w:left="708"/>
    </w:pPr>
  </w:style>
  <w:style w:type="paragraph" w:customStyle="1" w:styleId="Tekstpodstawowy21">
    <w:name w:val="Tekst podstawowy 21"/>
    <w:basedOn w:val="Normalny"/>
    <w:rsid w:val="00836460"/>
    <w:pPr>
      <w:suppressAutoHyphens/>
      <w:overflowPunct w:val="0"/>
      <w:autoSpaceDE w:val="0"/>
      <w:jc w:val="both"/>
      <w:textAlignment w:val="baseline"/>
    </w:pPr>
    <w:rPr>
      <w:sz w:val="28"/>
      <w:lang w:eastAsia="ar-SA"/>
    </w:rPr>
  </w:style>
  <w:style w:type="paragraph" w:customStyle="1" w:styleId="WW-Tekstpodstawowy3">
    <w:name w:val="WW-Tekst podstawowy 3"/>
    <w:basedOn w:val="Normalny"/>
    <w:rsid w:val="00836460"/>
    <w:pPr>
      <w:tabs>
        <w:tab w:val="left" w:pos="1134"/>
      </w:tabs>
      <w:suppressAutoHyphens/>
      <w:spacing w:line="280" w:lineRule="atLeast"/>
      <w:jc w:val="both"/>
    </w:pPr>
    <w:rPr>
      <w:sz w:val="22"/>
      <w:lang w:eastAsia="ar-SA"/>
    </w:rPr>
  </w:style>
  <w:style w:type="paragraph" w:styleId="NormalnyWeb">
    <w:name w:val="Normal (Web)"/>
    <w:basedOn w:val="Normalny"/>
    <w:rsid w:val="00BB0140"/>
    <w:rPr>
      <w:sz w:val="24"/>
      <w:szCs w:val="24"/>
    </w:rPr>
  </w:style>
  <w:style w:type="table" w:customStyle="1" w:styleId="Tabela-Siatka1">
    <w:name w:val="Tabela - Siatka1"/>
    <w:basedOn w:val="Standardowy"/>
    <w:next w:val="Tabela-Siatka"/>
    <w:uiPriority w:val="59"/>
    <w:rsid w:val="009111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rsid w:val="000D5D13"/>
    <w:rPr>
      <w:sz w:val="24"/>
    </w:rPr>
  </w:style>
  <w:style w:type="character" w:customStyle="1" w:styleId="TekstprzypisudolnegoZnak">
    <w:name w:val="Tekst przypisu dolnego Znak"/>
    <w:link w:val="Tekstprzypisudolnego"/>
    <w:uiPriority w:val="99"/>
    <w:semiHidden/>
    <w:rsid w:val="00B60408"/>
  </w:style>
  <w:style w:type="paragraph" w:customStyle="1" w:styleId="pkt">
    <w:name w:val="pkt"/>
    <w:basedOn w:val="Normalny"/>
    <w:rsid w:val="00597013"/>
    <w:pPr>
      <w:autoSpaceDE w:val="0"/>
      <w:autoSpaceDN w:val="0"/>
      <w:spacing w:before="60" w:after="60" w:line="360" w:lineRule="auto"/>
      <w:ind w:left="851" w:hanging="295"/>
      <w:jc w:val="both"/>
    </w:pPr>
    <w:rPr>
      <w:rFonts w:ascii="Univers-PL" w:hAnsi="Univers-PL"/>
      <w:sz w:val="19"/>
      <w:szCs w:val="19"/>
    </w:rPr>
  </w:style>
  <w:style w:type="paragraph" w:styleId="Poprawka">
    <w:name w:val="Revision"/>
    <w:hidden/>
    <w:uiPriority w:val="99"/>
    <w:semiHidden/>
    <w:rsid w:val="00597013"/>
  </w:style>
  <w:style w:type="paragraph" w:customStyle="1" w:styleId="podpunkt-a">
    <w:name w:val="podpunkt-a"/>
    <w:basedOn w:val="opis"/>
    <w:rsid w:val="00B100CD"/>
    <w:pPr>
      <w:numPr>
        <w:numId w:val="12"/>
      </w:numPr>
      <w:tabs>
        <w:tab w:val="clear" w:pos="1134"/>
        <w:tab w:val="num" w:pos="357"/>
      </w:tabs>
      <w:snapToGrid/>
      <w:ind w:left="1418"/>
    </w:pPr>
    <w:rPr>
      <w:snapToGrid w:val="0"/>
    </w:rPr>
  </w:style>
  <w:style w:type="paragraph" w:customStyle="1" w:styleId="xl114">
    <w:name w:val="xl114"/>
    <w:basedOn w:val="Normalny"/>
    <w:rsid w:val="00F635B9"/>
    <w:pPr>
      <w:spacing w:before="100" w:beforeAutospacing="1" w:after="100" w:afterAutospacing="1"/>
    </w:pPr>
    <w:rPr>
      <w:rFonts w:eastAsia="Arial Unicode MS"/>
      <w:b/>
      <w:bCs/>
      <w:color w:val="FF0000"/>
      <w:sz w:val="24"/>
      <w:szCs w:val="24"/>
    </w:rPr>
  </w:style>
  <w:style w:type="table" w:customStyle="1" w:styleId="Tabela-Siatka2">
    <w:name w:val="Tabela - Siatka2"/>
    <w:basedOn w:val="Standardowy"/>
    <w:next w:val="Tabela-Siatka"/>
    <w:uiPriority w:val="59"/>
    <w:rsid w:val="005705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h2 Znak,A.B.C. Znak,l2 Znak,heading 2 Znak"/>
    <w:link w:val="Nagwek2"/>
    <w:rsid w:val="00805962"/>
    <w:rPr>
      <w:b/>
      <w:sz w:val="32"/>
    </w:rPr>
  </w:style>
  <w:style w:type="character" w:customStyle="1" w:styleId="ZwykytekstZnak">
    <w:name w:val="Zwykły tekst Znak"/>
    <w:link w:val="Zwykytekst"/>
    <w:rsid w:val="0080611B"/>
    <w:rPr>
      <w:rFonts w:ascii="Courier New" w:hAnsi="Courier New" w:cs="Courier New"/>
    </w:rPr>
  </w:style>
  <w:style w:type="paragraph" w:customStyle="1" w:styleId="Tekstpodstawowy211">
    <w:name w:val="Tekst podstawowy 211"/>
    <w:basedOn w:val="Normalny"/>
    <w:rsid w:val="0080611B"/>
    <w:pPr>
      <w:suppressAutoHyphens/>
      <w:overflowPunct w:val="0"/>
      <w:autoSpaceDE w:val="0"/>
      <w:jc w:val="both"/>
      <w:textAlignment w:val="baseline"/>
    </w:pPr>
    <w:rPr>
      <w:sz w:val="28"/>
      <w:lang w:eastAsia="ar-SA"/>
    </w:rPr>
  </w:style>
  <w:style w:type="paragraph" w:styleId="Nagwekspisutreci">
    <w:name w:val="TOC Heading"/>
    <w:basedOn w:val="Nagwek1"/>
    <w:next w:val="Normalny"/>
    <w:uiPriority w:val="39"/>
    <w:semiHidden/>
    <w:unhideWhenUsed/>
    <w:qFormat/>
    <w:rsid w:val="00D13ECE"/>
    <w:pPr>
      <w:keepLines/>
      <w:numPr>
        <w:numId w:val="0"/>
      </w:numPr>
      <w:spacing w:before="480" w:line="276" w:lineRule="auto"/>
      <w:jc w:val="left"/>
      <w:outlineLvl w:val="9"/>
    </w:pPr>
    <w:rPr>
      <w:rFonts w:ascii="Cambria" w:hAnsi="Cambria"/>
      <w:bCs/>
      <w:color w:val="365F91"/>
      <w:sz w:val="28"/>
      <w:szCs w:val="28"/>
      <w:u w:val="none"/>
      <w14:shadow w14:blurRad="0" w14:dist="0" w14:dir="0" w14:sx="0" w14:sy="0" w14:kx="0" w14:ky="0" w14:algn="none">
        <w14:srgbClr w14:val="000000"/>
      </w14:shadow>
    </w:rPr>
  </w:style>
  <w:style w:type="character" w:customStyle="1" w:styleId="AkapitzlistZnak">
    <w:name w:val="Akapit z listą Znak"/>
    <w:aliases w:val="RR PGE Akapit z listą Znak,Preambuła Znak,lp1 Znak,List Paragraph1 Znak,List Paragraph2 Znak,ISCG Numerowanie Znak,Styl 1 Znak,CP-UC Znak,CP-Punkty Znak,Bullet List Znak,List - bullets Znak,Equipment Znak,Bullet 1 Znak,b1 Znak"/>
    <w:link w:val="Akapitzlist"/>
    <w:uiPriority w:val="34"/>
    <w:qFormat/>
    <w:locked/>
    <w:rsid w:val="00727E5D"/>
  </w:style>
  <w:style w:type="character" w:styleId="UyteHipercze">
    <w:name w:val="FollowedHyperlink"/>
    <w:rsid w:val="009F58B6"/>
    <w:rPr>
      <w:color w:val="800080"/>
      <w:u w:val="single"/>
    </w:rPr>
  </w:style>
  <w:style w:type="paragraph" w:customStyle="1" w:styleId="Default">
    <w:name w:val="Default"/>
    <w:rsid w:val="005843DB"/>
    <w:pPr>
      <w:autoSpaceDE w:val="0"/>
      <w:autoSpaceDN w:val="0"/>
      <w:adjustRightInd w:val="0"/>
    </w:pPr>
    <w:rPr>
      <w:rFonts w:ascii="Calibri" w:hAnsi="Calibri" w:cs="Calibri"/>
      <w:color w:val="000000"/>
      <w:sz w:val="24"/>
      <w:szCs w:val="24"/>
    </w:rPr>
  </w:style>
  <w:style w:type="character" w:customStyle="1" w:styleId="CharStyle5">
    <w:name w:val="Char Style 5"/>
    <w:link w:val="Style4"/>
    <w:rsid w:val="00781BE4"/>
    <w:rPr>
      <w:rFonts w:ascii="Arial" w:eastAsia="Arial" w:hAnsi="Arial" w:cs="Arial"/>
    </w:rPr>
  </w:style>
  <w:style w:type="paragraph" w:customStyle="1" w:styleId="Style4">
    <w:name w:val="Style 4"/>
    <w:basedOn w:val="Normalny"/>
    <w:link w:val="CharStyle5"/>
    <w:rsid w:val="00781BE4"/>
    <w:pPr>
      <w:widowControl w:val="0"/>
      <w:spacing w:line="382" w:lineRule="auto"/>
    </w:pPr>
    <w:rPr>
      <w:rFonts w:ascii="Arial" w:eastAsia="Arial" w:hAnsi="Arial" w:cs="Arial"/>
    </w:rPr>
  </w:style>
  <w:style w:type="paragraph" w:styleId="Lista2">
    <w:name w:val="List 2"/>
    <w:basedOn w:val="Normalny"/>
    <w:rsid w:val="00672BE1"/>
    <w:pPr>
      <w:ind w:left="566" w:hanging="283"/>
      <w:contextualSpacing/>
    </w:pPr>
  </w:style>
  <w:style w:type="table" w:customStyle="1" w:styleId="Tabela-Siatka11">
    <w:name w:val="Tabela - Siatka11"/>
    <w:basedOn w:val="Standardowy"/>
    <w:next w:val="Tabela-Siatka"/>
    <w:uiPriority w:val="39"/>
    <w:rsid w:val="00815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B773C7"/>
    <w:pPr>
      <w:numPr>
        <w:numId w:val="45"/>
      </w:numPr>
    </w:pPr>
  </w:style>
  <w:style w:type="character" w:customStyle="1" w:styleId="cf01">
    <w:name w:val="cf01"/>
    <w:basedOn w:val="Domylnaczcionkaakapitu"/>
    <w:rsid w:val="008F1496"/>
    <w:rPr>
      <w:rFonts w:ascii="Segoe UI" w:hAnsi="Segoe UI" w:cs="Segoe UI" w:hint="default"/>
      <w:sz w:val="18"/>
      <w:szCs w:val="18"/>
    </w:rPr>
  </w:style>
  <w:style w:type="paragraph" w:customStyle="1" w:styleId="PODTYTU">
    <w:name w:val="PODTYTUŁ"/>
    <w:basedOn w:val="Normalny"/>
    <w:qFormat/>
    <w:rsid w:val="003C5464"/>
    <w:pPr>
      <w:spacing w:before="480" w:after="80"/>
    </w:pPr>
    <w:rPr>
      <w:rFonts w:asciiTheme="majorHAnsi" w:eastAsiaTheme="minorHAnsi" w:hAnsiTheme="majorHAnsi" w:cstheme="minorBidi"/>
      <w:sz w:val="32"/>
      <w:szCs w:val="22"/>
      <w:lang w:eastAsia="en-US"/>
    </w:rPr>
  </w:style>
  <w:style w:type="character" w:customStyle="1" w:styleId="TytuZnak">
    <w:name w:val="Tytuł Znak"/>
    <w:basedOn w:val="Domylnaczcionkaakapitu"/>
    <w:link w:val="Tytu"/>
    <w:uiPriority w:val="10"/>
    <w:rsid w:val="003C5464"/>
    <w:rPr>
      <w:b/>
      <w:sz w:val="32"/>
    </w:rPr>
  </w:style>
  <w:style w:type="paragraph" w:customStyle="1" w:styleId="tekst">
    <w:name w:val="tekst"/>
    <w:basedOn w:val="Normalny"/>
    <w:next w:val="Normalny"/>
    <w:link w:val="tekstZnak"/>
    <w:qFormat/>
    <w:rsid w:val="003C5464"/>
    <w:pPr>
      <w:spacing w:before="240" w:after="240"/>
      <w:jc w:val="both"/>
    </w:pPr>
    <w:rPr>
      <w:rFonts w:asciiTheme="minorHAnsi" w:eastAsiaTheme="minorHAnsi" w:hAnsiTheme="minorHAnsi" w:cstheme="minorBidi"/>
      <w:sz w:val="18"/>
      <w:szCs w:val="22"/>
      <w:lang w:eastAsia="en-US"/>
    </w:rPr>
  </w:style>
  <w:style w:type="character" w:customStyle="1" w:styleId="tekstZnak">
    <w:name w:val="tekst Znak"/>
    <w:basedOn w:val="Domylnaczcionkaakapitu"/>
    <w:link w:val="tekst"/>
    <w:rsid w:val="003C5464"/>
    <w:rPr>
      <w:rFonts w:asciiTheme="minorHAnsi" w:eastAsiaTheme="minorHAnsi" w:hAnsiTheme="minorHAnsi" w:cstheme="minorBidi"/>
      <w:sz w:val="18"/>
      <w:szCs w:val="22"/>
      <w:lang w:eastAsia="en-US"/>
    </w:rPr>
  </w:style>
  <w:style w:type="character" w:styleId="Nierozpoznanawzmianka">
    <w:name w:val="Unresolved Mention"/>
    <w:basedOn w:val="Domylnaczcionkaakapitu"/>
    <w:uiPriority w:val="99"/>
    <w:semiHidden/>
    <w:unhideWhenUsed/>
    <w:rsid w:val="00D32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8890">
      <w:bodyDiv w:val="1"/>
      <w:marLeft w:val="0"/>
      <w:marRight w:val="0"/>
      <w:marTop w:val="0"/>
      <w:marBottom w:val="0"/>
      <w:divBdr>
        <w:top w:val="none" w:sz="0" w:space="0" w:color="auto"/>
        <w:left w:val="none" w:sz="0" w:space="0" w:color="auto"/>
        <w:bottom w:val="none" w:sz="0" w:space="0" w:color="auto"/>
        <w:right w:val="none" w:sz="0" w:space="0" w:color="auto"/>
      </w:divBdr>
    </w:div>
    <w:div w:id="234171462">
      <w:bodyDiv w:val="1"/>
      <w:marLeft w:val="0"/>
      <w:marRight w:val="0"/>
      <w:marTop w:val="0"/>
      <w:marBottom w:val="0"/>
      <w:divBdr>
        <w:top w:val="none" w:sz="0" w:space="0" w:color="auto"/>
        <w:left w:val="none" w:sz="0" w:space="0" w:color="auto"/>
        <w:bottom w:val="none" w:sz="0" w:space="0" w:color="auto"/>
        <w:right w:val="none" w:sz="0" w:space="0" w:color="auto"/>
      </w:divBdr>
    </w:div>
    <w:div w:id="359741118">
      <w:bodyDiv w:val="1"/>
      <w:marLeft w:val="0"/>
      <w:marRight w:val="0"/>
      <w:marTop w:val="0"/>
      <w:marBottom w:val="0"/>
      <w:divBdr>
        <w:top w:val="none" w:sz="0" w:space="0" w:color="auto"/>
        <w:left w:val="none" w:sz="0" w:space="0" w:color="auto"/>
        <w:bottom w:val="none" w:sz="0" w:space="0" w:color="auto"/>
        <w:right w:val="none" w:sz="0" w:space="0" w:color="auto"/>
      </w:divBdr>
    </w:div>
    <w:div w:id="415788005">
      <w:bodyDiv w:val="1"/>
      <w:marLeft w:val="0"/>
      <w:marRight w:val="0"/>
      <w:marTop w:val="0"/>
      <w:marBottom w:val="0"/>
      <w:divBdr>
        <w:top w:val="none" w:sz="0" w:space="0" w:color="auto"/>
        <w:left w:val="none" w:sz="0" w:space="0" w:color="auto"/>
        <w:bottom w:val="none" w:sz="0" w:space="0" w:color="auto"/>
        <w:right w:val="none" w:sz="0" w:space="0" w:color="auto"/>
      </w:divBdr>
    </w:div>
    <w:div w:id="692000107">
      <w:bodyDiv w:val="1"/>
      <w:marLeft w:val="0"/>
      <w:marRight w:val="0"/>
      <w:marTop w:val="0"/>
      <w:marBottom w:val="0"/>
      <w:divBdr>
        <w:top w:val="none" w:sz="0" w:space="0" w:color="auto"/>
        <w:left w:val="none" w:sz="0" w:space="0" w:color="auto"/>
        <w:bottom w:val="none" w:sz="0" w:space="0" w:color="auto"/>
        <w:right w:val="none" w:sz="0" w:space="0" w:color="auto"/>
      </w:divBdr>
    </w:div>
    <w:div w:id="996421994">
      <w:bodyDiv w:val="1"/>
      <w:marLeft w:val="0"/>
      <w:marRight w:val="0"/>
      <w:marTop w:val="0"/>
      <w:marBottom w:val="0"/>
      <w:divBdr>
        <w:top w:val="none" w:sz="0" w:space="0" w:color="auto"/>
        <w:left w:val="none" w:sz="0" w:space="0" w:color="auto"/>
        <w:bottom w:val="none" w:sz="0" w:space="0" w:color="auto"/>
        <w:right w:val="none" w:sz="0" w:space="0" w:color="auto"/>
      </w:divBdr>
    </w:div>
    <w:div w:id="1193882107">
      <w:bodyDiv w:val="1"/>
      <w:marLeft w:val="0"/>
      <w:marRight w:val="0"/>
      <w:marTop w:val="0"/>
      <w:marBottom w:val="0"/>
      <w:divBdr>
        <w:top w:val="none" w:sz="0" w:space="0" w:color="auto"/>
        <w:left w:val="none" w:sz="0" w:space="0" w:color="auto"/>
        <w:bottom w:val="none" w:sz="0" w:space="0" w:color="auto"/>
        <w:right w:val="none" w:sz="0" w:space="0" w:color="auto"/>
      </w:divBdr>
    </w:div>
    <w:div w:id="1267690670">
      <w:bodyDiv w:val="1"/>
      <w:marLeft w:val="0"/>
      <w:marRight w:val="0"/>
      <w:marTop w:val="0"/>
      <w:marBottom w:val="0"/>
      <w:divBdr>
        <w:top w:val="none" w:sz="0" w:space="0" w:color="auto"/>
        <w:left w:val="none" w:sz="0" w:space="0" w:color="auto"/>
        <w:bottom w:val="none" w:sz="0" w:space="0" w:color="auto"/>
        <w:right w:val="none" w:sz="0" w:space="0" w:color="auto"/>
      </w:divBdr>
    </w:div>
    <w:div w:id="1286423639">
      <w:bodyDiv w:val="1"/>
      <w:marLeft w:val="0"/>
      <w:marRight w:val="0"/>
      <w:marTop w:val="0"/>
      <w:marBottom w:val="0"/>
      <w:divBdr>
        <w:top w:val="none" w:sz="0" w:space="0" w:color="auto"/>
        <w:left w:val="none" w:sz="0" w:space="0" w:color="auto"/>
        <w:bottom w:val="none" w:sz="0" w:space="0" w:color="auto"/>
        <w:right w:val="none" w:sz="0" w:space="0" w:color="auto"/>
      </w:divBdr>
    </w:div>
    <w:div w:id="1491095192">
      <w:bodyDiv w:val="1"/>
      <w:marLeft w:val="0"/>
      <w:marRight w:val="0"/>
      <w:marTop w:val="0"/>
      <w:marBottom w:val="0"/>
      <w:divBdr>
        <w:top w:val="none" w:sz="0" w:space="0" w:color="auto"/>
        <w:left w:val="none" w:sz="0" w:space="0" w:color="auto"/>
        <w:bottom w:val="none" w:sz="0" w:space="0" w:color="auto"/>
        <w:right w:val="none" w:sz="0" w:space="0" w:color="auto"/>
      </w:divBdr>
    </w:div>
    <w:div w:id="1604919503">
      <w:bodyDiv w:val="1"/>
      <w:marLeft w:val="0"/>
      <w:marRight w:val="0"/>
      <w:marTop w:val="0"/>
      <w:marBottom w:val="0"/>
      <w:divBdr>
        <w:top w:val="none" w:sz="0" w:space="0" w:color="auto"/>
        <w:left w:val="none" w:sz="0" w:space="0" w:color="auto"/>
        <w:bottom w:val="none" w:sz="0" w:space="0" w:color="auto"/>
        <w:right w:val="none" w:sz="0" w:space="0" w:color="auto"/>
      </w:divBdr>
    </w:div>
    <w:div w:id="1735002202">
      <w:bodyDiv w:val="1"/>
      <w:marLeft w:val="0"/>
      <w:marRight w:val="0"/>
      <w:marTop w:val="0"/>
      <w:marBottom w:val="0"/>
      <w:divBdr>
        <w:top w:val="none" w:sz="0" w:space="0" w:color="auto"/>
        <w:left w:val="none" w:sz="0" w:space="0" w:color="auto"/>
        <w:bottom w:val="none" w:sz="0" w:space="0" w:color="auto"/>
        <w:right w:val="none" w:sz="0" w:space="0" w:color="auto"/>
      </w:divBdr>
    </w:div>
    <w:div w:id="1749813473">
      <w:bodyDiv w:val="1"/>
      <w:marLeft w:val="0"/>
      <w:marRight w:val="0"/>
      <w:marTop w:val="0"/>
      <w:marBottom w:val="0"/>
      <w:divBdr>
        <w:top w:val="none" w:sz="0" w:space="0" w:color="auto"/>
        <w:left w:val="none" w:sz="0" w:space="0" w:color="auto"/>
        <w:bottom w:val="none" w:sz="0" w:space="0" w:color="auto"/>
        <w:right w:val="none" w:sz="0" w:space="0" w:color="auto"/>
      </w:divBdr>
    </w:div>
    <w:div w:id="214153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kpge.pl/grupa-pge/przetargi/zakupy/dokumenty/pge-obro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Siwz%20-%20komp.doc.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E2FA08703AAA149AD069041E12E3745" ma:contentTypeVersion="2" ma:contentTypeDescription="Utwórz nowy dokument." ma:contentTypeScope="" ma:versionID="6ca00cce10ca23851682ed0549ed6fce">
  <xsd:schema xmlns:xsd="http://www.w3.org/2001/XMLSchema" xmlns:xs="http://www.w3.org/2001/XMLSchema" xmlns:p="http://schemas.microsoft.com/office/2006/metadata/properties" xmlns:ns2="f20255b2-1745-4130-96c9-da561cc8e2ac" targetNamespace="http://schemas.microsoft.com/office/2006/metadata/properties" ma:root="true" ma:fieldsID="4c97f291a230df9f72586f6d3abda74a" ns2:_="">
    <xsd:import namespace="f20255b2-1745-4130-96c9-da561cc8e2ac"/>
    <xsd:element name="properties">
      <xsd:complexType>
        <xsd:sequence>
          <xsd:element name="documentManagement">
            <xsd:complexType>
              <xsd:all>
                <xsd:element ref="ns2:Data_x0020_zatwierdzania" minOccurs="0"/>
                <xsd:element ref="ns2:Numer_x0020_uchwa_x0142_y_x0020_Zarz_x0105_d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55b2-1745-4130-96c9-da561cc8e2ac" elementFormDefault="qualified">
    <xsd:import namespace="http://schemas.microsoft.com/office/2006/documentManagement/types"/>
    <xsd:import namespace="http://schemas.microsoft.com/office/infopath/2007/PartnerControls"/>
    <xsd:element name="Data_x0020_zatwierdzania" ma:index="8" nillable="true" ma:displayName="Data zatwierdzania" ma:format="DateOnly" ma:internalName="Data_x0020_zatwierdzania">
      <xsd:simpleType>
        <xsd:restriction base="dms:DateTime"/>
      </xsd:simpleType>
    </xsd:element>
    <xsd:element name="Numer_x0020_uchwa_x0142_y_x0020_Zarz_x0105_du" ma:index="9" nillable="true" ma:displayName="Numer uchwały Zarządu" ma:internalName="Numer_x0020_uchwa_x0142_y_x0020_Zarz_x0105_d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Numer_x0020_uchwa_x0142_y_x0020_Zarz_x0105_du xmlns="f20255b2-1745-4130-96c9-da561cc8e2ac" xsi:nil="true"/>
    <Data_x0020_zatwierdzania xmlns="f20255b2-1745-4130-96c9-da561cc8e2ac">2020-10-25T23:00:00+00:00</Data_x0020_zatwierdzani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A204-DE23-491B-995E-973AD68E7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55b2-1745-4130-96c9-da561cc8e2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8E3E3-A1CB-4144-BD3B-387D73EAE49C}">
  <ds:schemaRefs>
    <ds:schemaRef ds:uri="http://schemas.microsoft.com/sharepoint/v3/contenttype/forms"/>
  </ds:schemaRefs>
</ds:datastoreItem>
</file>

<file path=customXml/itemProps3.xml><?xml version="1.0" encoding="utf-8"?>
<ds:datastoreItem xmlns:ds="http://schemas.openxmlformats.org/officeDocument/2006/customXml" ds:itemID="{791C0FAA-6FBB-4737-AF0C-02E3E967ABCE}">
  <ds:schemaRefs>
    <ds:schemaRef ds:uri="http://schemas.microsoft.com/office/2006/metadata/longProperties"/>
  </ds:schemaRefs>
</ds:datastoreItem>
</file>

<file path=customXml/itemProps4.xml><?xml version="1.0" encoding="utf-8"?>
<ds:datastoreItem xmlns:ds="http://schemas.openxmlformats.org/officeDocument/2006/customXml" ds:itemID="{99A9EC8E-5F24-4C74-8838-0D7886C2E8F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20255b2-1745-4130-96c9-da561cc8e2ac"/>
    <ds:schemaRef ds:uri="http://www.w3.org/XML/1998/namespace"/>
    <ds:schemaRef ds:uri="http://purl.org/dc/dcmitype/"/>
  </ds:schemaRefs>
</ds:datastoreItem>
</file>

<file path=customXml/itemProps5.xml><?xml version="1.0" encoding="utf-8"?>
<ds:datastoreItem xmlns:ds="http://schemas.openxmlformats.org/officeDocument/2006/customXml" ds:itemID="{4E62844E-3C55-42AC-B465-1AC09BE5A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 - komp.doc.dot</Template>
  <TotalTime>103</TotalTime>
  <Pages>11</Pages>
  <Words>2559</Words>
  <Characters>18462</Characters>
  <Application>Microsoft Office Word</Application>
  <DocSecurity>0</DocSecurity>
  <Lines>153</Lines>
  <Paragraphs>41</Paragraphs>
  <ScaleCrop>false</ScaleCrop>
  <HeadingPairs>
    <vt:vector size="2" baseType="variant">
      <vt:variant>
        <vt:lpstr>Tytuł</vt:lpstr>
      </vt:variant>
      <vt:variant>
        <vt:i4>1</vt:i4>
      </vt:variant>
    </vt:vector>
  </HeadingPairs>
  <TitlesOfParts>
    <vt:vector size="1" baseType="lpstr">
      <vt:lpstr>Rzeszów, 15.11.2008r</vt:lpstr>
    </vt:vector>
  </TitlesOfParts>
  <Company>PGE Systemy</Company>
  <LinksUpToDate>false</LinksUpToDate>
  <CharactersWithSpaces>20980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Rzeszów, 15.11.2008r</dc:title>
  <dc:subject/>
  <dc:creator>Jan Miąsik</dc:creator>
  <cp:keywords/>
  <dc:description/>
  <cp:lastModifiedBy>Wojciechowska Krystyna [PGE Obrót S.A.]</cp:lastModifiedBy>
  <cp:revision>3</cp:revision>
  <cp:lastPrinted>2019-10-22T08:55:00Z</cp:lastPrinted>
  <dcterms:created xsi:type="dcterms:W3CDTF">2025-12-08T13:30:00Z</dcterms:created>
  <dcterms:modified xsi:type="dcterms:W3CDTF">2025-12-08T13:31:00Z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MSIP_Label_66b5d990-821a-4d41-b503-280f184b2126_Enabled">
    <vt:lpwstr>true</vt:lpwstr>
  </property>
  <property fmtid="{D5CDD505-2E9C-101B-9397-08002B2CF9AE}" pid="5" name="MSIP_Label_66b5d990-821a-4d41-b503-280f184b2126_SetDate">
    <vt:lpwstr>2025-12-08T08:57:44Z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93640e65-8ed8-41cd-90aa-3f59d414628f</vt:lpwstr>
  </property>
  <property fmtid="{D5CDD505-2E9C-101B-9397-08002B2CF9AE}" pid="10" name="MSIP_Label_66b5d990-821a-4d41-b503-280f184b2126_ContentBits">
    <vt:lpwstr>0</vt:lpwstr>
  </property>
</Properties>
</file>